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EFD72" w14:textId="77777777" w:rsidR="008A414E" w:rsidRPr="006678EE" w:rsidRDefault="009256A9" w:rsidP="008B5B90">
      <w:pPr>
        <w:pStyle w:val="Title"/>
        <w:rPr>
          <w:snapToGrid w:val="0"/>
          <w:lang w:val="fr-FR"/>
        </w:rPr>
      </w:pPr>
      <w:bookmarkStart w:id="0" w:name="_Ref179801288"/>
      <w:bookmarkStart w:id="1" w:name="_Ref179801299"/>
      <w:bookmarkStart w:id="2" w:name="_Toc179888596"/>
      <w:r w:rsidRPr="006678EE">
        <w:rPr>
          <w:snapToGrid w:val="0"/>
          <w:lang w:val="fr-FR"/>
        </w:rPr>
        <w:t>Technical Requirement Document</w:t>
      </w:r>
    </w:p>
    <w:p w14:paraId="38337E3A" w14:textId="77777777" w:rsidR="00CD7789" w:rsidRDefault="00CD7789" w:rsidP="008A414E">
      <w:pPr>
        <w:jc w:val="center"/>
        <w:outlineLvl w:val="0"/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</w:pPr>
      <w:r w:rsidRPr="00CD7789">
        <w:rPr>
          <w:rFonts w:ascii="Helvetica" w:eastAsia="SimSun" w:hAnsi="Helvetica" w:cs="Helvetica"/>
          <w:b/>
          <w:snapToGrid w:val="0"/>
          <w:color w:val="FF0000"/>
          <w:sz w:val="24"/>
          <w:lang w:val="fr-FR"/>
        </w:rPr>
        <w:t>OM29110ARD-B</w:t>
      </w:r>
    </w:p>
    <w:p w14:paraId="2D7AED8D" w14:textId="4A90C645" w:rsidR="008A414E" w:rsidRPr="00186327" w:rsidRDefault="00CD7789" w:rsidP="008A414E">
      <w:pPr>
        <w:jc w:val="center"/>
        <w:outlineLvl w:val="0"/>
        <w:rPr>
          <w:rFonts w:ascii="Helvetica" w:hAnsi="Helvetica" w:cs="Helvetica"/>
          <w:lang w:val="fr-FR"/>
        </w:rPr>
      </w:pPr>
      <w:r>
        <w:rPr>
          <w:rFonts w:ascii="Helvetica" w:hAnsi="Helvetica" w:cs="Helvetica"/>
          <w:snapToGrid w:val="0"/>
          <w:color w:val="FF0000"/>
          <w:lang w:val="fr-FR"/>
        </w:rPr>
        <w:t>30</w:t>
      </w:r>
      <w:r w:rsidR="00643BD7">
        <w:rPr>
          <w:rFonts w:ascii="Helvetica" w:hAnsi="Helvetica" w:cs="Helvetica"/>
          <w:snapToGrid w:val="0"/>
          <w:color w:val="FF0000"/>
          <w:lang w:val="fr-FR"/>
        </w:rPr>
        <w:t>-10</w:t>
      </w:r>
      <w:r w:rsidR="006678EE" w:rsidRPr="00186327">
        <w:rPr>
          <w:rFonts w:ascii="Helvetica" w:hAnsi="Helvetica" w:cs="Helvetica"/>
          <w:snapToGrid w:val="0"/>
          <w:color w:val="FF0000"/>
          <w:lang w:val="fr-FR"/>
        </w:rPr>
        <w:t>-20</w:t>
      </w:r>
      <w:r w:rsidR="00E044F1">
        <w:rPr>
          <w:rFonts w:ascii="Helvetica" w:hAnsi="Helvetica" w:cs="Helvetica"/>
          <w:snapToGrid w:val="0"/>
          <w:color w:val="FF0000"/>
          <w:lang w:val="fr-FR"/>
        </w:rPr>
        <w:t>20</w:t>
      </w:r>
      <w:r w:rsidR="00FF61F5" w:rsidRPr="00186327">
        <w:rPr>
          <w:rFonts w:ascii="Helvetica" w:hAnsi="Helvetica" w:cs="Helvetica"/>
          <w:snapToGrid w:val="0"/>
          <w:lang w:val="fr-FR"/>
        </w:rPr>
        <w:t xml:space="preserve"> </w:t>
      </w:r>
      <w:r w:rsidR="000B0D7F" w:rsidRPr="00186327">
        <w:rPr>
          <w:rFonts w:ascii="Helvetica" w:hAnsi="Helvetica" w:cs="Helvetica"/>
          <w:snapToGrid w:val="0"/>
          <w:lang w:val="fr-FR"/>
        </w:rPr>
        <w:t>Révision</w:t>
      </w:r>
      <w:r w:rsidR="00FF61F5" w:rsidRPr="00186327">
        <w:rPr>
          <w:rFonts w:ascii="Helvetica" w:hAnsi="Helvetica" w:cs="Helvetica"/>
          <w:lang w:val="fr-FR"/>
        </w:rPr>
        <w:t xml:space="preserve"> </w:t>
      </w:r>
      <w:r w:rsidR="00E044F1">
        <w:rPr>
          <w:rFonts w:ascii="Helvetica" w:hAnsi="Helvetica" w:cs="Helvetica"/>
          <w:color w:val="FF0000"/>
          <w:lang w:val="fr-FR"/>
        </w:rPr>
        <w:t>X1</w:t>
      </w:r>
    </w:p>
    <w:p w14:paraId="5FF7FE1B" w14:textId="77777777" w:rsidR="008A414E" w:rsidRPr="00E11F94" w:rsidRDefault="008A414E" w:rsidP="008A414E">
      <w:pPr>
        <w:pStyle w:val="TableTitle"/>
        <w:spacing w:line="240" w:lineRule="auto"/>
        <w:rPr>
          <w:rFonts w:ascii="Helvetica" w:hAnsi="Helvetica" w:cs="Helvetica"/>
          <w:snapToGrid w:val="0"/>
        </w:rPr>
      </w:pPr>
      <w:r w:rsidRPr="00E11F94">
        <w:rPr>
          <w:rFonts w:ascii="Helvetica" w:hAnsi="Helvetica" w:cs="Helvetica"/>
          <w:snapToGrid w:val="0"/>
        </w:rPr>
        <w:t>Prepared</w:t>
      </w:r>
      <w:r w:rsidR="00FF61F5">
        <w:rPr>
          <w:rFonts w:ascii="Helvetica" w:hAnsi="Helvetica" w:cs="Helvetica"/>
          <w:snapToGrid w:val="0"/>
        </w:rPr>
        <w:t xml:space="preserve"> </w:t>
      </w:r>
      <w:r w:rsidRPr="00E11F94">
        <w:rPr>
          <w:rFonts w:ascii="Helvetica" w:hAnsi="Helvetica" w:cs="Helvetica"/>
          <w:snapToGrid w:val="0"/>
        </w:rPr>
        <w:t>by</w:t>
      </w:r>
      <w:r w:rsidR="00FF61F5">
        <w:rPr>
          <w:rFonts w:ascii="Helvetica" w:hAnsi="Helvetica" w:cs="Helvetica"/>
          <w:snapToGrid w:val="0"/>
        </w:rPr>
        <w:t xml:space="preserve"> </w:t>
      </w:r>
    </w:p>
    <w:p w14:paraId="47DC4160" w14:textId="34011F74" w:rsidR="008A414E" w:rsidRPr="00E11F94" w:rsidRDefault="00E044F1" w:rsidP="00A074FC">
      <w:pPr>
        <w:pStyle w:val="TableTitle"/>
        <w:spacing w:line="240" w:lineRule="auto"/>
        <w:rPr>
          <w:rFonts w:ascii="Helvetica" w:hAnsi="Helvetica" w:cs="Helvetica"/>
          <w:snapToGrid w:val="0"/>
        </w:rPr>
      </w:pPr>
      <w:r>
        <w:rPr>
          <w:rFonts w:ascii="Helvetica" w:hAnsi="Helvetica" w:cs="Helvetica"/>
          <w:snapToGrid w:val="0"/>
          <w:color w:val="FF0000"/>
        </w:rPr>
        <w:t>RAVIKANTH</w:t>
      </w:r>
    </w:p>
    <w:p w14:paraId="67C4EB78" w14:textId="77777777" w:rsidR="00A074FC" w:rsidRPr="00A074FC" w:rsidRDefault="00A074FC">
      <w:pPr>
        <w:overflowPunct/>
        <w:autoSpaceDE/>
        <w:autoSpaceDN/>
        <w:adjustRightInd/>
        <w:spacing w:before="0" w:after="0"/>
        <w:textAlignment w:val="auto"/>
        <w:rPr>
          <w:rFonts w:ascii="Helvetica" w:hAnsi="Helvetica"/>
          <w:b/>
          <w:sz w:val="20"/>
        </w:rPr>
      </w:pPr>
      <w:r>
        <w:rPr>
          <w:rFonts w:ascii="Helvetica" w:hAnsi="Helvetica"/>
          <w:b/>
          <w:sz w:val="36"/>
          <w:szCs w:val="36"/>
        </w:rPr>
        <w:br w:type="page"/>
      </w:r>
    </w:p>
    <w:p w14:paraId="088A5481" w14:textId="77777777" w:rsidR="00F45720" w:rsidRPr="00A074FC" w:rsidRDefault="00F45720">
      <w:pPr>
        <w:overflowPunct/>
        <w:autoSpaceDE/>
        <w:autoSpaceDN/>
        <w:adjustRightInd/>
        <w:spacing w:before="0" w:after="0"/>
        <w:textAlignment w:val="auto"/>
        <w:rPr>
          <w:rFonts w:ascii="Helvetica" w:hAnsi="Helvetica"/>
          <w:b/>
          <w:sz w:val="20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737"/>
        <w:gridCol w:w="1621"/>
        <w:gridCol w:w="1890"/>
        <w:gridCol w:w="5328"/>
      </w:tblGrid>
      <w:tr w:rsidR="00F45720" w:rsidRPr="001504FE" w14:paraId="3A97B43B" w14:textId="77777777" w:rsidTr="00F45720">
        <w:trPr>
          <w:cantSplit/>
          <w:tblHeader/>
          <w:jc w:val="center"/>
        </w:trPr>
        <w:tc>
          <w:tcPr>
            <w:tcW w:w="9576" w:type="dxa"/>
            <w:gridSpan w:val="4"/>
          </w:tcPr>
          <w:p w14:paraId="3DD8A0A5" w14:textId="77777777" w:rsidR="00F45720" w:rsidRPr="006C61EF" w:rsidRDefault="00F45720" w:rsidP="009172D3">
            <w:pPr>
              <w:pStyle w:val="TBHeadC"/>
            </w:pPr>
            <w:r w:rsidRPr="006C61EF">
              <w:br w:type="page"/>
              <w:t>Revision</w:t>
            </w:r>
            <w:r w:rsidR="00FF61F5" w:rsidRPr="006C61EF">
              <w:t xml:space="preserve"> </w:t>
            </w:r>
            <w:r w:rsidRPr="006C61EF">
              <w:t>History</w:t>
            </w:r>
          </w:p>
        </w:tc>
      </w:tr>
      <w:tr w:rsidR="00F45720" w:rsidRPr="001504FE" w14:paraId="302F9658" w14:textId="77777777" w:rsidTr="00A074FC">
        <w:trPr>
          <w:cantSplit/>
          <w:jc w:val="center"/>
        </w:trPr>
        <w:tc>
          <w:tcPr>
            <w:tcW w:w="737" w:type="dxa"/>
          </w:tcPr>
          <w:p w14:paraId="68EA108D" w14:textId="77777777" w:rsidR="00F45720" w:rsidRPr="001504FE" w:rsidRDefault="00F45720" w:rsidP="009172D3">
            <w:pPr>
              <w:pStyle w:val="TBHeadC"/>
            </w:pPr>
            <w:r w:rsidRPr="001504FE">
              <w:t>Rev.</w:t>
            </w:r>
          </w:p>
        </w:tc>
        <w:tc>
          <w:tcPr>
            <w:tcW w:w="1621" w:type="dxa"/>
          </w:tcPr>
          <w:p w14:paraId="7689D83F" w14:textId="77777777" w:rsidR="00F45720" w:rsidRPr="001504FE" w:rsidRDefault="00F45720" w:rsidP="009172D3">
            <w:pPr>
              <w:pStyle w:val="TBHeadC"/>
            </w:pPr>
            <w:r w:rsidRPr="001504FE">
              <w:t>Date</w:t>
            </w:r>
          </w:p>
        </w:tc>
        <w:tc>
          <w:tcPr>
            <w:tcW w:w="1890" w:type="dxa"/>
          </w:tcPr>
          <w:p w14:paraId="2139DFBA" w14:textId="77777777" w:rsidR="00F45720" w:rsidRPr="001504FE" w:rsidRDefault="00F45720" w:rsidP="009172D3">
            <w:pPr>
              <w:pStyle w:val="TBHeadC"/>
            </w:pPr>
            <w:r w:rsidRPr="001504FE">
              <w:t>Name</w:t>
            </w:r>
          </w:p>
        </w:tc>
        <w:tc>
          <w:tcPr>
            <w:tcW w:w="5328" w:type="dxa"/>
          </w:tcPr>
          <w:p w14:paraId="44489958" w14:textId="77777777" w:rsidR="00F45720" w:rsidRPr="001504FE" w:rsidRDefault="00F45720" w:rsidP="009172D3">
            <w:pPr>
              <w:pStyle w:val="TBHeadC"/>
            </w:pPr>
            <w:r w:rsidRPr="001504FE">
              <w:t>Description</w:t>
            </w:r>
          </w:p>
        </w:tc>
      </w:tr>
      <w:tr w:rsidR="00F45720" w:rsidRPr="001504FE" w14:paraId="7CA07636" w14:textId="77777777" w:rsidTr="00A074FC">
        <w:trPr>
          <w:cantSplit/>
          <w:jc w:val="center"/>
        </w:trPr>
        <w:tc>
          <w:tcPr>
            <w:tcW w:w="737" w:type="dxa"/>
          </w:tcPr>
          <w:p w14:paraId="2CA76B7D" w14:textId="0FED12E0" w:rsidR="00F45720" w:rsidRPr="006C61EF" w:rsidRDefault="00666229" w:rsidP="009172D3">
            <w:pPr>
              <w:pStyle w:val="TBItemL"/>
            </w:pPr>
            <w:r w:rsidRPr="006C61EF">
              <w:t>X1</w:t>
            </w:r>
          </w:p>
        </w:tc>
        <w:tc>
          <w:tcPr>
            <w:tcW w:w="1621" w:type="dxa"/>
          </w:tcPr>
          <w:p w14:paraId="2DD352C2" w14:textId="098862AA" w:rsidR="00F45720" w:rsidRPr="009172D3" w:rsidRDefault="00CD7789" w:rsidP="009172D3">
            <w:pPr>
              <w:pStyle w:val="TBItemL"/>
            </w:pPr>
            <w:r>
              <w:t>30</w:t>
            </w:r>
            <w:r w:rsidR="005D4862">
              <w:rPr>
                <w:rFonts w:hint="cs"/>
              </w:rPr>
              <w:t>-</w:t>
            </w:r>
            <w:r w:rsidR="0060504E">
              <w:t>10</w:t>
            </w:r>
            <w:r w:rsidR="00880E03">
              <w:rPr>
                <w:rFonts w:hint="cs"/>
              </w:rPr>
              <w:t>-2019</w:t>
            </w:r>
          </w:p>
        </w:tc>
        <w:tc>
          <w:tcPr>
            <w:tcW w:w="1890" w:type="dxa"/>
          </w:tcPr>
          <w:p w14:paraId="1F1AA6BC" w14:textId="33910922" w:rsidR="00F45720" w:rsidRPr="006C61EF" w:rsidRDefault="0060504E" w:rsidP="009172D3">
            <w:pPr>
              <w:pStyle w:val="TBItemL"/>
            </w:pPr>
            <w:r>
              <w:t>RAVI KANTH</w:t>
            </w:r>
          </w:p>
        </w:tc>
        <w:tc>
          <w:tcPr>
            <w:tcW w:w="5328" w:type="dxa"/>
          </w:tcPr>
          <w:p w14:paraId="5C7B2DFF" w14:textId="77777777" w:rsidR="00F45720" w:rsidRPr="006C61EF" w:rsidRDefault="00F45720" w:rsidP="009172D3">
            <w:pPr>
              <w:pStyle w:val="TBItemL"/>
            </w:pPr>
            <w:r w:rsidRPr="006C61EF">
              <w:t>Original</w:t>
            </w:r>
            <w:r w:rsidR="00FF61F5" w:rsidRPr="006C61EF">
              <w:t xml:space="preserve"> </w:t>
            </w:r>
            <w:r w:rsidRPr="006C61EF">
              <w:t>draft.</w:t>
            </w:r>
          </w:p>
        </w:tc>
      </w:tr>
      <w:tr w:rsidR="00AF10AA" w:rsidRPr="001504FE" w14:paraId="4A2D60DC" w14:textId="77777777" w:rsidTr="00A074FC">
        <w:trPr>
          <w:cantSplit/>
          <w:jc w:val="center"/>
        </w:trPr>
        <w:tc>
          <w:tcPr>
            <w:tcW w:w="737" w:type="dxa"/>
          </w:tcPr>
          <w:p w14:paraId="32E3E902" w14:textId="18B0C634" w:rsidR="00AF10AA" w:rsidRPr="006C61EF" w:rsidRDefault="00AF10AA" w:rsidP="00AF10AA">
            <w:pPr>
              <w:pStyle w:val="TBItemL"/>
            </w:pPr>
          </w:p>
        </w:tc>
        <w:tc>
          <w:tcPr>
            <w:tcW w:w="1621" w:type="dxa"/>
          </w:tcPr>
          <w:p w14:paraId="6C6EC113" w14:textId="56EE8D54" w:rsidR="00AF10AA" w:rsidRPr="006C61EF" w:rsidRDefault="00AF10AA" w:rsidP="00AF10AA">
            <w:pPr>
              <w:pStyle w:val="TBItemL"/>
            </w:pPr>
          </w:p>
        </w:tc>
        <w:tc>
          <w:tcPr>
            <w:tcW w:w="1890" w:type="dxa"/>
          </w:tcPr>
          <w:p w14:paraId="6FF1DD73" w14:textId="49BF9CC8" w:rsidR="00AF10AA" w:rsidRPr="006C61EF" w:rsidRDefault="00AF10AA" w:rsidP="00AF10AA">
            <w:pPr>
              <w:pStyle w:val="TBItemL"/>
            </w:pPr>
          </w:p>
        </w:tc>
        <w:tc>
          <w:tcPr>
            <w:tcW w:w="5328" w:type="dxa"/>
          </w:tcPr>
          <w:p w14:paraId="2CC9862E" w14:textId="277B8C3C" w:rsidR="00AF10AA" w:rsidRPr="006C61EF" w:rsidRDefault="00AF10AA" w:rsidP="00AF10AA">
            <w:pPr>
              <w:pStyle w:val="TBItemL"/>
            </w:pPr>
          </w:p>
        </w:tc>
      </w:tr>
      <w:tr w:rsidR="00BE5F82" w:rsidRPr="001504FE" w14:paraId="5BA63A22" w14:textId="77777777" w:rsidTr="00A074FC">
        <w:trPr>
          <w:cantSplit/>
          <w:jc w:val="center"/>
        </w:trPr>
        <w:tc>
          <w:tcPr>
            <w:tcW w:w="737" w:type="dxa"/>
          </w:tcPr>
          <w:p w14:paraId="49E9C312" w14:textId="3576140E" w:rsidR="00BE5F82" w:rsidRPr="006C61EF" w:rsidRDefault="00BE5F82" w:rsidP="00BE5F82">
            <w:pPr>
              <w:pStyle w:val="TBItemL"/>
            </w:pPr>
          </w:p>
        </w:tc>
        <w:tc>
          <w:tcPr>
            <w:tcW w:w="1621" w:type="dxa"/>
          </w:tcPr>
          <w:p w14:paraId="27ED59A4" w14:textId="25B54072" w:rsidR="00BE5F82" w:rsidRPr="006C61EF" w:rsidRDefault="00BE5F82" w:rsidP="00BE5F82">
            <w:pPr>
              <w:pStyle w:val="TBItemL"/>
            </w:pPr>
          </w:p>
        </w:tc>
        <w:tc>
          <w:tcPr>
            <w:tcW w:w="1890" w:type="dxa"/>
          </w:tcPr>
          <w:p w14:paraId="5794A2B9" w14:textId="1F5BF43B" w:rsidR="00BE5F82" w:rsidRPr="006C61EF" w:rsidRDefault="00BE5F82" w:rsidP="00BE5F82">
            <w:pPr>
              <w:pStyle w:val="TBItemL"/>
            </w:pPr>
          </w:p>
        </w:tc>
        <w:tc>
          <w:tcPr>
            <w:tcW w:w="5328" w:type="dxa"/>
          </w:tcPr>
          <w:p w14:paraId="7C336B3F" w14:textId="50B087F0" w:rsidR="00BE5F82" w:rsidRPr="006C61EF" w:rsidRDefault="00BE5F82" w:rsidP="00BE5F82">
            <w:pPr>
              <w:pStyle w:val="TBItemL"/>
            </w:pPr>
          </w:p>
        </w:tc>
      </w:tr>
      <w:tr w:rsidR="007261C5" w:rsidRPr="001504FE" w14:paraId="4FFE1973" w14:textId="77777777" w:rsidTr="00A074FC">
        <w:trPr>
          <w:cantSplit/>
          <w:jc w:val="center"/>
        </w:trPr>
        <w:tc>
          <w:tcPr>
            <w:tcW w:w="737" w:type="dxa"/>
          </w:tcPr>
          <w:p w14:paraId="13111A13" w14:textId="0D62A6D2" w:rsidR="007261C5" w:rsidRPr="006C61EF" w:rsidRDefault="007261C5" w:rsidP="007261C5">
            <w:pPr>
              <w:pStyle w:val="TBItemL"/>
            </w:pPr>
          </w:p>
        </w:tc>
        <w:tc>
          <w:tcPr>
            <w:tcW w:w="1621" w:type="dxa"/>
          </w:tcPr>
          <w:p w14:paraId="1221F7B6" w14:textId="07C43645" w:rsidR="007261C5" w:rsidRPr="006C61EF" w:rsidRDefault="007261C5" w:rsidP="007261C5">
            <w:pPr>
              <w:pStyle w:val="TBItemL"/>
            </w:pPr>
          </w:p>
        </w:tc>
        <w:tc>
          <w:tcPr>
            <w:tcW w:w="1890" w:type="dxa"/>
          </w:tcPr>
          <w:p w14:paraId="3C28CC6C" w14:textId="39297D99" w:rsidR="007261C5" w:rsidRPr="006C61EF" w:rsidRDefault="007261C5" w:rsidP="007261C5">
            <w:pPr>
              <w:pStyle w:val="TBItemL"/>
            </w:pPr>
          </w:p>
        </w:tc>
        <w:tc>
          <w:tcPr>
            <w:tcW w:w="5328" w:type="dxa"/>
          </w:tcPr>
          <w:p w14:paraId="043713C5" w14:textId="0DEC313C" w:rsidR="007261C5" w:rsidRPr="006C61EF" w:rsidRDefault="007261C5" w:rsidP="007261C5">
            <w:pPr>
              <w:pStyle w:val="TBItemL"/>
            </w:pPr>
          </w:p>
        </w:tc>
      </w:tr>
      <w:tr w:rsidR="0065616F" w:rsidRPr="001504FE" w14:paraId="0B5C1FD3" w14:textId="77777777" w:rsidTr="00A074FC">
        <w:trPr>
          <w:cantSplit/>
          <w:jc w:val="center"/>
        </w:trPr>
        <w:tc>
          <w:tcPr>
            <w:tcW w:w="737" w:type="dxa"/>
          </w:tcPr>
          <w:p w14:paraId="3EAE4365" w14:textId="061C7BB2" w:rsidR="0065616F" w:rsidRDefault="0065616F" w:rsidP="0065616F">
            <w:pPr>
              <w:pStyle w:val="TBItemL"/>
            </w:pPr>
          </w:p>
        </w:tc>
        <w:tc>
          <w:tcPr>
            <w:tcW w:w="1621" w:type="dxa"/>
          </w:tcPr>
          <w:p w14:paraId="3E5C4E83" w14:textId="4F7CE9A7" w:rsidR="0065616F" w:rsidRDefault="0065616F" w:rsidP="0065616F">
            <w:pPr>
              <w:pStyle w:val="TBItemL"/>
            </w:pPr>
          </w:p>
        </w:tc>
        <w:tc>
          <w:tcPr>
            <w:tcW w:w="1890" w:type="dxa"/>
          </w:tcPr>
          <w:p w14:paraId="763CC2BD" w14:textId="3D1AFD87" w:rsidR="0065616F" w:rsidRDefault="0065616F" w:rsidP="0065616F">
            <w:pPr>
              <w:pStyle w:val="TBItemL"/>
            </w:pPr>
          </w:p>
        </w:tc>
        <w:tc>
          <w:tcPr>
            <w:tcW w:w="5328" w:type="dxa"/>
          </w:tcPr>
          <w:p w14:paraId="1407D3FC" w14:textId="1CA69125" w:rsidR="0065616F" w:rsidRDefault="0065616F" w:rsidP="0065616F">
            <w:pPr>
              <w:pStyle w:val="TBItemL"/>
            </w:pPr>
          </w:p>
        </w:tc>
      </w:tr>
      <w:tr w:rsidR="00076991" w:rsidRPr="001504FE" w14:paraId="1A7431FF" w14:textId="77777777" w:rsidTr="00A074FC">
        <w:trPr>
          <w:cantSplit/>
          <w:jc w:val="center"/>
        </w:trPr>
        <w:tc>
          <w:tcPr>
            <w:tcW w:w="737" w:type="dxa"/>
          </w:tcPr>
          <w:p w14:paraId="02CA7FC5" w14:textId="5446667E" w:rsidR="00076991" w:rsidRDefault="00076991" w:rsidP="00076991">
            <w:pPr>
              <w:pStyle w:val="TBItemL"/>
            </w:pPr>
          </w:p>
        </w:tc>
        <w:tc>
          <w:tcPr>
            <w:tcW w:w="1621" w:type="dxa"/>
          </w:tcPr>
          <w:p w14:paraId="2D944DF5" w14:textId="2F225C94" w:rsidR="00076991" w:rsidRDefault="00076991" w:rsidP="00076991">
            <w:pPr>
              <w:pStyle w:val="TBItemL"/>
            </w:pPr>
          </w:p>
        </w:tc>
        <w:tc>
          <w:tcPr>
            <w:tcW w:w="1890" w:type="dxa"/>
          </w:tcPr>
          <w:p w14:paraId="2D7F7BFC" w14:textId="68C02A44" w:rsidR="00076991" w:rsidRDefault="00076991" w:rsidP="00076991">
            <w:pPr>
              <w:pStyle w:val="TBItemL"/>
            </w:pPr>
          </w:p>
        </w:tc>
        <w:tc>
          <w:tcPr>
            <w:tcW w:w="5328" w:type="dxa"/>
          </w:tcPr>
          <w:p w14:paraId="0EC44412" w14:textId="0DC20ED8" w:rsidR="00076991" w:rsidRDefault="00076991" w:rsidP="00076991">
            <w:pPr>
              <w:pStyle w:val="TBItemL"/>
            </w:pPr>
          </w:p>
        </w:tc>
      </w:tr>
      <w:tr w:rsidR="00076991" w:rsidRPr="001504FE" w14:paraId="4F0D3763" w14:textId="77777777" w:rsidTr="00A074FC">
        <w:trPr>
          <w:cantSplit/>
          <w:jc w:val="center"/>
        </w:trPr>
        <w:tc>
          <w:tcPr>
            <w:tcW w:w="737" w:type="dxa"/>
          </w:tcPr>
          <w:p w14:paraId="12D3ACA2" w14:textId="0748D3AC" w:rsidR="00076991" w:rsidRDefault="00076991" w:rsidP="00076991">
            <w:pPr>
              <w:pStyle w:val="TBItemL"/>
            </w:pPr>
          </w:p>
        </w:tc>
        <w:tc>
          <w:tcPr>
            <w:tcW w:w="1621" w:type="dxa"/>
          </w:tcPr>
          <w:p w14:paraId="5D9274E7" w14:textId="5174C225" w:rsidR="00076991" w:rsidRDefault="00076991" w:rsidP="00076991">
            <w:pPr>
              <w:pStyle w:val="TBItemL"/>
            </w:pPr>
          </w:p>
        </w:tc>
        <w:tc>
          <w:tcPr>
            <w:tcW w:w="1890" w:type="dxa"/>
          </w:tcPr>
          <w:p w14:paraId="569BA8A5" w14:textId="6A015DB4" w:rsidR="00076991" w:rsidRDefault="00076991" w:rsidP="00076991">
            <w:pPr>
              <w:pStyle w:val="TBItemL"/>
            </w:pPr>
          </w:p>
        </w:tc>
        <w:tc>
          <w:tcPr>
            <w:tcW w:w="5328" w:type="dxa"/>
          </w:tcPr>
          <w:p w14:paraId="2CA19CE8" w14:textId="2BD6C99D" w:rsidR="00076991" w:rsidRDefault="00076991" w:rsidP="00076991">
            <w:pPr>
              <w:pStyle w:val="TBItemL"/>
            </w:pPr>
          </w:p>
        </w:tc>
      </w:tr>
    </w:tbl>
    <w:p w14:paraId="6223230C" w14:textId="77777777" w:rsidR="005B467B" w:rsidRPr="00512567" w:rsidRDefault="005B467B" w:rsidP="00BF1A61">
      <w:pPr>
        <w:pStyle w:val="Heading1"/>
        <w:numPr>
          <w:ilvl w:val="0"/>
          <w:numId w:val="18"/>
        </w:numPr>
      </w:pPr>
      <w:r w:rsidRPr="005B467B">
        <w:br w:type="page"/>
      </w:r>
      <w:r w:rsidRPr="00512567">
        <w:lastRenderedPageBreak/>
        <w:t>Purpose</w:t>
      </w:r>
    </w:p>
    <w:p w14:paraId="79046E21" w14:textId="77777777" w:rsidR="00FC04CF" w:rsidRPr="00FF1F4F" w:rsidRDefault="00FC04CF" w:rsidP="005B467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section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should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define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purpose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of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hardware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project,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including:</w:t>
      </w:r>
    </w:p>
    <w:p w14:paraId="3A01E1F9" w14:textId="77777777" w:rsidR="005B467B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Who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intended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user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(internal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test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card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vs.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external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customer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board)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</w:p>
    <w:p w14:paraId="7546DC34" w14:textId="77777777" w:rsidR="00FC04CF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What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the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supported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processor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is</w:t>
      </w:r>
    </w:p>
    <w:p w14:paraId="3A7AB36C" w14:textId="77777777" w:rsidR="00FC04CF" w:rsidRPr="00FF1F4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Associated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boards</w:t>
      </w:r>
    </w:p>
    <w:p w14:paraId="10420BE1" w14:textId="77777777" w:rsidR="00FC04CF" w:rsidRDefault="00FC04CF" w:rsidP="00FC04CF">
      <w:pPr>
        <w:pStyle w:val="L1para"/>
        <w:numPr>
          <w:ilvl w:val="0"/>
          <w:numId w:val="16"/>
        </w:numPr>
        <w:rPr>
          <w:rFonts w:ascii="Helvetica" w:hAnsi="Helvetica"/>
          <w:vanish/>
          <w:color w:val="0000FF"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Desired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Software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Support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(Linux,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CodeWarrior,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Etc.)</w:t>
      </w:r>
    </w:p>
    <w:p w14:paraId="50CE81D1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1D5708EB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If MSG, then state if MSG Applications signed off on TRD (technical requirements document).  MSG Applications must sign off on TRD before this project continues.</w:t>
      </w:r>
    </w:p>
    <w:p w14:paraId="2EFDD89E" w14:textId="77777777" w:rsidR="00AB2B4C" w:rsidRDefault="00AB2B4C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5B6BF68B" w14:textId="77777777" w:rsidR="0006641D" w:rsidRDefault="0006641D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MSG Applications team signed off on TRD.</w:t>
      </w:r>
    </w:p>
    <w:p w14:paraId="57DE27D5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00AB0175" w14:textId="77777777" w:rsidR="0017325B" w:rsidRDefault="0017325B" w:rsidP="0017325B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If NMG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and there is software required on the board (not silicon validation board)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, then state if NMG software team signed off on TRD.  </w:t>
      </w:r>
      <w:r w:rsidR="00AB2B4C">
        <w:rPr>
          <w:rFonts w:ascii="Helvetica" w:hAnsi="Helvetica"/>
          <w:vanish/>
          <w:color w:val="0000FF"/>
          <w:szCs w:val="24"/>
          <w:u w:val="single"/>
        </w:rPr>
        <w:t>NMG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="00AB2B4C">
        <w:rPr>
          <w:rFonts w:ascii="Helvetica" w:hAnsi="Helvetica"/>
          <w:vanish/>
          <w:color w:val="0000FF"/>
          <w:szCs w:val="24"/>
          <w:u w:val="single"/>
        </w:rPr>
        <w:t>software team</w:t>
      </w:r>
      <w:r>
        <w:rPr>
          <w:rFonts w:ascii="Helvetica" w:hAnsi="Helvetica"/>
          <w:vanish/>
          <w:color w:val="0000FF"/>
          <w:szCs w:val="24"/>
          <w:u w:val="single"/>
        </w:rPr>
        <w:t xml:space="preserve"> must sign off on TRD before this project continues.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 If a 3</w:t>
      </w:r>
      <w:r w:rsidR="00AB2B4C" w:rsidRPr="00AB2B4C">
        <w:rPr>
          <w:rFonts w:ascii="Helvetica" w:hAnsi="Helvetica"/>
          <w:vanish/>
          <w:color w:val="0000FF"/>
          <w:szCs w:val="24"/>
          <w:u w:val="single"/>
          <w:vertAlign w:val="superscript"/>
        </w:rPr>
        <w:t>rd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party is doing the software, then the person coordinating the 3</w:t>
      </w:r>
      <w:r w:rsidR="00AB2B4C" w:rsidRPr="00AB2B4C">
        <w:rPr>
          <w:rFonts w:ascii="Helvetica" w:hAnsi="Helvetica"/>
          <w:vanish/>
          <w:color w:val="0000FF"/>
          <w:szCs w:val="24"/>
          <w:u w:val="single"/>
          <w:vertAlign w:val="superscript"/>
        </w:rPr>
        <w:t>rd</w:t>
      </w:r>
      <w:r w:rsidR="00AB2B4C">
        <w:rPr>
          <w:rFonts w:ascii="Helvetica" w:hAnsi="Helvetica"/>
          <w:vanish/>
          <w:color w:val="0000FF"/>
          <w:szCs w:val="24"/>
          <w:u w:val="single"/>
        </w:rPr>
        <w:t xml:space="preserve"> party needs to sign off on the TRD.</w:t>
      </w:r>
    </w:p>
    <w:p w14:paraId="3B638845" w14:textId="77777777" w:rsidR="0017325B" w:rsidRDefault="0017325B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746FA3B2" w14:textId="77777777" w:rsidR="0006641D" w:rsidRDefault="0006641D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  <w:r>
        <w:rPr>
          <w:rFonts w:ascii="Helvetica" w:hAnsi="Helvetica"/>
          <w:vanish/>
          <w:color w:val="0000FF"/>
          <w:szCs w:val="24"/>
          <w:u w:val="single"/>
        </w:rPr>
        <w:t>NMG Software team signed off on TRD.</w:t>
      </w:r>
    </w:p>
    <w:p w14:paraId="79E7C6CA" w14:textId="77777777" w:rsidR="0006641D" w:rsidRDefault="0006641D" w:rsidP="00DF51C1">
      <w:pPr>
        <w:pStyle w:val="L1para"/>
        <w:rPr>
          <w:rFonts w:ascii="Helvetica" w:hAnsi="Helvetica"/>
          <w:vanish/>
          <w:color w:val="0000FF"/>
          <w:szCs w:val="24"/>
          <w:u w:val="single"/>
        </w:rPr>
      </w:pPr>
    </w:p>
    <w:p w14:paraId="4BC23F93" w14:textId="77777777" w:rsidR="00DF51C1" w:rsidRPr="005B467B" w:rsidRDefault="00DF51C1" w:rsidP="00DF51C1">
      <w:pPr>
        <w:pStyle w:val="L1para"/>
        <w:rPr>
          <w:rFonts w:ascii="Helvetica" w:hAnsi="Helvetica"/>
          <w:vanish/>
          <w:szCs w:val="24"/>
          <w:u w:val="single"/>
        </w:rPr>
      </w:pPr>
      <w:r w:rsidRPr="00FF1F4F">
        <w:rPr>
          <w:rFonts w:ascii="Helvetica" w:hAnsi="Helvetica"/>
          <w:vanish/>
          <w:color w:val="0000FF"/>
          <w:szCs w:val="24"/>
          <w:u w:val="single"/>
        </w:rPr>
        <w:t>This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section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should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not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be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left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blank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or</w:t>
      </w:r>
      <w:r w:rsidR="00FF61F5">
        <w:rPr>
          <w:rFonts w:ascii="Helvetica" w:hAnsi="Helvetica"/>
          <w:vanish/>
          <w:color w:val="0000FF"/>
          <w:szCs w:val="24"/>
          <w:u w:val="single"/>
        </w:rPr>
        <w:t xml:space="preserve"> </w:t>
      </w:r>
      <w:r w:rsidRPr="00FF1F4F">
        <w:rPr>
          <w:rFonts w:ascii="Helvetica" w:hAnsi="Helvetica"/>
          <w:vanish/>
          <w:color w:val="0000FF"/>
          <w:szCs w:val="24"/>
          <w:u w:val="single"/>
        </w:rPr>
        <w:t>N/A.</w:t>
      </w:r>
    </w:p>
    <w:p w14:paraId="0853DA07" w14:textId="5FEBBFAE" w:rsidR="005B467B" w:rsidRPr="00FC04CF" w:rsidRDefault="00D76BDA" w:rsidP="005B467B">
      <w:pPr>
        <w:pStyle w:val="L1para"/>
        <w:jc w:val="left"/>
        <w:rPr>
          <w:rFonts w:ascii="Helvetica" w:hAnsi="Helvetica"/>
          <w:color w:val="FF0000"/>
          <w:szCs w:val="24"/>
        </w:rPr>
      </w:pPr>
      <w:r>
        <w:rPr>
          <w:rFonts w:ascii="Helvetica" w:hAnsi="Helvetica"/>
          <w:color w:val="FF0000"/>
          <w:szCs w:val="24"/>
        </w:rPr>
        <w:t xml:space="preserve">This </w:t>
      </w:r>
      <w:r w:rsidRPr="00D76BDA">
        <w:rPr>
          <w:rFonts w:ascii="Helvetica" w:hAnsi="Helvetica"/>
          <w:color w:val="FF0000"/>
          <w:szCs w:val="24"/>
        </w:rPr>
        <w:t xml:space="preserve">document describes the hardware requirements for </w:t>
      </w:r>
      <w:r w:rsidR="00CD7789" w:rsidRPr="00CD7789">
        <w:rPr>
          <w:rFonts w:ascii="Helvetica" w:hAnsi="Helvetica"/>
          <w:color w:val="FF0000"/>
          <w:szCs w:val="24"/>
        </w:rPr>
        <w:t>OM29110ARD-B</w:t>
      </w:r>
      <w:bookmarkStart w:id="3" w:name="_GoBack"/>
      <w:bookmarkEnd w:id="3"/>
    </w:p>
    <w:p w14:paraId="13DFF804" w14:textId="77777777" w:rsidR="007755C6" w:rsidRDefault="007755C6" w:rsidP="00BF1A61">
      <w:pPr>
        <w:pStyle w:val="Heading1"/>
      </w:pPr>
      <w:r>
        <w:rPr>
          <w:rFonts w:hint="eastAsia"/>
        </w:rPr>
        <w:t>Project Type</w:t>
      </w:r>
    </w:p>
    <w:p w14:paraId="6C98EDEB" w14:textId="3F63B09F" w:rsidR="007E07F3" w:rsidRPr="00C86A77" w:rsidRDefault="009A6385" w:rsidP="009A6385">
      <w:pPr>
        <w:pStyle w:val="Caption"/>
        <w:rPr>
          <w:lang w:eastAsia="zh-CN"/>
        </w:rPr>
      </w:pPr>
      <w:bookmarkStart w:id="4" w:name="_Hlk529829433"/>
      <w:r>
        <w:t xml:space="preserve">Table </w:t>
      </w:r>
      <w:r w:rsidR="00CA4A89">
        <w:rPr>
          <w:noProof/>
        </w:rPr>
        <w:fldChar w:fldCharType="begin"/>
      </w:r>
      <w:r w:rsidR="00CA4A89">
        <w:rPr>
          <w:noProof/>
        </w:rPr>
        <w:instrText xml:space="preserve"> SEQ Table \* ARABIC </w:instrText>
      </w:r>
      <w:r w:rsidR="00CA4A89">
        <w:rPr>
          <w:noProof/>
        </w:rPr>
        <w:fldChar w:fldCharType="separate"/>
      </w:r>
      <w:r w:rsidR="00A51276">
        <w:rPr>
          <w:noProof/>
        </w:rPr>
        <w:t>2</w:t>
      </w:r>
      <w:r w:rsidR="00CA4A89">
        <w:rPr>
          <w:noProof/>
        </w:rPr>
        <w:fldChar w:fldCharType="end"/>
      </w:r>
      <w:r>
        <w:rPr>
          <w:rFonts w:hint="eastAsia"/>
          <w:lang w:eastAsia="zh-CN"/>
        </w:rPr>
        <w:t>．</w:t>
      </w:r>
      <w:r>
        <w:rPr>
          <w:lang w:eastAsia="zh-CN"/>
        </w:rPr>
        <w:t>Project Type</w:t>
      </w:r>
    </w:p>
    <w:tbl>
      <w:tblPr>
        <w:tblW w:w="5360" w:type="dxa"/>
        <w:jc w:val="center"/>
        <w:tblLook w:val="04A0" w:firstRow="1" w:lastRow="0" w:firstColumn="1" w:lastColumn="0" w:noHBand="0" w:noVBand="1"/>
      </w:tblPr>
      <w:tblGrid>
        <w:gridCol w:w="1660"/>
        <w:gridCol w:w="3700"/>
      </w:tblGrid>
      <w:tr w:rsidR="007E07F3" w:rsidRPr="00CF7C59" w14:paraId="406DA6F6" w14:textId="77777777" w:rsidTr="007E07F3">
        <w:trPr>
          <w:trHeight w:val="570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1EC354D" w14:textId="77777777" w:rsidR="007E07F3" w:rsidRPr="00CF7C59" w:rsidRDefault="007E07F3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000000"/>
                <w:szCs w:val="22"/>
              </w:rPr>
              <w:t>Project Type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DC5983A" w14:textId="77777777" w:rsidR="007E07F3" w:rsidRPr="00CF7C59" w:rsidRDefault="007E07F3" w:rsidP="007E07F3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</w:p>
        </w:tc>
      </w:tr>
      <w:tr w:rsidR="007E07F3" w:rsidRPr="00CF7C59" w14:paraId="1C723686" w14:textId="77777777" w:rsidTr="006F4C6B">
        <w:trPr>
          <w:trHeight w:val="41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B068E" w14:textId="77777777" w:rsidR="007E07F3" w:rsidRPr="00CF7C59" w:rsidRDefault="001E3110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Re-spin</w:t>
            </w:r>
          </w:p>
        </w:tc>
        <w:sdt>
          <w:sdtPr>
            <w:rPr>
              <w:rFonts w:ascii="Helvetica" w:hAnsi="Helvetica" w:cs="Helvetica"/>
              <w:szCs w:val="22"/>
              <w:lang w:eastAsia="zh-CN"/>
            </w:rPr>
            <w:id w:val="-1454245688"/>
            <w14:checkbox>
              <w14:checked w14:val="0"/>
              <w14:checkedState w14:val="221A" w14:font="Calibri"/>
              <w14:uncheckedState w14:val="2610" w14:font="MS Gothic"/>
            </w14:checkbox>
          </w:sdtPr>
          <w:sdtEndPr/>
          <w:sdtContent>
            <w:tc>
              <w:tcPr>
                <w:tcW w:w="370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  <w:hideMark/>
              </w:tcPr>
              <w:p w14:paraId="41275199" w14:textId="2C9B63C5" w:rsidR="007E07F3" w:rsidRPr="00CF7C59" w:rsidRDefault="0060504E" w:rsidP="003577DB">
                <w:pPr>
                  <w:overflowPunct/>
                  <w:autoSpaceDE/>
                  <w:autoSpaceDN/>
                  <w:adjustRightInd/>
                  <w:spacing w:before="0" w:after="0"/>
                  <w:jc w:val="center"/>
                  <w:textAlignment w:val="auto"/>
                  <w:rPr>
                    <w:rFonts w:ascii="Helvetica" w:hAnsi="Helvetica" w:cs="Helvetica"/>
                    <w:color w:val="FF0000"/>
                    <w:szCs w:val="22"/>
                    <w:lang w:eastAsia="zh-CN"/>
                  </w:rPr>
                </w:pPr>
                <w:r>
                  <w:rPr>
                    <w:rFonts w:ascii="MS Gothic" w:eastAsia="MS Gothic" w:hAnsi="MS Gothic" w:cs="Helvetica" w:hint="eastAsia"/>
                    <w:szCs w:val="22"/>
                    <w:lang w:eastAsia="zh-CN"/>
                  </w:rPr>
                  <w:t>☐</w:t>
                </w:r>
              </w:p>
            </w:tc>
          </w:sdtContent>
        </w:sdt>
      </w:tr>
      <w:tr w:rsidR="007E07F3" w:rsidRPr="00CF7C59" w14:paraId="3EB96763" w14:textId="77777777" w:rsidTr="007E07F3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6148" w14:textId="77777777" w:rsidR="007E07F3" w:rsidRPr="00CF7C59" w:rsidRDefault="001E3110" w:rsidP="007E07F3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Ne</w:t>
            </w:r>
            <w:r>
              <w:rPr>
                <w:rFonts w:ascii="Helvetica" w:hAnsi="Helvetica" w:cs="Helvetica"/>
                <w:color w:val="000000"/>
                <w:szCs w:val="22"/>
                <w:lang w:eastAsia="zh-CN"/>
              </w:rPr>
              <w:t>w Project</w:t>
            </w:r>
          </w:p>
        </w:tc>
        <w:sdt>
          <w:sdtPr>
            <w:rPr>
              <w:rFonts w:ascii="Helvetica" w:hAnsi="Helvetica" w:cs="Helvetica"/>
              <w:szCs w:val="22"/>
              <w:lang w:eastAsia="zh-CN"/>
            </w:rPr>
            <w:id w:val="1899317485"/>
            <w14:checkbox>
              <w14:checked w14:val="1"/>
              <w14:checkedState w14:val="221A" w14:font="Calibri"/>
              <w14:uncheckedState w14:val="2610" w14:font="MS Gothic"/>
            </w14:checkbox>
          </w:sdtPr>
          <w:sdtEndPr/>
          <w:sdtContent>
            <w:tc>
              <w:tcPr>
                <w:tcW w:w="370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  <w:hideMark/>
              </w:tcPr>
              <w:p w14:paraId="447B069C" w14:textId="75ABAFE4" w:rsidR="007E07F3" w:rsidRPr="00CF7C59" w:rsidRDefault="0060504E" w:rsidP="003577DB">
                <w:pPr>
                  <w:overflowPunct/>
                  <w:autoSpaceDE/>
                  <w:autoSpaceDN/>
                  <w:adjustRightInd/>
                  <w:spacing w:before="0" w:after="0"/>
                  <w:jc w:val="center"/>
                  <w:textAlignment w:val="auto"/>
                  <w:rPr>
                    <w:rFonts w:ascii="Helvetica" w:hAnsi="Helvetica" w:cs="Helvetica"/>
                    <w:color w:val="FF0000"/>
                    <w:szCs w:val="22"/>
                    <w:lang w:eastAsia="zh-CN"/>
                  </w:rPr>
                </w:pPr>
                <w:r>
                  <w:rPr>
                    <w:rFonts w:ascii="Calibri" w:hAnsi="Calibri" w:cs="Calibri"/>
                    <w:szCs w:val="22"/>
                    <w:lang w:eastAsia="zh-CN"/>
                  </w:rPr>
                  <w:t>√</w:t>
                </w:r>
              </w:p>
            </w:tc>
          </w:sdtContent>
        </w:sdt>
      </w:tr>
    </w:tbl>
    <w:bookmarkEnd w:id="4"/>
    <w:p w14:paraId="0A2D1E5F" w14:textId="6BBBD709" w:rsidR="005B467B" w:rsidRDefault="001E3110" w:rsidP="00BF1A61">
      <w:pPr>
        <w:pStyle w:val="Heading1"/>
      </w:pPr>
      <w:r>
        <w:t xml:space="preserve">Re-spin </w:t>
      </w:r>
      <w:r w:rsidR="005B467B" w:rsidRPr="005B1671">
        <w:t>Requirements</w:t>
      </w:r>
    </w:p>
    <w:p w14:paraId="7FF2EB1D" w14:textId="77777777" w:rsidR="001E3110" w:rsidRDefault="001E3110" w:rsidP="00187952">
      <w:pPr>
        <w:pStyle w:val="Heading2"/>
      </w:pPr>
      <w:r>
        <w:rPr>
          <w:rFonts w:hint="eastAsia"/>
        </w:rPr>
        <w:t>Project Information</w:t>
      </w:r>
    </w:p>
    <w:p w14:paraId="25CDFEB0" w14:textId="15089624" w:rsidR="006F4C6B" w:rsidRDefault="009A6385" w:rsidP="009A6385">
      <w:pPr>
        <w:pStyle w:val="Caption"/>
      </w:pPr>
      <w:r>
        <w:t xml:space="preserve">Table </w:t>
      </w:r>
      <w:r w:rsidR="00CA4A89">
        <w:rPr>
          <w:noProof/>
        </w:rPr>
        <w:fldChar w:fldCharType="begin"/>
      </w:r>
      <w:r w:rsidR="00CA4A89">
        <w:rPr>
          <w:noProof/>
        </w:rPr>
        <w:instrText xml:space="preserve"> SEQ Table \* ARABIC </w:instrText>
      </w:r>
      <w:r w:rsidR="00CA4A89">
        <w:rPr>
          <w:noProof/>
        </w:rPr>
        <w:fldChar w:fldCharType="separate"/>
      </w:r>
      <w:r w:rsidR="00A51276">
        <w:rPr>
          <w:noProof/>
        </w:rPr>
        <w:t>3</w:t>
      </w:r>
      <w:r w:rsidR="00CA4A89">
        <w:rPr>
          <w:noProof/>
        </w:rPr>
        <w:fldChar w:fldCharType="end"/>
      </w:r>
      <w:r>
        <w:t xml:space="preserve">. </w:t>
      </w:r>
      <w:r w:rsidRPr="003A1CA1">
        <w:t>Project Information</w:t>
      </w:r>
    </w:p>
    <w:tbl>
      <w:tblPr>
        <w:tblW w:w="6658" w:type="dxa"/>
        <w:jc w:val="center"/>
        <w:tblLook w:val="04A0" w:firstRow="1" w:lastRow="0" w:firstColumn="1" w:lastColumn="0" w:noHBand="0" w:noVBand="1"/>
      </w:tblPr>
      <w:tblGrid>
        <w:gridCol w:w="3114"/>
        <w:gridCol w:w="3544"/>
      </w:tblGrid>
      <w:tr w:rsidR="006F4C6B" w:rsidRPr="00CF7C59" w14:paraId="0CFB0B4F" w14:textId="77777777" w:rsidTr="006F4C6B">
        <w:trPr>
          <w:trHeight w:val="570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B06AB8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000000"/>
                <w:szCs w:val="22"/>
              </w:rPr>
              <w:t>Project Information</w:t>
            </w:r>
          </w:p>
        </w:tc>
      </w:tr>
      <w:tr w:rsidR="006F4C6B" w:rsidRPr="00CF7C59" w14:paraId="7BA94A79" w14:textId="77777777" w:rsidTr="006F4C6B">
        <w:trPr>
          <w:trHeight w:val="41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D8FD9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Mark</w:t>
            </w:r>
            <w:r>
              <w:rPr>
                <w:rFonts w:ascii="Helvetica" w:hAnsi="Helvetica" w:cs="Helvetica"/>
                <w:color w:val="000000"/>
                <w:szCs w:val="22"/>
                <w:lang w:eastAsia="zh-CN"/>
              </w:rPr>
              <w:t>e</w:t>
            </w: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ting Part Number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42982" w14:textId="38B5D83C" w:rsidR="006F4C6B" w:rsidRPr="00CF7C59" w:rsidRDefault="00CD7789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 w:rsidRPr="00CD7789">
              <w:rPr>
                <w:rFonts w:ascii="Helvetica" w:hAnsi="Helvetica"/>
                <w:color w:val="FF0000"/>
                <w:sz w:val="24"/>
                <w:szCs w:val="24"/>
              </w:rPr>
              <w:t>OM29110ARD-B</w:t>
            </w:r>
          </w:p>
        </w:tc>
      </w:tr>
      <w:tr w:rsidR="006F4C6B" w:rsidRPr="00CF7C59" w14:paraId="70272235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AF387" w14:textId="77777777" w:rsidR="006F4C6B" w:rsidRPr="00CF7C59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Agile Core Number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475A" w14:textId="2095E25F" w:rsidR="006F4C6B" w:rsidRPr="00CF7C59" w:rsidRDefault="0060504E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FF0000"/>
                <w:szCs w:val="22"/>
                <w:lang w:eastAsia="zh-CN"/>
              </w:rPr>
              <w:t>4795</w:t>
            </w:r>
            <w:r w:rsidR="00CD7789">
              <w:rPr>
                <w:rFonts w:ascii="Helvetica" w:hAnsi="Helvetica" w:cs="Helvetica"/>
                <w:color w:val="FF0000"/>
                <w:szCs w:val="22"/>
                <w:lang w:eastAsia="zh-CN"/>
              </w:rPr>
              <w:t>7</w:t>
            </w:r>
          </w:p>
        </w:tc>
      </w:tr>
      <w:tr w:rsidR="006F4C6B" w:rsidRPr="00CF7C59" w14:paraId="46C09CF9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83547" w14:textId="77777777" w:rsidR="006F4C6B" w:rsidRDefault="006F4C6B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Revision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0BF88" w14:textId="3D915396" w:rsidR="006F4C6B" w:rsidRPr="00CF7C59" w:rsidRDefault="0060504E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  <w:r>
              <w:rPr>
                <w:rFonts w:ascii="Helvetica" w:hAnsi="Helvetica" w:cs="Helvetica"/>
                <w:color w:val="FF0000"/>
                <w:szCs w:val="22"/>
                <w:lang w:eastAsia="zh-CN"/>
              </w:rPr>
              <w:t>X1</w:t>
            </w:r>
          </w:p>
        </w:tc>
      </w:tr>
      <w:tr w:rsidR="00DA1D90" w:rsidRPr="00CF7C59" w14:paraId="5B495122" w14:textId="77777777" w:rsidTr="006F4C6B">
        <w:trPr>
          <w:trHeight w:val="3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EB1A0" w14:textId="5A05821D" w:rsidR="00DA1D90" w:rsidRDefault="00DA1D90" w:rsidP="006F4C6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000000"/>
                <w:szCs w:val="22"/>
                <w:lang w:eastAsia="zh-CN"/>
              </w:rPr>
            </w:pPr>
            <w:r>
              <w:rPr>
                <w:rFonts w:ascii="Helvetica" w:hAnsi="Helvetica" w:cs="Helvetica" w:hint="eastAsia"/>
                <w:color w:val="000000"/>
                <w:szCs w:val="22"/>
                <w:lang w:eastAsia="zh-CN"/>
              </w:rPr>
              <w:t>Existing TRD and Revision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1236F" w14:textId="6F3E74B6" w:rsidR="00DA1D90" w:rsidRPr="00CF7C59" w:rsidRDefault="00DA1D90" w:rsidP="003577DB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Helvetica" w:hAnsi="Helvetica" w:cs="Helvetica"/>
                <w:color w:val="FF0000"/>
                <w:szCs w:val="22"/>
                <w:lang w:eastAsia="zh-CN"/>
              </w:rPr>
            </w:pPr>
          </w:p>
        </w:tc>
      </w:tr>
    </w:tbl>
    <w:p w14:paraId="10EC47EC" w14:textId="77777777" w:rsidR="00E61F85" w:rsidRDefault="00E61F85" w:rsidP="00187952">
      <w:pPr>
        <w:pStyle w:val="Heading2"/>
      </w:pPr>
      <w:r>
        <w:rPr>
          <w:rFonts w:hint="eastAsia"/>
        </w:rPr>
        <w:t>Changes</w:t>
      </w:r>
    </w:p>
    <w:bookmarkEnd w:id="0"/>
    <w:bookmarkEnd w:id="1"/>
    <w:bookmarkEnd w:id="2"/>
    <w:p w14:paraId="64E6B3ED" w14:textId="1B9BF77D" w:rsidR="001B0927" w:rsidRDefault="0060504E" w:rsidP="0060504E">
      <w:pPr>
        <w:pStyle w:val="ListParagraph"/>
        <w:numPr>
          <w:ilvl w:val="0"/>
          <w:numId w:val="42"/>
        </w:numPr>
        <w:overflowPunct/>
        <w:autoSpaceDE/>
        <w:autoSpaceDN/>
        <w:adjustRightInd/>
        <w:spacing w:before="0" w:after="0"/>
        <w:textAlignment w:val="auto"/>
      </w:pPr>
      <w:r w:rsidRPr="0060504E">
        <w:t>Design update from OM27151ARD. Silicon change (PN7150B0HN/C11002 --&gt; PN7150B0HN/C11006)</w:t>
      </w:r>
    </w:p>
    <w:sectPr w:rsidR="001B0927" w:rsidSect="009C34E1">
      <w:headerReference w:type="default" r:id="rId8"/>
      <w:footerReference w:type="default" r:id="rId9"/>
      <w:pgSz w:w="12240" w:h="15840" w:code="1"/>
      <w:pgMar w:top="1440" w:right="1440" w:bottom="1584" w:left="1440" w:header="720" w:footer="576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4CA86" w14:textId="77777777" w:rsidR="00F25F55" w:rsidRDefault="00F25F55">
      <w:r>
        <w:separator/>
      </w:r>
    </w:p>
    <w:p w14:paraId="5A8A4FFE" w14:textId="77777777" w:rsidR="00F25F55" w:rsidRDefault="00F25F55"/>
    <w:p w14:paraId="072BB0E6" w14:textId="77777777" w:rsidR="00F25F55" w:rsidRDefault="00F25F55"/>
  </w:endnote>
  <w:endnote w:type="continuationSeparator" w:id="0">
    <w:p w14:paraId="2C5184C8" w14:textId="77777777" w:rsidR="00F25F55" w:rsidRDefault="00F25F55">
      <w:r>
        <w:continuationSeparator/>
      </w:r>
    </w:p>
    <w:p w14:paraId="4E5FAAB2" w14:textId="77777777" w:rsidR="00F25F55" w:rsidRDefault="00F25F55"/>
    <w:p w14:paraId="472457CA" w14:textId="77777777" w:rsidR="00F25F55" w:rsidRDefault="00F25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8CAF8" w14:textId="1E9B8EA7" w:rsidR="003C29AD" w:rsidRPr="002B6AE2" w:rsidRDefault="00CD7789" w:rsidP="009C34E1">
    <w:pPr>
      <w:tabs>
        <w:tab w:val="center" w:pos="4320"/>
        <w:tab w:val="right" w:pos="8640"/>
      </w:tabs>
      <w:rPr>
        <w:rFonts w:ascii="Helvetica" w:hAnsi="Helvetica"/>
        <w:snapToGrid w:val="0"/>
        <w:sz w:val="18"/>
        <w:szCs w:val="18"/>
      </w:rPr>
    </w:pPr>
    <w:r w:rsidRPr="00CD7789">
      <w:rPr>
        <w:rFonts w:ascii="Helvetica" w:hAnsi="Helvetica"/>
        <w:snapToGrid w:val="0"/>
        <w:color w:val="FF0000"/>
        <w:sz w:val="18"/>
        <w:szCs w:val="18"/>
      </w:rPr>
      <w:t>OM29110ARD-B</w:t>
    </w:r>
    <w:r>
      <w:rPr>
        <w:rFonts w:ascii="Helvetica" w:hAnsi="Helvetica"/>
        <w:snapToGrid w:val="0"/>
        <w:color w:val="FF0000"/>
        <w:sz w:val="18"/>
        <w:szCs w:val="18"/>
      </w:rPr>
      <w:t xml:space="preserve"> </w:t>
    </w:r>
    <w:r w:rsidR="003C29AD">
      <w:rPr>
        <w:rFonts w:ascii="Helvetica" w:hAnsi="Helvetica"/>
        <w:snapToGrid w:val="0"/>
        <w:sz w:val="18"/>
        <w:szCs w:val="18"/>
      </w:rPr>
      <w:t xml:space="preserve">TRD Rev </w:t>
    </w:r>
    <w:r w:rsidR="00E044F1">
      <w:rPr>
        <w:rFonts w:ascii="Helvetica" w:hAnsi="Helvetica"/>
        <w:snapToGrid w:val="0"/>
        <w:color w:val="FF0000"/>
        <w:sz w:val="18"/>
        <w:szCs w:val="18"/>
      </w:rPr>
      <w:t>X1</w:t>
    </w:r>
    <w:r w:rsidR="003C29AD" w:rsidRPr="002B6AE2">
      <w:rPr>
        <w:rFonts w:ascii="Helvetica" w:hAnsi="Helvetica"/>
        <w:snapToGrid w:val="0"/>
        <w:sz w:val="18"/>
        <w:szCs w:val="18"/>
      </w:rPr>
      <w:tab/>
    </w:r>
    <w:r w:rsidR="003C29AD" w:rsidRPr="002B6AE2">
      <w:rPr>
        <w:rFonts w:ascii="Helvetica" w:hAnsi="Helvetica"/>
        <w:snapToGrid w:val="0"/>
        <w:sz w:val="18"/>
        <w:szCs w:val="18"/>
      </w:rPr>
      <w:pgNum/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of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Style w:val="PageNumber"/>
        <w:sz w:val="18"/>
        <w:szCs w:val="18"/>
      </w:rPr>
      <w:fldChar w:fldCharType="begin"/>
    </w:r>
    <w:r w:rsidR="003C29AD" w:rsidRPr="002B6AE2">
      <w:rPr>
        <w:rStyle w:val="PageNumber"/>
        <w:sz w:val="18"/>
        <w:szCs w:val="18"/>
      </w:rPr>
      <w:instrText xml:space="preserve"> NUMPAGES </w:instrText>
    </w:r>
    <w:r w:rsidR="003C29AD" w:rsidRPr="002B6AE2">
      <w:rPr>
        <w:rStyle w:val="PageNumber"/>
        <w:sz w:val="18"/>
        <w:szCs w:val="18"/>
      </w:rPr>
      <w:fldChar w:fldCharType="separate"/>
    </w:r>
    <w:r w:rsidR="00C76B45">
      <w:rPr>
        <w:rStyle w:val="PageNumber"/>
        <w:noProof/>
        <w:sz w:val="18"/>
        <w:szCs w:val="18"/>
      </w:rPr>
      <w:t>3</w:t>
    </w:r>
    <w:r w:rsidR="003C29AD" w:rsidRPr="002B6AE2">
      <w:rPr>
        <w:rStyle w:val="PageNumber"/>
        <w:sz w:val="18"/>
        <w:szCs w:val="18"/>
      </w:rPr>
      <w:fldChar w:fldCharType="end"/>
    </w:r>
    <w:r w:rsidR="003C29AD" w:rsidRPr="002B6AE2">
      <w:rPr>
        <w:rFonts w:ascii="Helvetica" w:hAnsi="Helvetica"/>
        <w:snapToGrid w:val="0"/>
        <w:sz w:val="18"/>
        <w:szCs w:val="18"/>
      </w:rPr>
      <w:tab/>
    </w:r>
    <w:r w:rsidR="003C29AD">
      <w:rPr>
        <w:rFonts w:ascii="Helvetica" w:hAnsi="Helvetica"/>
        <w:snapToGrid w:val="0"/>
        <w:sz w:val="18"/>
        <w:szCs w:val="18"/>
      </w:rPr>
      <w:t xml:space="preserve">NXP </w:t>
    </w:r>
    <w:r w:rsidR="003C29AD" w:rsidRPr="002B6AE2">
      <w:rPr>
        <w:rFonts w:ascii="Helvetica" w:hAnsi="Helvetica"/>
        <w:snapToGrid w:val="0"/>
        <w:sz w:val="18"/>
        <w:szCs w:val="18"/>
      </w:rPr>
      <w:t>Internal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Use</w:t>
    </w:r>
    <w:r w:rsidR="003C29AD">
      <w:rPr>
        <w:rFonts w:ascii="Helvetica" w:hAnsi="Helvetica"/>
        <w:snapToGrid w:val="0"/>
        <w:sz w:val="18"/>
        <w:szCs w:val="18"/>
      </w:rPr>
      <w:t xml:space="preserve"> </w:t>
    </w:r>
    <w:r w:rsidR="003C29AD" w:rsidRPr="002B6AE2">
      <w:rPr>
        <w:rFonts w:ascii="Helvetica" w:hAnsi="Helvetica"/>
        <w:snapToGrid w:val="0"/>
        <w:sz w:val="18"/>
        <w:szCs w:val="18"/>
      </w:rPr>
      <w:t>Only</w:t>
    </w:r>
  </w:p>
  <w:p w14:paraId="72AF47A9" w14:textId="75732DFD" w:rsidR="003C29AD" w:rsidRPr="009C34E1" w:rsidRDefault="003C29AD" w:rsidP="009C34E1">
    <w:pPr>
      <w:pStyle w:val="Footer"/>
      <w:rPr>
        <w:rFonts w:ascii="Helvetica" w:hAnsi="Helvetica"/>
        <w:sz w:val="18"/>
        <w:szCs w:val="18"/>
      </w:rPr>
    </w:pPr>
    <w:r w:rsidRPr="002B6AE2">
      <w:rPr>
        <w:rFonts w:ascii="Helvetica" w:hAnsi="Helvetica"/>
        <w:snapToGrid w:val="0"/>
        <w:sz w:val="18"/>
        <w:szCs w:val="18"/>
      </w:rPr>
      <w:t>Created</w:t>
    </w:r>
    <w:r>
      <w:rPr>
        <w:rFonts w:ascii="Helvetica" w:hAnsi="Helvetica"/>
        <w:snapToGrid w:val="0"/>
        <w:sz w:val="18"/>
        <w:szCs w:val="18"/>
      </w:rPr>
      <w:t xml:space="preserve"> </w:t>
    </w:r>
    <w:r w:rsidRPr="002B6AE2">
      <w:rPr>
        <w:rFonts w:ascii="Helvetica" w:hAnsi="Helvetica"/>
        <w:snapToGrid w:val="0"/>
        <w:sz w:val="18"/>
        <w:szCs w:val="18"/>
      </w:rPr>
      <w:t>on</w:t>
    </w:r>
    <w:r>
      <w:rPr>
        <w:rFonts w:ascii="Helvetica" w:hAnsi="Helvetica"/>
        <w:snapToGrid w:val="0"/>
        <w:sz w:val="18"/>
        <w:szCs w:val="18"/>
      </w:rPr>
      <w:t xml:space="preserve"> </w:t>
    </w:r>
    <w:r w:rsidR="00CD7789">
      <w:rPr>
        <w:rFonts w:ascii="Helvetica" w:hAnsi="Helvetica"/>
        <w:snapToGrid w:val="0"/>
        <w:color w:val="FF0000"/>
        <w:sz w:val="18"/>
        <w:szCs w:val="18"/>
      </w:rPr>
      <w:t>30</w:t>
    </w:r>
    <w:r w:rsidR="00186327">
      <w:rPr>
        <w:rFonts w:ascii="Helvetica" w:hAnsi="Helvetica"/>
        <w:snapToGrid w:val="0"/>
        <w:color w:val="FF0000"/>
        <w:sz w:val="18"/>
        <w:szCs w:val="18"/>
      </w:rPr>
      <w:t>-</w:t>
    </w:r>
    <w:r w:rsidR="00643BD7">
      <w:rPr>
        <w:rFonts w:ascii="Helvetica" w:hAnsi="Helvetica"/>
        <w:snapToGrid w:val="0"/>
        <w:color w:val="FF0000"/>
        <w:sz w:val="18"/>
        <w:szCs w:val="18"/>
      </w:rPr>
      <w:t>10</w:t>
    </w:r>
    <w:r>
      <w:rPr>
        <w:rFonts w:ascii="Helvetica" w:hAnsi="Helvetica"/>
        <w:snapToGrid w:val="0"/>
        <w:color w:val="FF0000"/>
        <w:sz w:val="18"/>
        <w:szCs w:val="18"/>
      </w:rPr>
      <w:t>-20</w:t>
    </w:r>
    <w:r w:rsidR="00E044F1">
      <w:rPr>
        <w:rFonts w:ascii="Helvetica" w:hAnsi="Helvetica"/>
        <w:snapToGrid w:val="0"/>
        <w:color w:val="FF0000"/>
        <w:sz w:val="18"/>
        <w:szCs w:val="18"/>
      </w:rPr>
      <w:t>20</w:t>
    </w:r>
    <w:r w:rsidRPr="002B6AE2">
      <w:rPr>
        <w:rFonts w:ascii="Helvetica" w:hAnsi="Helvetica"/>
        <w:snapToGrid w:val="0"/>
        <w:sz w:val="18"/>
        <w:szCs w:val="18"/>
      </w:rPr>
      <w:tab/>
    </w:r>
    <w:r w:rsidRPr="002B6AE2">
      <w:rPr>
        <w:rFonts w:ascii="Helvetica" w:hAnsi="Helvetica"/>
        <w:snapToGrid w:val="0"/>
        <w:sz w:val="18"/>
        <w:szCs w:val="18"/>
      </w:rPr>
      <w:tab/>
      <w:t>Agile</w:t>
    </w:r>
    <w:r>
      <w:rPr>
        <w:rFonts w:ascii="Helvetica" w:hAnsi="Helvetica"/>
        <w:snapToGrid w:val="0"/>
        <w:sz w:val="18"/>
        <w:szCs w:val="18"/>
      </w:rPr>
      <w:t xml:space="preserve"> </w:t>
    </w:r>
    <w:r w:rsidRPr="002B6AE2">
      <w:rPr>
        <w:rFonts w:ascii="Helvetica" w:hAnsi="Helvetica"/>
        <w:snapToGrid w:val="0"/>
        <w:sz w:val="18"/>
        <w:szCs w:val="18"/>
      </w:rPr>
      <w:t>Document:</w:t>
    </w:r>
    <w:r>
      <w:rPr>
        <w:rFonts w:ascii="Helvetica" w:hAnsi="Helvetica"/>
        <w:snapToGrid w:val="0"/>
        <w:sz w:val="18"/>
        <w:szCs w:val="18"/>
      </w:rPr>
      <w:t xml:space="preserve"> TRD</w:t>
    </w:r>
    <w:r w:rsidRPr="002B6AE2">
      <w:rPr>
        <w:rFonts w:ascii="Helvetica" w:hAnsi="Helvetica"/>
        <w:snapToGrid w:val="0"/>
        <w:sz w:val="18"/>
        <w:szCs w:val="18"/>
      </w:rPr>
      <w:t>-</w:t>
    </w:r>
    <w:r w:rsidR="0060504E">
      <w:rPr>
        <w:rFonts w:ascii="Helvetica" w:hAnsi="Helvetica"/>
        <w:snapToGrid w:val="0"/>
        <w:color w:val="FF0000"/>
        <w:sz w:val="18"/>
        <w:szCs w:val="18"/>
      </w:rPr>
      <w:t>4795</w:t>
    </w:r>
    <w:r w:rsidR="00CD7789">
      <w:rPr>
        <w:rFonts w:ascii="Helvetica" w:hAnsi="Helvetica"/>
        <w:snapToGrid w:val="0"/>
        <w:color w:val="FF0000"/>
        <w:sz w:val="18"/>
        <w:szCs w:val="18"/>
      </w:rPr>
      <w:t>7</w:t>
    </w:r>
    <w:r w:rsidRPr="002B6AE2">
      <w:rPr>
        <w:rFonts w:ascii="Helvetica" w:hAnsi="Helvetica"/>
        <w:snapToGrid w:val="0"/>
        <w:sz w:val="18"/>
        <w:szCs w:val="18"/>
      </w:rPr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8C0B3" w14:textId="77777777" w:rsidR="00F25F55" w:rsidRDefault="00F25F55">
      <w:r>
        <w:separator/>
      </w:r>
    </w:p>
    <w:p w14:paraId="50253E2F" w14:textId="77777777" w:rsidR="00F25F55" w:rsidRDefault="00F25F55"/>
    <w:p w14:paraId="3FCF82E4" w14:textId="77777777" w:rsidR="00F25F55" w:rsidRDefault="00F25F55"/>
  </w:footnote>
  <w:footnote w:type="continuationSeparator" w:id="0">
    <w:p w14:paraId="40389D9D" w14:textId="77777777" w:rsidR="00F25F55" w:rsidRDefault="00F25F55">
      <w:r>
        <w:continuationSeparator/>
      </w:r>
    </w:p>
    <w:p w14:paraId="5703630E" w14:textId="77777777" w:rsidR="00F25F55" w:rsidRDefault="00F25F55"/>
    <w:p w14:paraId="37FBF3D1" w14:textId="77777777" w:rsidR="00F25F55" w:rsidRDefault="00F25F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E1650" w14:textId="77777777" w:rsidR="003C29AD" w:rsidRPr="00BB3D4A" w:rsidRDefault="003C29AD" w:rsidP="000C2FAF">
    <w:pPr>
      <w:pStyle w:val="Header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41E179" wp14:editId="1B739CED">
              <wp:simplePos x="0" y="0"/>
              <wp:positionH relativeFrom="column">
                <wp:posOffset>-6350</wp:posOffset>
              </wp:positionH>
              <wp:positionV relativeFrom="paragraph">
                <wp:posOffset>201295</wp:posOffset>
              </wp:positionV>
              <wp:extent cx="5937250" cy="0"/>
              <wp:effectExtent l="69850" t="67945" r="69850" b="6540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7250" cy="0"/>
                      </a:xfrm>
                      <a:prstGeom prst="line">
                        <a:avLst/>
                      </a:prstGeom>
                      <a:noFill/>
                      <a:ln w="1270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6FEDD5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5.85pt" to="467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" strokecolor="#969696" strokeweight="10pt"/>
          </w:pict>
        </mc:Fallback>
      </mc:AlternateContent>
    </w:r>
  </w:p>
  <w:p w14:paraId="279AE157" w14:textId="77777777" w:rsidR="003C29AD" w:rsidRDefault="003C29AD" w:rsidP="00A074FC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00475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7A82A72"/>
    <w:lvl w:ilvl="0">
      <w:start w:val="1"/>
      <w:numFmt w:val="lowerLetter"/>
      <w:pStyle w:val="ListNumber4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F2ECDA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EE435A8"/>
    <w:lvl w:ilvl="0">
      <w:start w:val="1"/>
      <w:numFmt w:val="decimal"/>
      <w:pStyle w:val="ListNumber2"/>
      <w:lvlText w:val="%1.)"/>
      <w:lvlJc w:val="left"/>
      <w:pPr>
        <w:tabs>
          <w:tab w:val="num" w:pos="1368"/>
        </w:tabs>
        <w:ind w:left="1368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CB807786"/>
    <w:lvl w:ilvl="0">
      <w:start w:val="1"/>
      <w:numFmt w:val="bullet"/>
      <w:pStyle w:val="ListBullet5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9E12DE"/>
    <w:lvl w:ilvl="0">
      <w:start w:val="1"/>
      <w:numFmt w:val="bullet"/>
      <w:pStyle w:val="ListBullet4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</w:abstractNum>
  <w:abstractNum w:abstractNumId="6" w15:restartNumberingAfterBreak="0">
    <w:nsid w:val="FFFFFF82"/>
    <w:multiLevelType w:val="singleLevel"/>
    <w:tmpl w:val="D37025C4"/>
    <w:lvl w:ilvl="0">
      <w:start w:val="1"/>
      <w:numFmt w:val="bullet"/>
      <w:pStyle w:val="ListBullet3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7E40D6"/>
    <w:lvl w:ilvl="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1E5D7E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07EAE436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</w:abstractNum>
  <w:abstractNum w:abstractNumId="10" w15:restartNumberingAfterBreak="0">
    <w:nsid w:val="00403B94"/>
    <w:multiLevelType w:val="multilevel"/>
    <w:tmpl w:val="0D96AD2C"/>
    <w:styleLink w:val="CurrentList1"/>
    <w:lvl w:ilvl="0">
      <w:start w:val="1"/>
      <w:numFmt w:val="bullet"/>
      <w:lvlText w:val=""/>
      <w:lvlJc w:val="left"/>
      <w:pPr>
        <w:tabs>
          <w:tab w:val="num" w:pos="432"/>
        </w:tabs>
        <w:ind w:left="432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06A523E9"/>
    <w:multiLevelType w:val="hybridMultilevel"/>
    <w:tmpl w:val="A762D4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76BE8"/>
    <w:multiLevelType w:val="hybridMultilevel"/>
    <w:tmpl w:val="45A6552E"/>
    <w:lvl w:ilvl="0" w:tplc="20662D36">
      <w:start w:val="1"/>
      <w:numFmt w:val="decimal"/>
      <w:pStyle w:val="Footnote"/>
      <w:lvlText w:val="%1)"/>
      <w:lvlJc w:val="left"/>
      <w:pPr>
        <w:tabs>
          <w:tab w:val="num" w:pos="432"/>
        </w:tabs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Heading3App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7C5716"/>
    <w:multiLevelType w:val="hybridMultilevel"/>
    <w:tmpl w:val="6ABE6FDE"/>
    <w:lvl w:ilvl="0" w:tplc="1F569A6A">
      <w:start w:val="1"/>
      <w:numFmt w:val="lowerLetter"/>
      <w:pStyle w:val="ListAlpha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9F193B"/>
    <w:multiLevelType w:val="hybridMultilevel"/>
    <w:tmpl w:val="3036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62290"/>
    <w:multiLevelType w:val="multilevel"/>
    <w:tmpl w:val="44888408"/>
    <w:lvl w:ilvl="0">
      <w:start w:val="1"/>
      <w:numFmt w:val="upperLetter"/>
      <w:suff w:val="nothing"/>
      <w:lvlText w:val="Appendix 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pStyle w:val="Heading2App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Restart w:val="0"/>
      <w:pStyle w:val="Heading4App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7C45CC4"/>
    <w:multiLevelType w:val="hybridMultilevel"/>
    <w:tmpl w:val="618A5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6263B"/>
    <w:multiLevelType w:val="hybridMultilevel"/>
    <w:tmpl w:val="D28C01A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1ADC1B2E"/>
    <w:multiLevelType w:val="hybridMultilevel"/>
    <w:tmpl w:val="C3BC8E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2C43CA"/>
    <w:multiLevelType w:val="hybridMultilevel"/>
    <w:tmpl w:val="3F225156"/>
    <w:lvl w:ilvl="0" w:tplc="E1A2B85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3604D7"/>
    <w:multiLevelType w:val="hybridMultilevel"/>
    <w:tmpl w:val="1C206F00"/>
    <w:lvl w:ilvl="0" w:tplc="AFA01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1A7BEC"/>
    <w:multiLevelType w:val="hybridMultilevel"/>
    <w:tmpl w:val="E0D0301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EC32DE"/>
    <w:multiLevelType w:val="hybridMultilevel"/>
    <w:tmpl w:val="AE7EC6D6"/>
    <w:lvl w:ilvl="0" w:tplc="3C96C7D2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0E6825"/>
    <w:multiLevelType w:val="hybridMultilevel"/>
    <w:tmpl w:val="612AF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BCA101A"/>
    <w:multiLevelType w:val="multilevel"/>
    <w:tmpl w:val="0D96AD2C"/>
    <w:numStyleLink w:val="CurrentList1"/>
  </w:abstractNum>
  <w:abstractNum w:abstractNumId="25" w15:restartNumberingAfterBreak="0">
    <w:nsid w:val="2D1C593F"/>
    <w:multiLevelType w:val="hybridMultilevel"/>
    <w:tmpl w:val="7C765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A84837"/>
    <w:multiLevelType w:val="multilevel"/>
    <w:tmpl w:val="AB4295B8"/>
    <w:lvl w:ilvl="0">
      <w:start w:val="2"/>
      <w:numFmt w:val="decimal"/>
      <w:pStyle w:val="L1num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pStyle w:val="L1num"/>
      <w:lvlText w:val="%1.%2"/>
      <w:lvlJc w:val="left"/>
      <w:pPr>
        <w:tabs>
          <w:tab w:val="num" w:pos="699"/>
        </w:tabs>
        <w:ind w:left="699" w:hanging="600"/>
      </w:pPr>
      <w:rPr>
        <w:rFonts w:hint="default"/>
        <w:b/>
        <w:i w:val="0"/>
      </w:rPr>
    </w:lvl>
    <w:lvl w:ilvl="2">
      <w:start w:val="1"/>
      <w:numFmt w:val="decimal"/>
      <w:pStyle w:val="L2num"/>
      <w:lvlText w:val="%1.%2.%3"/>
      <w:lvlJc w:val="left"/>
      <w:pPr>
        <w:tabs>
          <w:tab w:val="num" w:pos="918"/>
        </w:tabs>
        <w:ind w:left="91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17"/>
        </w:tabs>
        <w:ind w:left="10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5"/>
        </w:tabs>
        <w:ind w:left="1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33"/>
        </w:tabs>
        <w:ind w:left="2133" w:hanging="144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152"/>
        </w:tabs>
        <w:ind w:left="1152" w:hanging="360"/>
      </w:pPr>
      <w:rPr>
        <w:rFonts w:hint="default"/>
      </w:rPr>
    </w:lvl>
  </w:abstractNum>
  <w:abstractNum w:abstractNumId="27" w15:restartNumberingAfterBreak="0">
    <w:nsid w:val="43EB54C2"/>
    <w:multiLevelType w:val="hybridMultilevel"/>
    <w:tmpl w:val="CB342B88"/>
    <w:lvl w:ilvl="0" w:tplc="F56CC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043DEE"/>
    <w:multiLevelType w:val="hybridMultilevel"/>
    <w:tmpl w:val="370AD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51B92"/>
    <w:multiLevelType w:val="hybridMultilevel"/>
    <w:tmpl w:val="A92C9162"/>
    <w:lvl w:ilvl="0" w:tplc="A5C04CD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142192D"/>
    <w:multiLevelType w:val="hybridMultilevel"/>
    <w:tmpl w:val="4BCC6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B3CF5"/>
    <w:multiLevelType w:val="multilevel"/>
    <w:tmpl w:val="0D96AD2C"/>
    <w:numStyleLink w:val="CurrentList1"/>
  </w:abstractNum>
  <w:abstractNum w:abstractNumId="32" w15:restartNumberingAfterBreak="0">
    <w:nsid w:val="577618E9"/>
    <w:multiLevelType w:val="hybridMultilevel"/>
    <w:tmpl w:val="A322CFF2"/>
    <w:lvl w:ilvl="0" w:tplc="0D8C16EC">
      <w:start w:val="1"/>
      <w:numFmt w:val="bullet"/>
      <w:pStyle w:val="TBItemBul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D7DA5"/>
    <w:multiLevelType w:val="multilevel"/>
    <w:tmpl w:val="4246EFCA"/>
    <w:lvl w:ilvl="0">
      <w:start w:val="1"/>
      <w:numFmt w:val="upperLetter"/>
      <w:pStyle w:val="Heading1App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4537F6E"/>
    <w:multiLevelType w:val="multilevel"/>
    <w:tmpl w:val="940CF45C"/>
    <w:lvl w:ilvl="0">
      <w:start w:val="1"/>
      <w:numFmt w:val="decimal"/>
      <w:pStyle w:val="Heading1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1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60C34B4"/>
    <w:multiLevelType w:val="hybridMultilevel"/>
    <w:tmpl w:val="53B6E29A"/>
    <w:lvl w:ilvl="0" w:tplc="C9BA5A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D0F61"/>
    <w:multiLevelType w:val="hybridMultilevel"/>
    <w:tmpl w:val="698233F4"/>
    <w:lvl w:ilvl="0" w:tplc="6BDA0BAE">
      <w:start w:val="1"/>
      <w:numFmt w:val="bullet"/>
      <w:pStyle w:val="NoteB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21385"/>
    <w:multiLevelType w:val="hybridMultilevel"/>
    <w:tmpl w:val="31445DE4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8" w15:restartNumberingAfterBreak="0">
    <w:nsid w:val="7E113346"/>
    <w:multiLevelType w:val="multilevel"/>
    <w:tmpl w:val="0D96AD2C"/>
    <w:numStyleLink w:val="CurrentList1"/>
  </w:abstractNum>
  <w:abstractNum w:abstractNumId="39" w15:restartNumberingAfterBreak="0">
    <w:nsid w:val="7F762F7A"/>
    <w:multiLevelType w:val="hybridMultilevel"/>
    <w:tmpl w:val="432EB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3"/>
  </w:num>
  <w:num w:numId="9">
    <w:abstractNumId w:val="15"/>
  </w:num>
  <w:num w:numId="10">
    <w:abstractNumId w:val="12"/>
  </w:num>
  <w:num w:numId="11">
    <w:abstractNumId w:val="9"/>
  </w:num>
  <w:num w:numId="12">
    <w:abstractNumId w:val="36"/>
  </w:num>
  <w:num w:numId="13">
    <w:abstractNumId w:val="32"/>
  </w:num>
  <w:num w:numId="14">
    <w:abstractNumId w:val="34"/>
  </w:num>
  <w:num w:numId="15">
    <w:abstractNumId w:val="26"/>
  </w:num>
  <w:num w:numId="16">
    <w:abstractNumId w:val="22"/>
  </w:num>
  <w:num w:numId="17">
    <w:abstractNumId w:val="23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1"/>
  </w:num>
  <w:num w:numId="21">
    <w:abstractNumId w:val="17"/>
  </w:num>
  <w:num w:numId="22">
    <w:abstractNumId w:val="38"/>
  </w:num>
  <w:num w:numId="23">
    <w:abstractNumId w:val="3"/>
  </w:num>
  <w:num w:numId="24">
    <w:abstractNumId w:val="13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16"/>
  </w:num>
  <w:num w:numId="27">
    <w:abstractNumId w:val="29"/>
  </w:num>
  <w:num w:numId="28">
    <w:abstractNumId w:val="30"/>
  </w:num>
  <w:num w:numId="29">
    <w:abstractNumId w:val="37"/>
  </w:num>
  <w:num w:numId="30">
    <w:abstractNumId w:val="20"/>
  </w:num>
  <w:num w:numId="31">
    <w:abstractNumId w:val="21"/>
  </w:num>
  <w:num w:numId="32">
    <w:abstractNumId w:val="39"/>
  </w:num>
  <w:num w:numId="33">
    <w:abstractNumId w:val="14"/>
  </w:num>
  <w:num w:numId="34">
    <w:abstractNumId w:val="25"/>
  </w:num>
  <w:num w:numId="35">
    <w:abstractNumId w:val="24"/>
  </w:num>
  <w:num w:numId="36">
    <w:abstractNumId w:val="19"/>
  </w:num>
  <w:num w:numId="37">
    <w:abstractNumId w:val="35"/>
  </w:num>
  <w:num w:numId="38">
    <w:abstractNumId w:val="11"/>
  </w:num>
  <w:num w:numId="39">
    <w:abstractNumId w:val="18"/>
  </w:num>
  <w:num w:numId="40">
    <w:abstractNumId w:val="34"/>
  </w:num>
  <w:num w:numId="41">
    <w:abstractNumId w:val="28"/>
  </w:num>
  <w:num w:numId="4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9"/>
  <w:drawingGridVerticalSpacing w:val="29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>
      <o:colormru v:ext="edit" colors="#06c,#06f,#0064c8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LX_CT_Tags_MaxCount" w:val="0"/>
  </w:docVars>
  <w:rsids>
    <w:rsidRoot w:val="008F4D8B"/>
    <w:rsid w:val="00000BFA"/>
    <w:rsid w:val="00000EF7"/>
    <w:rsid w:val="000032D7"/>
    <w:rsid w:val="0000334C"/>
    <w:rsid w:val="00004EB4"/>
    <w:rsid w:val="000058A9"/>
    <w:rsid w:val="00005CDA"/>
    <w:rsid w:val="000068A1"/>
    <w:rsid w:val="000103F3"/>
    <w:rsid w:val="00011661"/>
    <w:rsid w:val="00013B12"/>
    <w:rsid w:val="000145E2"/>
    <w:rsid w:val="000147B7"/>
    <w:rsid w:val="000154D9"/>
    <w:rsid w:val="00015C34"/>
    <w:rsid w:val="00016ED8"/>
    <w:rsid w:val="00017C50"/>
    <w:rsid w:val="00020841"/>
    <w:rsid w:val="000214FD"/>
    <w:rsid w:val="000222C1"/>
    <w:rsid w:val="00022788"/>
    <w:rsid w:val="000231FE"/>
    <w:rsid w:val="00025702"/>
    <w:rsid w:val="00026939"/>
    <w:rsid w:val="00026D5B"/>
    <w:rsid w:val="00030004"/>
    <w:rsid w:val="000318D8"/>
    <w:rsid w:val="00031CAF"/>
    <w:rsid w:val="000327AF"/>
    <w:rsid w:val="00033425"/>
    <w:rsid w:val="0003436A"/>
    <w:rsid w:val="00035102"/>
    <w:rsid w:val="00036509"/>
    <w:rsid w:val="000368BC"/>
    <w:rsid w:val="00037006"/>
    <w:rsid w:val="0004067D"/>
    <w:rsid w:val="00040D74"/>
    <w:rsid w:val="00041F41"/>
    <w:rsid w:val="00042F3B"/>
    <w:rsid w:val="000431B6"/>
    <w:rsid w:val="00045019"/>
    <w:rsid w:val="0004523A"/>
    <w:rsid w:val="00045876"/>
    <w:rsid w:val="0004611B"/>
    <w:rsid w:val="0004688F"/>
    <w:rsid w:val="00046DB7"/>
    <w:rsid w:val="0005061B"/>
    <w:rsid w:val="00053A95"/>
    <w:rsid w:val="0005455F"/>
    <w:rsid w:val="00056269"/>
    <w:rsid w:val="00060D4D"/>
    <w:rsid w:val="00061254"/>
    <w:rsid w:val="000613DA"/>
    <w:rsid w:val="00062735"/>
    <w:rsid w:val="00062C64"/>
    <w:rsid w:val="00062EA5"/>
    <w:rsid w:val="00062FA9"/>
    <w:rsid w:val="000649DB"/>
    <w:rsid w:val="0006523E"/>
    <w:rsid w:val="00065713"/>
    <w:rsid w:val="00065B94"/>
    <w:rsid w:val="0006641D"/>
    <w:rsid w:val="00066592"/>
    <w:rsid w:val="00066648"/>
    <w:rsid w:val="0006711F"/>
    <w:rsid w:val="000702B4"/>
    <w:rsid w:val="0007060F"/>
    <w:rsid w:val="000711D6"/>
    <w:rsid w:val="00071D0F"/>
    <w:rsid w:val="0007204A"/>
    <w:rsid w:val="0007204F"/>
    <w:rsid w:val="000725C5"/>
    <w:rsid w:val="0007286C"/>
    <w:rsid w:val="000741E1"/>
    <w:rsid w:val="0007439E"/>
    <w:rsid w:val="00074EDA"/>
    <w:rsid w:val="00076991"/>
    <w:rsid w:val="000772AF"/>
    <w:rsid w:val="00077529"/>
    <w:rsid w:val="00077697"/>
    <w:rsid w:val="00080548"/>
    <w:rsid w:val="00082290"/>
    <w:rsid w:val="00082E8B"/>
    <w:rsid w:val="00082F04"/>
    <w:rsid w:val="0008363E"/>
    <w:rsid w:val="00083A35"/>
    <w:rsid w:val="000842E3"/>
    <w:rsid w:val="000849D9"/>
    <w:rsid w:val="00084D9D"/>
    <w:rsid w:val="00085080"/>
    <w:rsid w:val="00090952"/>
    <w:rsid w:val="000917DD"/>
    <w:rsid w:val="0009252E"/>
    <w:rsid w:val="000947BB"/>
    <w:rsid w:val="00094B89"/>
    <w:rsid w:val="00095E7E"/>
    <w:rsid w:val="00095F41"/>
    <w:rsid w:val="000964AC"/>
    <w:rsid w:val="000A222C"/>
    <w:rsid w:val="000A38B7"/>
    <w:rsid w:val="000A5D3C"/>
    <w:rsid w:val="000A6A46"/>
    <w:rsid w:val="000A7583"/>
    <w:rsid w:val="000B0D7F"/>
    <w:rsid w:val="000B0E42"/>
    <w:rsid w:val="000B1057"/>
    <w:rsid w:val="000B14C2"/>
    <w:rsid w:val="000B266C"/>
    <w:rsid w:val="000B292F"/>
    <w:rsid w:val="000B350E"/>
    <w:rsid w:val="000B6C6B"/>
    <w:rsid w:val="000C0332"/>
    <w:rsid w:val="000C0426"/>
    <w:rsid w:val="000C1AF3"/>
    <w:rsid w:val="000C24AF"/>
    <w:rsid w:val="000C2C56"/>
    <w:rsid w:val="000C2FAF"/>
    <w:rsid w:val="000C3D4D"/>
    <w:rsid w:val="000C4928"/>
    <w:rsid w:val="000C552B"/>
    <w:rsid w:val="000C5CD1"/>
    <w:rsid w:val="000C64DB"/>
    <w:rsid w:val="000C6E42"/>
    <w:rsid w:val="000C7973"/>
    <w:rsid w:val="000D157B"/>
    <w:rsid w:val="000D2890"/>
    <w:rsid w:val="000D28B3"/>
    <w:rsid w:val="000D3451"/>
    <w:rsid w:val="000D346B"/>
    <w:rsid w:val="000D3E56"/>
    <w:rsid w:val="000D58B3"/>
    <w:rsid w:val="000D6BCB"/>
    <w:rsid w:val="000E18E6"/>
    <w:rsid w:val="000E2068"/>
    <w:rsid w:val="000E2D1D"/>
    <w:rsid w:val="000E31CB"/>
    <w:rsid w:val="000E6281"/>
    <w:rsid w:val="000E7D91"/>
    <w:rsid w:val="000F05D9"/>
    <w:rsid w:val="000F0D50"/>
    <w:rsid w:val="000F0FEA"/>
    <w:rsid w:val="000F19C6"/>
    <w:rsid w:val="000F1FE9"/>
    <w:rsid w:val="000F2176"/>
    <w:rsid w:val="000F26BD"/>
    <w:rsid w:val="000F2CA8"/>
    <w:rsid w:val="000F4FDD"/>
    <w:rsid w:val="000F7BE1"/>
    <w:rsid w:val="001015AB"/>
    <w:rsid w:val="001021E4"/>
    <w:rsid w:val="00103511"/>
    <w:rsid w:val="0010362E"/>
    <w:rsid w:val="00106019"/>
    <w:rsid w:val="00106277"/>
    <w:rsid w:val="00110CC3"/>
    <w:rsid w:val="00111D22"/>
    <w:rsid w:val="001128A0"/>
    <w:rsid w:val="001150EC"/>
    <w:rsid w:val="001153CF"/>
    <w:rsid w:val="00116FA7"/>
    <w:rsid w:val="00117301"/>
    <w:rsid w:val="00117ADD"/>
    <w:rsid w:val="00121773"/>
    <w:rsid w:val="00122445"/>
    <w:rsid w:val="001235A9"/>
    <w:rsid w:val="0012431F"/>
    <w:rsid w:val="001278AC"/>
    <w:rsid w:val="001278EA"/>
    <w:rsid w:val="0013070C"/>
    <w:rsid w:val="00131273"/>
    <w:rsid w:val="00134B3F"/>
    <w:rsid w:val="00135D22"/>
    <w:rsid w:val="00137C3F"/>
    <w:rsid w:val="00140F20"/>
    <w:rsid w:val="00141E9C"/>
    <w:rsid w:val="00143BAB"/>
    <w:rsid w:val="00144C95"/>
    <w:rsid w:val="0014709B"/>
    <w:rsid w:val="001504FE"/>
    <w:rsid w:val="00150B34"/>
    <w:rsid w:val="00151895"/>
    <w:rsid w:val="00151BB7"/>
    <w:rsid w:val="00151CE8"/>
    <w:rsid w:val="00151E44"/>
    <w:rsid w:val="00151E7C"/>
    <w:rsid w:val="0015296F"/>
    <w:rsid w:val="00154724"/>
    <w:rsid w:val="00155E02"/>
    <w:rsid w:val="001561B4"/>
    <w:rsid w:val="00161646"/>
    <w:rsid w:val="0016235A"/>
    <w:rsid w:val="001623B4"/>
    <w:rsid w:val="00162E62"/>
    <w:rsid w:val="00163376"/>
    <w:rsid w:val="001633D1"/>
    <w:rsid w:val="0016446D"/>
    <w:rsid w:val="00167963"/>
    <w:rsid w:val="0017139D"/>
    <w:rsid w:val="00172EF2"/>
    <w:rsid w:val="0017325B"/>
    <w:rsid w:val="001740C2"/>
    <w:rsid w:val="00174B9F"/>
    <w:rsid w:val="00175283"/>
    <w:rsid w:val="0017687C"/>
    <w:rsid w:val="001779A0"/>
    <w:rsid w:val="00180089"/>
    <w:rsid w:val="00181DB3"/>
    <w:rsid w:val="0018227A"/>
    <w:rsid w:val="001825A6"/>
    <w:rsid w:val="00182D6E"/>
    <w:rsid w:val="0018322A"/>
    <w:rsid w:val="00184292"/>
    <w:rsid w:val="001856B3"/>
    <w:rsid w:val="00186327"/>
    <w:rsid w:val="00187952"/>
    <w:rsid w:val="00192102"/>
    <w:rsid w:val="00193093"/>
    <w:rsid w:val="00193613"/>
    <w:rsid w:val="001936C8"/>
    <w:rsid w:val="00193A5F"/>
    <w:rsid w:val="0019410C"/>
    <w:rsid w:val="00195AD9"/>
    <w:rsid w:val="00197134"/>
    <w:rsid w:val="001A0608"/>
    <w:rsid w:val="001A1D0A"/>
    <w:rsid w:val="001A23F6"/>
    <w:rsid w:val="001A318D"/>
    <w:rsid w:val="001A38FF"/>
    <w:rsid w:val="001A40A4"/>
    <w:rsid w:val="001A5473"/>
    <w:rsid w:val="001B04E6"/>
    <w:rsid w:val="001B0927"/>
    <w:rsid w:val="001B0ACD"/>
    <w:rsid w:val="001B10ED"/>
    <w:rsid w:val="001B1B36"/>
    <w:rsid w:val="001B2140"/>
    <w:rsid w:val="001B2820"/>
    <w:rsid w:val="001B2A5F"/>
    <w:rsid w:val="001B50CE"/>
    <w:rsid w:val="001B6314"/>
    <w:rsid w:val="001B6420"/>
    <w:rsid w:val="001B6706"/>
    <w:rsid w:val="001B6A7A"/>
    <w:rsid w:val="001B722F"/>
    <w:rsid w:val="001B7E05"/>
    <w:rsid w:val="001B7F3D"/>
    <w:rsid w:val="001C057D"/>
    <w:rsid w:val="001C06BB"/>
    <w:rsid w:val="001C0C9C"/>
    <w:rsid w:val="001C1B87"/>
    <w:rsid w:val="001C32FC"/>
    <w:rsid w:val="001C4BC7"/>
    <w:rsid w:val="001C4FE9"/>
    <w:rsid w:val="001C59D7"/>
    <w:rsid w:val="001C71E6"/>
    <w:rsid w:val="001D06FA"/>
    <w:rsid w:val="001D28E8"/>
    <w:rsid w:val="001E0934"/>
    <w:rsid w:val="001E2CBF"/>
    <w:rsid w:val="001E3110"/>
    <w:rsid w:val="001E47B0"/>
    <w:rsid w:val="001E6022"/>
    <w:rsid w:val="001E78DB"/>
    <w:rsid w:val="001F0907"/>
    <w:rsid w:val="001F126E"/>
    <w:rsid w:val="001F16AA"/>
    <w:rsid w:val="001F70A1"/>
    <w:rsid w:val="0020146C"/>
    <w:rsid w:val="002016BD"/>
    <w:rsid w:val="002031EB"/>
    <w:rsid w:val="002058B7"/>
    <w:rsid w:val="002062A8"/>
    <w:rsid w:val="0020797F"/>
    <w:rsid w:val="002101F9"/>
    <w:rsid w:val="00210676"/>
    <w:rsid w:val="00210BDA"/>
    <w:rsid w:val="00210D08"/>
    <w:rsid w:val="002127B8"/>
    <w:rsid w:val="00212A80"/>
    <w:rsid w:val="00213DB6"/>
    <w:rsid w:val="00214795"/>
    <w:rsid w:val="00216AE6"/>
    <w:rsid w:val="00216C03"/>
    <w:rsid w:val="00217A03"/>
    <w:rsid w:val="00217EFA"/>
    <w:rsid w:val="00220487"/>
    <w:rsid w:val="002210BD"/>
    <w:rsid w:val="0022136F"/>
    <w:rsid w:val="00221F25"/>
    <w:rsid w:val="00222101"/>
    <w:rsid w:val="00222967"/>
    <w:rsid w:val="00222E28"/>
    <w:rsid w:val="0022332C"/>
    <w:rsid w:val="002239C8"/>
    <w:rsid w:val="00225C22"/>
    <w:rsid w:val="002268D9"/>
    <w:rsid w:val="00227631"/>
    <w:rsid w:val="0022772F"/>
    <w:rsid w:val="00227CBC"/>
    <w:rsid w:val="00227EC5"/>
    <w:rsid w:val="002301BB"/>
    <w:rsid w:val="00230333"/>
    <w:rsid w:val="002305FB"/>
    <w:rsid w:val="00231182"/>
    <w:rsid w:val="0023141F"/>
    <w:rsid w:val="002324CE"/>
    <w:rsid w:val="0023428B"/>
    <w:rsid w:val="0023584E"/>
    <w:rsid w:val="002366D6"/>
    <w:rsid w:val="00237AD1"/>
    <w:rsid w:val="002402ED"/>
    <w:rsid w:val="00240E45"/>
    <w:rsid w:val="002412FE"/>
    <w:rsid w:val="0024188F"/>
    <w:rsid w:val="00241B17"/>
    <w:rsid w:val="00241C34"/>
    <w:rsid w:val="00242CC2"/>
    <w:rsid w:val="002430FE"/>
    <w:rsid w:val="0024531D"/>
    <w:rsid w:val="00245651"/>
    <w:rsid w:val="002470A7"/>
    <w:rsid w:val="002474B9"/>
    <w:rsid w:val="002504BF"/>
    <w:rsid w:val="00250744"/>
    <w:rsid w:val="00250F38"/>
    <w:rsid w:val="0025126E"/>
    <w:rsid w:val="002519E1"/>
    <w:rsid w:val="0025332F"/>
    <w:rsid w:val="00254007"/>
    <w:rsid w:val="002541ED"/>
    <w:rsid w:val="00256494"/>
    <w:rsid w:val="0025699F"/>
    <w:rsid w:val="002618E0"/>
    <w:rsid w:val="0026293E"/>
    <w:rsid w:val="00264003"/>
    <w:rsid w:val="00264A69"/>
    <w:rsid w:val="00267973"/>
    <w:rsid w:val="00267A34"/>
    <w:rsid w:val="00270016"/>
    <w:rsid w:val="00270E16"/>
    <w:rsid w:val="00271F0A"/>
    <w:rsid w:val="002721CC"/>
    <w:rsid w:val="002725CF"/>
    <w:rsid w:val="00274326"/>
    <w:rsid w:val="0027478C"/>
    <w:rsid w:val="00274B38"/>
    <w:rsid w:val="002751CC"/>
    <w:rsid w:val="002775C1"/>
    <w:rsid w:val="00281ACB"/>
    <w:rsid w:val="002820B5"/>
    <w:rsid w:val="0028219B"/>
    <w:rsid w:val="00285D80"/>
    <w:rsid w:val="0028635C"/>
    <w:rsid w:val="002869F5"/>
    <w:rsid w:val="00286EDE"/>
    <w:rsid w:val="00292642"/>
    <w:rsid w:val="0029301B"/>
    <w:rsid w:val="00293BC8"/>
    <w:rsid w:val="0029538E"/>
    <w:rsid w:val="00295B6A"/>
    <w:rsid w:val="0029693E"/>
    <w:rsid w:val="002A17F4"/>
    <w:rsid w:val="002A28F1"/>
    <w:rsid w:val="002A2900"/>
    <w:rsid w:val="002A3A18"/>
    <w:rsid w:val="002A407A"/>
    <w:rsid w:val="002A622C"/>
    <w:rsid w:val="002A6346"/>
    <w:rsid w:val="002A6D96"/>
    <w:rsid w:val="002A6F14"/>
    <w:rsid w:val="002B0500"/>
    <w:rsid w:val="002B0D05"/>
    <w:rsid w:val="002B2C80"/>
    <w:rsid w:val="002B3A44"/>
    <w:rsid w:val="002B4F85"/>
    <w:rsid w:val="002B6598"/>
    <w:rsid w:val="002B6AE2"/>
    <w:rsid w:val="002B7000"/>
    <w:rsid w:val="002C0232"/>
    <w:rsid w:val="002C0BFE"/>
    <w:rsid w:val="002C1D37"/>
    <w:rsid w:val="002C3153"/>
    <w:rsid w:val="002C3FC9"/>
    <w:rsid w:val="002C532C"/>
    <w:rsid w:val="002C5D3E"/>
    <w:rsid w:val="002D02E2"/>
    <w:rsid w:val="002D1433"/>
    <w:rsid w:val="002D18A1"/>
    <w:rsid w:val="002D20E5"/>
    <w:rsid w:val="002D464D"/>
    <w:rsid w:val="002D471E"/>
    <w:rsid w:val="002E2C99"/>
    <w:rsid w:val="002E334B"/>
    <w:rsid w:val="002E60B1"/>
    <w:rsid w:val="002F00FF"/>
    <w:rsid w:val="002F08E3"/>
    <w:rsid w:val="002F1968"/>
    <w:rsid w:val="002F230C"/>
    <w:rsid w:val="002F3C87"/>
    <w:rsid w:val="002F5631"/>
    <w:rsid w:val="002F57FB"/>
    <w:rsid w:val="002F6924"/>
    <w:rsid w:val="002F7E00"/>
    <w:rsid w:val="003004E9"/>
    <w:rsid w:val="003005E5"/>
    <w:rsid w:val="00300703"/>
    <w:rsid w:val="00301F8F"/>
    <w:rsid w:val="00302752"/>
    <w:rsid w:val="00302D1F"/>
    <w:rsid w:val="0030457B"/>
    <w:rsid w:val="00304A3C"/>
    <w:rsid w:val="00305C8E"/>
    <w:rsid w:val="00305E2A"/>
    <w:rsid w:val="00305F9A"/>
    <w:rsid w:val="0030621D"/>
    <w:rsid w:val="00306508"/>
    <w:rsid w:val="00306581"/>
    <w:rsid w:val="00307A82"/>
    <w:rsid w:val="00307BAA"/>
    <w:rsid w:val="003128F3"/>
    <w:rsid w:val="00312E80"/>
    <w:rsid w:val="003147AA"/>
    <w:rsid w:val="0031608F"/>
    <w:rsid w:val="003212BA"/>
    <w:rsid w:val="0032139E"/>
    <w:rsid w:val="00323046"/>
    <w:rsid w:val="0032375E"/>
    <w:rsid w:val="00325B68"/>
    <w:rsid w:val="003261B0"/>
    <w:rsid w:val="00327099"/>
    <w:rsid w:val="003273E5"/>
    <w:rsid w:val="0032765A"/>
    <w:rsid w:val="00330D13"/>
    <w:rsid w:val="00331491"/>
    <w:rsid w:val="00332C6A"/>
    <w:rsid w:val="0033352C"/>
    <w:rsid w:val="00335995"/>
    <w:rsid w:val="00335B8E"/>
    <w:rsid w:val="0033617D"/>
    <w:rsid w:val="003364E1"/>
    <w:rsid w:val="003420CF"/>
    <w:rsid w:val="0034336C"/>
    <w:rsid w:val="00343963"/>
    <w:rsid w:val="00344966"/>
    <w:rsid w:val="00346DD6"/>
    <w:rsid w:val="003504C3"/>
    <w:rsid w:val="00350579"/>
    <w:rsid w:val="00350887"/>
    <w:rsid w:val="003513A9"/>
    <w:rsid w:val="00352174"/>
    <w:rsid w:val="00354ADE"/>
    <w:rsid w:val="00354DD8"/>
    <w:rsid w:val="00355B1F"/>
    <w:rsid w:val="00355DB8"/>
    <w:rsid w:val="003565E4"/>
    <w:rsid w:val="0035683A"/>
    <w:rsid w:val="003577DB"/>
    <w:rsid w:val="00357E1D"/>
    <w:rsid w:val="00360763"/>
    <w:rsid w:val="00364E40"/>
    <w:rsid w:val="0036521F"/>
    <w:rsid w:val="00365CE0"/>
    <w:rsid w:val="003710B2"/>
    <w:rsid w:val="00371251"/>
    <w:rsid w:val="003722C0"/>
    <w:rsid w:val="0037244F"/>
    <w:rsid w:val="00372B3E"/>
    <w:rsid w:val="003748FF"/>
    <w:rsid w:val="00375F87"/>
    <w:rsid w:val="00376615"/>
    <w:rsid w:val="0037759F"/>
    <w:rsid w:val="0038054A"/>
    <w:rsid w:val="00384C3C"/>
    <w:rsid w:val="00387807"/>
    <w:rsid w:val="00387E55"/>
    <w:rsid w:val="003902EB"/>
    <w:rsid w:val="00392040"/>
    <w:rsid w:val="0039236C"/>
    <w:rsid w:val="00392705"/>
    <w:rsid w:val="00392C96"/>
    <w:rsid w:val="003933B9"/>
    <w:rsid w:val="00393CEA"/>
    <w:rsid w:val="00394CA4"/>
    <w:rsid w:val="00397788"/>
    <w:rsid w:val="003A2189"/>
    <w:rsid w:val="003A292B"/>
    <w:rsid w:val="003A32C4"/>
    <w:rsid w:val="003A4F77"/>
    <w:rsid w:val="003A5AE8"/>
    <w:rsid w:val="003A757C"/>
    <w:rsid w:val="003B0781"/>
    <w:rsid w:val="003B118C"/>
    <w:rsid w:val="003B14CD"/>
    <w:rsid w:val="003B1859"/>
    <w:rsid w:val="003B2575"/>
    <w:rsid w:val="003B2986"/>
    <w:rsid w:val="003B4B9D"/>
    <w:rsid w:val="003B5602"/>
    <w:rsid w:val="003B5FEC"/>
    <w:rsid w:val="003B6223"/>
    <w:rsid w:val="003B659D"/>
    <w:rsid w:val="003C10C4"/>
    <w:rsid w:val="003C1139"/>
    <w:rsid w:val="003C11EA"/>
    <w:rsid w:val="003C29AD"/>
    <w:rsid w:val="003C29F2"/>
    <w:rsid w:val="003C2CAC"/>
    <w:rsid w:val="003C2FAB"/>
    <w:rsid w:val="003C337D"/>
    <w:rsid w:val="003C3A67"/>
    <w:rsid w:val="003C3E33"/>
    <w:rsid w:val="003C5133"/>
    <w:rsid w:val="003C6A10"/>
    <w:rsid w:val="003C6E5B"/>
    <w:rsid w:val="003D0274"/>
    <w:rsid w:val="003D1307"/>
    <w:rsid w:val="003D2413"/>
    <w:rsid w:val="003D631A"/>
    <w:rsid w:val="003D6968"/>
    <w:rsid w:val="003E0288"/>
    <w:rsid w:val="003E12E9"/>
    <w:rsid w:val="003E18B0"/>
    <w:rsid w:val="003E28C8"/>
    <w:rsid w:val="003E2926"/>
    <w:rsid w:val="003E2ECE"/>
    <w:rsid w:val="003E2F4C"/>
    <w:rsid w:val="003E411E"/>
    <w:rsid w:val="003E4307"/>
    <w:rsid w:val="003E68E8"/>
    <w:rsid w:val="003E7433"/>
    <w:rsid w:val="003F0F72"/>
    <w:rsid w:val="003F15E3"/>
    <w:rsid w:val="003F331E"/>
    <w:rsid w:val="003F60B6"/>
    <w:rsid w:val="003F6830"/>
    <w:rsid w:val="003F6EC9"/>
    <w:rsid w:val="003F76AF"/>
    <w:rsid w:val="003F7E17"/>
    <w:rsid w:val="004006E4"/>
    <w:rsid w:val="00401A8B"/>
    <w:rsid w:val="00402187"/>
    <w:rsid w:val="00402353"/>
    <w:rsid w:val="00402E94"/>
    <w:rsid w:val="00403A6D"/>
    <w:rsid w:val="00405C2E"/>
    <w:rsid w:val="004063BA"/>
    <w:rsid w:val="00407E56"/>
    <w:rsid w:val="004110B6"/>
    <w:rsid w:val="0041131D"/>
    <w:rsid w:val="0041308D"/>
    <w:rsid w:val="00413347"/>
    <w:rsid w:val="00414461"/>
    <w:rsid w:val="00414545"/>
    <w:rsid w:val="00417873"/>
    <w:rsid w:val="00420FF6"/>
    <w:rsid w:val="00422542"/>
    <w:rsid w:val="00423FE5"/>
    <w:rsid w:val="0042401F"/>
    <w:rsid w:val="004240A7"/>
    <w:rsid w:val="0042413E"/>
    <w:rsid w:val="00425D12"/>
    <w:rsid w:val="00426BCC"/>
    <w:rsid w:val="00430C8D"/>
    <w:rsid w:val="004317AD"/>
    <w:rsid w:val="0043207D"/>
    <w:rsid w:val="0043231C"/>
    <w:rsid w:val="00432614"/>
    <w:rsid w:val="00433BDA"/>
    <w:rsid w:val="004344A4"/>
    <w:rsid w:val="00436B9A"/>
    <w:rsid w:val="004424B5"/>
    <w:rsid w:val="004434B9"/>
    <w:rsid w:val="00444AC7"/>
    <w:rsid w:val="00445830"/>
    <w:rsid w:val="00447A1F"/>
    <w:rsid w:val="00451DB4"/>
    <w:rsid w:val="004531A2"/>
    <w:rsid w:val="004536C3"/>
    <w:rsid w:val="00455173"/>
    <w:rsid w:val="0045546B"/>
    <w:rsid w:val="00456862"/>
    <w:rsid w:val="0045730B"/>
    <w:rsid w:val="004600F9"/>
    <w:rsid w:val="004610F0"/>
    <w:rsid w:val="004660A3"/>
    <w:rsid w:val="00466A69"/>
    <w:rsid w:val="00470E29"/>
    <w:rsid w:val="00471250"/>
    <w:rsid w:val="004718BA"/>
    <w:rsid w:val="00473691"/>
    <w:rsid w:val="00474599"/>
    <w:rsid w:val="0047483E"/>
    <w:rsid w:val="00475E6E"/>
    <w:rsid w:val="004763CE"/>
    <w:rsid w:val="00480168"/>
    <w:rsid w:val="0048019E"/>
    <w:rsid w:val="0048029C"/>
    <w:rsid w:val="004802F0"/>
    <w:rsid w:val="004803EE"/>
    <w:rsid w:val="00480E27"/>
    <w:rsid w:val="0048201D"/>
    <w:rsid w:val="004827EB"/>
    <w:rsid w:val="00483201"/>
    <w:rsid w:val="00485003"/>
    <w:rsid w:val="0048554A"/>
    <w:rsid w:val="00487FFA"/>
    <w:rsid w:val="00490362"/>
    <w:rsid w:val="00490931"/>
    <w:rsid w:val="00492F0E"/>
    <w:rsid w:val="00496D6F"/>
    <w:rsid w:val="004977FD"/>
    <w:rsid w:val="00497C39"/>
    <w:rsid w:val="004A0170"/>
    <w:rsid w:val="004A1DC8"/>
    <w:rsid w:val="004A3BA3"/>
    <w:rsid w:val="004A4297"/>
    <w:rsid w:val="004A4D1C"/>
    <w:rsid w:val="004A54F9"/>
    <w:rsid w:val="004A72F6"/>
    <w:rsid w:val="004B14F2"/>
    <w:rsid w:val="004B28A1"/>
    <w:rsid w:val="004B3090"/>
    <w:rsid w:val="004B354A"/>
    <w:rsid w:val="004B4493"/>
    <w:rsid w:val="004B46BB"/>
    <w:rsid w:val="004B5B0F"/>
    <w:rsid w:val="004B6327"/>
    <w:rsid w:val="004B757E"/>
    <w:rsid w:val="004B76E1"/>
    <w:rsid w:val="004B7FC4"/>
    <w:rsid w:val="004C08DB"/>
    <w:rsid w:val="004C0F1E"/>
    <w:rsid w:val="004C17EF"/>
    <w:rsid w:val="004C30DF"/>
    <w:rsid w:val="004C3AC5"/>
    <w:rsid w:val="004C3B10"/>
    <w:rsid w:val="004C49F7"/>
    <w:rsid w:val="004C5D29"/>
    <w:rsid w:val="004C6266"/>
    <w:rsid w:val="004C72BA"/>
    <w:rsid w:val="004C7DA2"/>
    <w:rsid w:val="004D04E7"/>
    <w:rsid w:val="004D25D7"/>
    <w:rsid w:val="004D37D9"/>
    <w:rsid w:val="004D5259"/>
    <w:rsid w:val="004D6560"/>
    <w:rsid w:val="004D7250"/>
    <w:rsid w:val="004E098B"/>
    <w:rsid w:val="004E0E15"/>
    <w:rsid w:val="004E17F6"/>
    <w:rsid w:val="004E5B5B"/>
    <w:rsid w:val="004E78EF"/>
    <w:rsid w:val="004F2FFA"/>
    <w:rsid w:val="004F3003"/>
    <w:rsid w:val="004F303F"/>
    <w:rsid w:val="004F3FC1"/>
    <w:rsid w:val="004F4255"/>
    <w:rsid w:val="004F4F51"/>
    <w:rsid w:val="004F7DDD"/>
    <w:rsid w:val="0050188C"/>
    <w:rsid w:val="00501B25"/>
    <w:rsid w:val="00501B6B"/>
    <w:rsid w:val="00501E5F"/>
    <w:rsid w:val="00502371"/>
    <w:rsid w:val="00502637"/>
    <w:rsid w:val="005032A0"/>
    <w:rsid w:val="005059DC"/>
    <w:rsid w:val="00506018"/>
    <w:rsid w:val="0050652D"/>
    <w:rsid w:val="00506BD7"/>
    <w:rsid w:val="00512567"/>
    <w:rsid w:val="0051397A"/>
    <w:rsid w:val="00513D86"/>
    <w:rsid w:val="00516CDF"/>
    <w:rsid w:val="00516F36"/>
    <w:rsid w:val="00520B89"/>
    <w:rsid w:val="00521DC1"/>
    <w:rsid w:val="00522EEF"/>
    <w:rsid w:val="00523457"/>
    <w:rsid w:val="0052484A"/>
    <w:rsid w:val="00526606"/>
    <w:rsid w:val="00526ED0"/>
    <w:rsid w:val="00526F69"/>
    <w:rsid w:val="00527937"/>
    <w:rsid w:val="00527AC1"/>
    <w:rsid w:val="005306A3"/>
    <w:rsid w:val="00530B4D"/>
    <w:rsid w:val="005319C9"/>
    <w:rsid w:val="005323E6"/>
    <w:rsid w:val="0053286E"/>
    <w:rsid w:val="0053330D"/>
    <w:rsid w:val="00534422"/>
    <w:rsid w:val="00534F9C"/>
    <w:rsid w:val="00536399"/>
    <w:rsid w:val="00537FA1"/>
    <w:rsid w:val="00540A91"/>
    <w:rsid w:val="00540E4A"/>
    <w:rsid w:val="00541B27"/>
    <w:rsid w:val="00542A19"/>
    <w:rsid w:val="00542D87"/>
    <w:rsid w:val="00545D0E"/>
    <w:rsid w:val="00546C99"/>
    <w:rsid w:val="00547CA6"/>
    <w:rsid w:val="00551EFC"/>
    <w:rsid w:val="005552EF"/>
    <w:rsid w:val="0055591E"/>
    <w:rsid w:val="00555FAF"/>
    <w:rsid w:val="005560BD"/>
    <w:rsid w:val="00556572"/>
    <w:rsid w:val="00556E01"/>
    <w:rsid w:val="0055705F"/>
    <w:rsid w:val="0056108F"/>
    <w:rsid w:val="00561D4D"/>
    <w:rsid w:val="0056406B"/>
    <w:rsid w:val="00566D4C"/>
    <w:rsid w:val="005715BC"/>
    <w:rsid w:val="00574111"/>
    <w:rsid w:val="005761CB"/>
    <w:rsid w:val="005811C8"/>
    <w:rsid w:val="005839D2"/>
    <w:rsid w:val="005845D7"/>
    <w:rsid w:val="00584B32"/>
    <w:rsid w:val="00584EDC"/>
    <w:rsid w:val="00585060"/>
    <w:rsid w:val="005851B9"/>
    <w:rsid w:val="00586E20"/>
    <w:rsid w:val="0059040C"/>
    <w:rsid w:val="00591797"/>
    <w:rsid w:val="0059180F"/>
    <w:rsid w:val="005924F4"/>
    <w:rsid w:val="00593CE2"/>
    <w:rsid w:val="00593D3E"/>
    <w:rsid w:val="005955D0"/>
    <w:rsid w:val="00596B27"/>
    <w:rsid w:val="005A06FF"/>
    <w:rsid w:val="005A3763"/>
    <w:rsid w:val="005A4D9A"/>
    <w:rsid w:val="005A59D6"/>
    <w:rsid w:val="005A7642"/>
    <w:rsid w:val="005B02DE"/>
    <w:rsid w:val="005B096B"/>
    <w:rsid w:val="005B1522"/>
    <w:rsid w:val="005B1671"/>
    <w:rsid w:val="005B1F20"/>
    <w:rsid w:val="005B43B5"/>
    <w:rsid w:val="005B467B"/>
    <w:rsid w:val="005B640E"/>
    <w:rsid w:val="005B6769"/>
    <w:rsid w:val="005B6A1C"/>
    <w:rsid w:val="005B6FFF"/>
    <w:rsid w:val="005B73BF"/>
    <w:rsid w:val="005B76EF"/>
    <w:rsid w:val="005C03C5"/>
    <w:rsid w:val="005C0D02"/>
    <w:rsid w:val="005C156E"/>
    <w:rsid w:val="005C1FCC"/>
    <w:rsid w:val="005C32EF"/>
    <w:rsid w:val="005C3D49"/>
    <w:rsid w:val="005C4DBF"/>
    <w:rsid w:val="005C57CC"/>
    <w:rsid w:val="005C6744"/>
    <w:rsid w:val="005C7F51"/>
    <w:rsid w:val="005D03E6"/>
    <w:rsid w:val="005D0713"/>
    <w:rsid w:val="005D0DF7"/>
    <w:rsid w:val="005D1FB8"/>
    <w:rsid w:val="005D1FE2"/>
    <w:rsid w:val="005D2F5C"/>
    <w:rsid w:val="005D4862"/>
    <w:rsid w:val="005D5A0E"/>
    <w:rsid w:val="005D65E7"/>
    <w:rsid w:val="005E1A0F"/>
    <w:rsid w:val="005E2365"/>
    <w:rsid w:val="005E3A8C"/>
    <w:rsid w:val="005E53C1"/>
    <w:rsid w:val="005E7C8A"/>
    <w:rsid w:val="005F0566"/>
    <w:rsid w:val="005F0D66"/>
    <w:rsid w:val="005F2A07"/>
    <w:rsid w:val="005F3112"/>
    <w:rsid w:val="005F37C3"/>
    <w:rsid w:val="005F4262"/>
    <w:rsid w:val="005F42D5"/>
    <w:rsid w:val="005F474A"/>
    <w:rsid w:val="005F6228"/>
    <w:rsid w:val="005F6AA4"/>
    <w:rsid w:val="005F6DC4"/>
    <w:rsid w:val="005F756A"/>
    <w:rsid w:val="005F77CA"/>
    <w:rsid w:val="006003AD"/>
    <w:rsid w:val="0060121D"/>
    <w:rsid w:val="00602A9E"/>
    <w:rsid w:val="0060389D"/>
    <w:rsid w:val="006038F9"/>
    <w:rsid w:val="00603F0C"/>
    <w:rsid w:val="0060504E"/>
    <w:rsid w:val="00605F89"/>
    <w:rsid w:val="00610881"/>
    <w:rsid w:val="00611FF4"/>
    <w:rsid w:val="00612883"/>
    <w:rsid w:val="00613ADF"/>
    <w:rsid w:val="0061623F"/>
    <w:rsid w:val="0061756F"/>
    <w:rsid w:val="00617F61"/>
    <w:rsid w:val="006221C8"/>
    <w:rsid w:val="00625585"/>
    <w:rsid w:val="006255B9"/>
    <w:rsid w:val="006255D6"/>
    <w:rsid w:val="006261C0"/>
    <w:rsid w:val="00626FAD"/>
    <w:rsid w:val="00627519"/>
    <w:rsid w:val="006318DE"/>
    <w:rsid w:val="00631925"/>
    <w:rsid w:val="006339FD"/>
    <w:rsid w:val="00635D52"/>
    <w:rsid w:val="0063629B"/>
    <w:rsid w:val="00636A3F"/>
    <w:rsid w:val="006372E9"/>
    <w:rsid w:val="00637677"/>
    <w:rsid w:val="00641381"/>
    <w:rsid w:val="00643624"/>
    <w:rsid w:val="00643BD7"/>
    <w:rsid w:val="0064655B"/>
    <w:rsid w:val="00647015"/>
    <w:rsid w:val="00647421"/>
    <w:rsid w:val="00647B04"/>
    <w:rsid w:val="00650E40"/>
    <w:rsid w:val="0065142F"/>
    <w:rsid w:val="006521B2"/>
    <w:rsid w:val="0065319E"/>
    <w:rsid w:val="00653BD9"/>
    <w:rsid w:val="00653F8A"/>
    <w:rsid w:val="00654C51"/>
    <w:rsid w:val="0065616F"/>
    <w:rsid w:val="006569B2"/>
    <w:rsid w:val="0065714C"/>
    <w:rsid w:val="00661F0F"/>
    <w:rsid w:val="0066298C"/>
    <w:rsid w:val="00663755"/>
    <w:rsid w:val="006637CD"/>
    <w:rsid w:val="00663EB3"/>
    <w:rsid w:val="0066419E"/>
    <w:rsid w:val="0066588B"/>
    <w:rsid w:val="00666229"/>
    <w:rsid w:val="00666D64"/>
    <w:rsid w:val="006678EE"/>
    <w:rsid w:val="00671014"/>
    <w:rsid w:val="0067133E"/>
    <w:rsid w:val="00671511"/>
    <w:rsid w:val="00671E7D"/>
    <w:rsid w:val="006753C1"/>
    <w:rsid w:val="00675CD4"/>
    <w:rsid w:val="006770DE"/>
    <w:rsid w:val="006806CF"/>
    <w:rsid w:val="0068174F"/>
    <w:rsid w:val="00683CAE"/>
    <w:rsid w:val="0068469C"/>
    <w:rsid w:val="00684E8B"/>
    <w:rsid w:val="00684FA1"/>
    <w:rsid w:val="00685C13"/>
    <w:rsid w:val="00685F2E"/>
    <w:rsid w:val="00685FE6"/>
    <w:rsid w:val="0068725D"/>
    <w:rsid w:val="00687368"/>
    <w:rsid w:val="0068771E"/>
    <w:rsid w:val="00687DCE"/>
    <w:rsid w:val="00692E02"/>
    <w:rsid w:val="00694694"/>
    <w:rsid w:val="00694A18"/>
    <w:rsid w:val="00695F42"/>
    <w:rsid w:val="006960B6"/>
    <w:rsid w:val="00696968"/>
    <w:rsid w:val="00696CC0"/>
    <w:rsid w:val="006978F2"/>
    <w:rsid w:val="00697A37"/>
    <w:rsid w:val="00697B12"/>
    <w:rsid w:val="00697E1C"/>
    <w:rsid w:val="006A0C92"/>
    <w:rsid w:val="006A2BC1"/>
    <w:rsid w:val="006A6274"/>
    <w:rsid w:val="006A62DB"/>
    <w:rsid w:val="006A793A"/>
    <w:rsid w:val="006A7CA5"/>
    <w:rsid w:val="006B0A7C"/>
    <w:rsid w:val="006B17FD"/>
    <w:rsid w:val="006B2C07"/>
    <w:rsid w:val="006B4176"/>
    <w:rsid w:val="006B4E6E"/>
    <w:rsid w:val="006B6DD5"/>
    <w:rsid w:val="006B728C"/>
    <w:rsid w:val="006B73F0"/>
    <w:rsid w:val="006B7CCE"/>
    <w:rsid w:val="006C3F86"/>
    <w:rsid w:val="006C4111"/>
    <w:rsid w:val="006C5669"/>
    <w:rsid w:val="006C61EF"/>
    <w:rsid w:val="006C626B"/>
    <w:rsid w:val="006C66D1"/>
    <w:rsid w:val="006C702E"/>
    <w:rsid w:val="006C71F1"/>
    <w:rsid w:val="006C74E0"/>
    <w:rsid w:val="006D00EF"/>
    <w:rsid w:val="006D09B5"/>
    <w:rsid w:val="006D10C4"/>
    <w:rsid w:val="006D2211"/>
    <w:rsid w:val="006D2BBF"/>
    <w:rsid w:val="006D2F2D"/>
    <w:rsid w:val="006D435C"/>
    <w:rsid w:val="006D6B99"/>
    <w:rsid w:val="006D7DD9"/>
    <w:rsid w:val="006E0A19"/>
    <w:rsid w:val="006E1A4A"/>
    <w:rsid w:val="006E37FB"/>
    <w:rsid w:val="006E4D43"/>
    <w:rsid w:val="006E610D"/>
    <w:rsid w:val="006E69E8"/>
    <w:rsid w:val="006E74CC"/>
    <w:rsid w:val="006F1C15"/>
    <w:rsid w:val="006F24EC"/>
    <w:rsid w:val="006F2CC1"/>
    <w:rsid w:val="006F3069"/>
    <w:rsid w:val="006F3870"/>
    <w:rsid w:val="006F4C6B"/>
    <w:rsid w:val="006F4F0E"/>
    <w:rsid w:val="006F4F4A"/>
    <w:rsid w:val="006F50FB"/>
    <w:rsid w:val="006F65AA"/>
    <w:rsid w:val="006F7746"/>
    <w:rsid w:val="006F7BE1"/>
    <w:rsid w:val="00700897"/>
    <w:rsid w:val="0070165E"/>
    <w:rsid w:val="0070196D"/>
    <w:rsid w:val="00702EB7"/>
    <w:rsid w:val="007032CB"/>
    <w:rsid w:val="00703713"/>
    <w:rsid w:val="0070577D"/>
    <w:rsid w:val="00706026"/>
    <w:rsid w:val="00706110"/>
    <w:rsid w:val="007069A8"/>
    <w:rsid w:val="00707012"/>
    <w:rsid w:val="00707AC1"/>
    <w:rsid w:val="00707C98"/>
    <w:rsid w:val="00707CE1"/>
    <w:rsid w:val="007112E0"/>
    <w:rsid w:val="00711B1A"/>
    <w:rsid w:val="00711CBF"/>
    <w:rsid w:val="00713A51"/>
    <w:rsid w:val="00713C5E"/>
    <w:rsid w:val="00715EED"/>
    <w:rsid w:val="00716576"/>
    <w:rsid w:val="007168D4"/>
    <w:rsid w:val="00716B03"/>
    <w:rsid w:val="00717610"/>
    <w:rsid w:val="00717B05"/>
    <w:rsid w:val="00717B13"/>
    <w:rsid w:val="0072032F"/>
    <w:rsid w:val="0072044A"/>
    <w:rsid w:val="00720585"/>
    <w:rsid w:val="007228D9"/>
    <w:rsid w:val="00722FA4"/>
    <w:rsid w:val="007231DD"/>
    <w:rsid w:val="00724411"/>
    <w:rsid w:val="00724A3F"/>
    <w:rsid w:val="007258DF"/>
    <w:rsid w:val="00725F00"/>
    <w:rsid w:val="007261C5"/>
    <w:rsid w:val="00730669"/>
    <w:rsid w:val="00730B2E"/>
    <w:rsid w:val="00732AE1"/>
    <w:rsid w:val="007337D7"/>
    <w:rsid w:val="00734C9F"/>
    <w:rsid w:val="0073583E"/>
    <w:rsid w:val="00735D30"/>
    <w:rsid w:val="007367A9"/>
    <w:rsid w:val="00737624"/>
    <w:rsid w:val="00740004"/>
    <w:rsid w:val="0074054E"/>
    <w:rsid w:val="00743BAA"/>
    <w:rsid w:val="007504EC"/>
    <w:rsid w:val="00750DA7"/>
    <w:rsid w:val="00753364"/>
    <w:rsid w:val="00755F24"/>
    <w:rsid w:val="0075693E"/>
    <w:rsid w:val="00760975"/>
    <w:rsid w:val="00760C4E"/>
    <w:rsid w:val="00760C79"/>
    <w:rsid w:val="007617DE"/>
    <w:rsid w:val="0076281A"/>
    <w:rsid w:val="00763480"/>
    <w:rsid w:val="0076682C"/>
    <w:rsid w:val="00766A44"/>
    <w:rsid w:val="00766F6F"/>
    <w:rsid w:val="007671B3"/>
    <w:rsid w:val="00770A6A"/>
    <w:rsid w:val="007713A6"/>
    <w:rsid w:val="00771DCE"/>
    <w:rsid w:val="0077219C"/>
    <w:rsid w:val="00772906"/>
    <w:rsid w:val="0077414C"/>
    <w:rsid w:val="007746F9"/>
    <w:rsid w:val="007755C6"/>
    <w:rsid w:val="00775D5B"/>
    <w:rsid w:val="00776717"/>
    <w:rsid w:val="00776A97"/>
    <w:rsid w:val="00776F27"/>
    <w:rsid w:val="0077721C"/>
    <w:rsid w:val="00777654"/>
    <w:rsid w:val="0077786E"/>
    <w:rsid w:val="00777E04"/>
    <w:rsid w:val="007802C8"/>
    <w:rsid w:val="00783C4B"/>
    <w:rsid w:val="00784334"/>
    <w:rsid w:val="007852FF"/>
    <w:rsid w:val="00786208"/>
    <w:rsid w:val="007863DA"/>
    <w:rsid w:val="00786AD8"/>
    <w:rsid w:val="0078778C"/>
    <w:rsid w:val="00794A15"/>
    <w:rsid w:val="0079588A"/>
    <w:rsid w:val="007973E5"/>
    <w:rsid w:val="007A06DE"/>
    <w:rsid w:val="007A0BC4"/>
    <w:rsid w:val="007A1815"/>
    <w:rsid w:val="007A6178"/>
    <w:rsid w:val="007A73CA"/>
    <w:rsid w:val="007A7DFD"/>
    <w:rsid w:val="007A7E6B"/>
    <w:rsid w:val="007A7FEB"/>
    <w:rsid w:val="007B14A8"/>
    <w:rsid w:val="007B41BE"/>
    <w:rsid w:val="007B4C69"/>
    <w:rsid w:val="007B6CB7"/>
    <w:rsid w:val="007C114E"/>
    <w:rsid w:val="007C195B"/>
    <w:rsid w:val="007C299E"/>
    <w:rsid w:val="007C5207"/>
    <w:rsid w:val="007C5F9C"/>
    <w:rsid w:val="007C616D"/>
    <w:rsid w:val="007C6403"/>
    <w:rsid w:val="007C6A1C"/>
    <w:rsid w:val="007D0281"/>
    <w:rsid w:val="007D06E0"/>
    <w:rsid w:val="007D2A7B"/>
    <w:rsid w:val="007D40DE"/>
    <w:rsid w:val="007D5409"/>
    <w:rsid w:val="007D6EE5"/>
    <w:rsid w:val="007E07F3"/>
    <w:rsid w:val="007E09EA"/>
    <w:rsid w:val="007E0C3D"/>
    <w:rsid w:val="007E18EC"/>
    <w:rsid w:val="007E1FB4"/>
    <w:rsid w:val="007E1FDF"/>
    <w:rsid w:val="007E2EA5"/>
    <w:rsid w:val="007E4623"/>
    <w:rsid w:val="007E4A1C"/>
    <w:rsid w:val="007E54D1"/>
    <w:rsid w:val="007F27C1"/>
    <w:rsid w:val="007F2B62"/>
    <w:rsid w:val="007F55C1"/>
    <w:rsid w:val="007F576C"/>
    <w:rsid w:val="007F733D"/>
    <w:rsid w:val="008001B3"/>
    <w:rsid w:val="00801FC6"/>
    <w:rsid w:val="00804772"/>
    <w:rsid w:val="00805BF2"/>
    <w:rsid w:val="00805E9E"/>
    <w:rsid w:val="008101F5"/>
    <w:rsid w:val="008102A0"/>
    <w:rsid w:val="00810A7A"/>
    <w:rsid w:val="00812838"/>
    <w:rsid w:val="00812F5F"/>
    <w:rsid w:val="00814908"/>
    <w:rsid w:val="00816938"/>
    <w:rsid w:val="00816DB1"/>
    <w:rsid w:val="00817AD2"/>
    <w:rsid w:val="00821331"/>
    <w:rsid w:val="008242A2"/>
    <w:rsid w:val="008269CE"/>
    <w:rsid w:val="008274F5"/>
    <w:rsid w:val="00827DB8"/>
    <w:rsid w:val="0083232F"/>
    <w:rsid w:val="00836189"/>
    <w:rsid w:val="008376B9"/>
    <w:rsid w:val="0084152E"/>
    <w:rsid w:val="00843B2E"/>
    <w:rsid w:val="008447D9"/>
    <w:rsid w:val="008459EF"/>
    <w:rsid w:val="0085029D"/>
    <w:rsid w:val="00850CD0"/>
    <w:rsid w:val="00851378"/>
    <w:rsid w:val="0085201F"/>
    <w:rsid w:val="00852948"/>
    <w:rsid w:val="00853683"/>
    <w:rsid w:val="00854688"/>
    <w:rsid w:val="008549AF"/>
    <w:rsid w:val="00855380"/>
    <w:rsid w:val="00857ECB"/>
    <w:rsid w:val="0086089D"/>
    <w:rsid w:val="008619CC"/>
    <w:rsid w:val="00863093"/>
    <w:rsid w:val="0086380D"/>
    <w:rsid w:val="00864D18"/>
    <w:rsid w:val="0086505E"/>
    <w:rsid w:val="00865F24"/>
    <w:rsid w:val="00865FFF"/>
    <w:rsid w:val="00866C5B"/>
    <w:rsid w:val="00866D61"/>
    <w:rsid w:val="00866F75"/>
    <w:rsid w:val="00867FBF"/>
    <w:rsid w:val="0087010B"/>
    <w:rsid w:val="00870941"/>
    <w:rsid w:val="00870B3E"/>
    <w:rsid w:val="00873E46"/>
    <w:rsid w:val="0087453A"/>
    <w:rsid w:val="00874F64"/>
    <w:rsid w:val="00875AE5"/>
    <w:rsid w:val="0087624C"/>
    <w:rsid w:val="008776B7"/>
    <w:rsid w:val="00877707"/>
    <w:rsid w:val="00880300"/>
    <w:rsid w:val="0088051C"/>
    <w:rsid w:val="00880E03"/>
    <w:rsid w:val="00882B53"/>
    <w:rsid w:val="0088355C"/>
    <w:rsid w:val="00884112"/>
    <w:rsid w:val="008857FF"/>
    <w:rsid w:val="00885AC2"/>
    <w:rsid w:val="00893BBB"/>
    <w:rsid w:val="008A1DDC"/>
    <w:rsid w:val="008A2858"/>
    <w:rsid w:val="008A2AB1"/>
    <w:rsid w:val="008A414E"/>
    <w:rsid w:val="008A4434"/>
    <w:rsid w:val="008A56C4"/>
    <w:rsid w:val="008A6C81"/>
    <w:rsid w:val="008A78D5"/>
    <w:rsid w:val="008A7DD4"/>
    <w:rsid w:val="008B0028"/>
    <w:rsid w:val="008B0341"/>
    <w:rsid w:val="008B29E2"/>
    <w:rsid w:val="008B3DAD"/>
    <w:rsid w:val="008B3E2E"/>
    <w:rsid w:val="008B4339"/>
    <w:rsid w:val="008B5935"/>
    <w:rsid w:val="008B5B90"/>
    <w:rsid w:val="008B5C4F"/>
    <w:rsid w:val="008B60B4"/>
    <w:rsid w:val="008B7265"/>
    <w:rsid w:val="008C1059"/>
    <w:rsid w:val="008C13B7"/>
    <w:rsid w:val="008C172C"/>
    <w:rsid w:val="008C3EC3"/>
    <w:rsid w:val="008C50E6"/>
    <w:rsid w:val="008C6B51"/>
    <w:rsid w:val="008C7515"/>
    <w:rsid w:val="008C7FC3"/>
    <w:rsid w:val="008D14F5"/>
    <w:rsid w:val="008D1D11"/>
    <w:rsid w:val="008D269A"/>
    <w:rsid w:val="008D33A5"/>
    <w:rsid w:val="008D369C"/>
    <w:rsid w:val="008D3F5D"/>
    <w:rsid w:val="008D73A8"/>
    <w:rsid w:val="008E0D0B"/>
    <w:rsid w:val="008E17B6"/>
    <w:rsid w:val="008E1B21"/>
    <w:rsid w:val="008E1F0A"/>
    <w:rsid w:val="008E2C98"/>
    <w:rsid w:val="008E2D15"/>
    <w:rsid w:val="008E5210"/>
    <w:rsid w:val="008E55E9"/>
    <w:rsid w:val="008E58A4"/>
    <w:rsid w:val="008E5D95"/>
    <w:rsid w:val="008E626C"/>
    <w:rsid w:val="008E7648"/>
    <w:rsid w:val="008F0CEB"/>
    <w:rsid w:val="008F0DD1"/>
    <w:rsid w:val="008F156B"/>
    <w:rsid w:val="008F2D2E"/>
    <w:rsid w:val="008F4669"/>
    <w:rsid w:val="008F4D8B"/>
    <w:rsid w:val="008F5883"/>
    <w:rsid w:val="008F6707"/>
    <w:rsid w:val="00900273"/>
    <w:rsid w:val="00900567"/>
    <w:rsid w:val="00900FFE"/>
    <w:rsid w:val="00902A3D"/>
    <w:rsid w:val="00902BE1"/>
    <w:rsid w:val="00902C86"/>
    <w:rsid w:val="0090395C"/>
    <w:rsid w:val="00903B43"/>
    <w:rsid w:val="00903D15"/>
    <w:rsid w:val="00906E36"/>
    <w:rsid w:val="00910A8D"/>
    <w:rsid w:val="00911844"/>
    <w:rsid w:val="00911D35"/>
    <w:rsid w:val="00912896"/>
    <w:rsid w:val="00914B95"/>
    <w:rsid w:val="00915629"/>
    <w:rsid w:val="009172D3"/>
    <w:rsid w:val="00917593"/>
    <w:rsid w:val="009213D9"/>
    <w:rsid w:val="00921CA0"/>
    <w:rsid w:val="009256A9"/>
    <w:rsid w:val="00925B0D"/>
    <w:rsid w:val="00927110"/>
    <w:rsid w:val="00927811"/>
    <w:rsid w:val="0093048B"/>
    <w:rsid w:val="00933EE0"/>
    <w:rsid w:val="00934997"/>
    <w:rsid w:val="009356D6"/>
    <w:rsid w:val="00936067"/>
    <w:rsid w:val="00937F90"/>
    <w:rsid w:val="00940F24"/>
    <w:rsid w:val="0094241E"/>
    <w:rsid w:val="0094272E"/>
    <w:rsid w:val="00942910"/>
    <w:rsid w:val="0094307B"/>
    <w:rsid w:val="00943A38"/>
    <w:rsid w:val="00944124"/>
    <w:rsid w:val="00944983"/>
    <w:rsid w:val="0094505D"/>
    <w:rsid w:val="00945521"/>
    <w:rsid w:val="00945DB0"/>
    <w:rsid w:val="00945F9D"/>
    <w:rsid w:val="00946DF2"/>
    <w:rsid w:val="009476B8"/>
    <w:rsid w:val="0094777B"/>
    <w:rsid w:val="00947FED"/>
    <w:rsid w:val="00950E97"/>
    <w:rsid w:val="0095124C"/>
    <w:rsid w:val="009514B9"/>
    <w:rsid w:val="00952B6E"/>
    <w:rsid w:val="009532CF"/>
    <w:rsid w:val="00953DCC"/>
    <w:rsid w:val="00954DBC"/>
    <w:rsid w:val="00954E50"/>
    <w:rsid w:val="0096014F"/>
    <w:rsid w:val="009624D8"/>
    <w:rsid w:val="009627D3"/>
    <w:rsid w:val="00964843"/>
    <w:rsid w:val="009651C1"/>
    <w:rsid w:val="00965B3A"/>
    <w:rsid w:val="009700EE"/>
    <w:rsid w:val="00970A12"/>
    <w:rsid w:val="009726A3"/>
    <w:rsid w:val="009747C0"/>
    <w:rsid w:val="00974A1D"/>
    <w:rsid w:val="00975A0A"/>
    <w:rsid w:val="009764EB"/>
    <w:rsid w:val="00980250"/>
    <w:rsid w:val="00980703"/>
    <w:rsid w:val="0098151D"/>
    <w:rsid w:val="009827F3"/>
    <w:rsid w:val="00982E65"/>
    <w:rsid w:val="00984C7D"/>
    <w:rsid w:val="009871C6"/>
    <w:rsid w:val="00987D81"/>
    <w:rsid w:val="0099131B"/>
    <w:rsid w:val="009919BE"/>
    <w:rsid w:val="00991B57"/>
    <w:rsid w:val="009933AF"/>
    <w:rsid w:val="0099383C"/>
    <w:rsid w:val="00995BA5"/>
    <w:rsid w:val="00997C49"/>
    <w:rsid w:val="009A00E6"/>
    <w:rsid w:val="009A134C"/>
    <w:rsid w:val="009A1C8C"/>
    <w:rsid w:val="009A21F5"/>
    <w:rsid w:val="009A488A"/>
    <w:rsid w:val="009A5886"/>
    <w:rsid w:val="009A6385"/>
    <w:rsid w:val="009A7AAB"/>
    <w:rsid w:val="009B043F"/>
    <w:rsid w:val="009B0AC7"/>
    <w:rsid w:val="009B0B2A"/>
    <w:rsid w:val="009B2D00"/>
    <w:rsid w:val="009B6313"/>
    <w:rsid w:val="009B7EC2"/>
    <w:rsid w:val="009C0BC4"/>
    <w:rsid w:val="009C1490"/>
    <w:rsid w:val="009C1698"/>
    <w:rsid w:val="009C18C3"/>
    <w:rsid w:val="009C1EF7"/>
    <w:rsid w:val="009C31BA"/>
    <w:rsid w:val="009C33D9"/>
    <w:rsid w:val="009C34DE"/>
    <w:rsid w:val="009C34E1"/>
    <w:rsid w:val="009C529A"/>
    <w:rsid w:val="009C60A7"/>
    <w:rsid w:val="009C62A7"/>
    <w:rsid w:val="009C6D05"/>
    <w:rsid w:val="009C764C"/>
    <w:rsid w:val="009C78B6"/>
    <w:rsid w:val="009D1B4B"/>
    <w:rsid w:val="009D1ED2"/>
    <w:rsid w:val="009D2043"/>
    <w:rsid w:val="009D2C4C"/>
    <w:rsid w:val="009D68EA"/>
    <w:rsid w:val="009E1BEE"/>
    <w:rsid w:val="009E2EF8"/>
    <w:rsid w:val="009E351A"/>
    <w:rsid w:val="009E3A5D"/>
    <w:rsid w:val="009E3D61"/>
    <w:rsid w:val="009E40E8"/>
    <w:rsid w:val="009E4EA1"/>
    <w:rsid w:val="009E58F8"/>
    <w:rsid w:val="009E6A5F"/>
    <w:rsid w:val="009E6F57"/>
    <w:rsid w:val="009E6F7F"/>
    <w:rsid w:val="009E7286"/>
    <w:rsid w:val="009E7636"/>
    <w:rsid w:val="009F163F"/>
    <w:rsid w:val="009F32AF"/>
    <w:rsid w:val="009F3949"/>
    <w:rsid w:val="009F4E52"/>
    <w:rsid w:val="009F4F18"/>
    <w:rsid w:val="009F6EF9"/>
    <w:rsid w:val="009F7028"/>
    <w:rsid w:val="009F7AA6"/>
    <w:rsid w:val="00A001A8"/>
    <w:rsid w:val="00A0075C"/>
    <w:rsid w:val="00A034D8"/>
    <w:rsid w:val="00A035C4"/>
    <w:rsid w:val="00A049F0"/>
    <w:rsid w:val="00A06B33"/>
    <w:rsid w:val="00A06E8E"/>
    <w:rsid w:val="00A074FC"/>
    <w:rsid w:val="00A11197"/>
    <w:rsid w:val="00A12323"/>
    <w:rsid w:val="00A12BA3"/>
    <w:rsid w:val="00A13277"/>
    <w:rsid w:val="00A136A7"/>
    <w:rsid w:val="00A147C6"/>
    <w:rsid w:val="00A15281"/>
    <w:rsid w:val="00A165D3"/>
    <w:rsid w:val="00A16A2A"/>
    <w:rsid w:val="00A20665"/>
    <w:rsid w:val="00A220BC"/>
    <w:rsid w:val="00A22557"/>
    <w:rsid w:val="00A230C1"/>
    <w:rsid w:val="00A231B3"/>
    <w:rsid w:val="00A237CA"/>
    <w:rsid w:val="00A2432D"/>
    <w:rsid w:val="00A25343"/>
    <w:rsid w:val="00A271C4"/>
    <w:rsid w:val="00A3013F"/>
    <w:rsid w:val="00A30876"/>
    <w:rsid w:val="00A321E1"/>
    <w:rsid w:val="00A323D6"/>
    <w:rsid w:val="00A349A2"/>
    <w:rsid w:val="00A35887"/>
    <w:rsid w:val="00A42432"/>
    <w:rsid w:val="00A4266A"/>
    <w:rsid w:val="00A44534"/>
    <w:rsid w:val="00A44827"/>
    <w:rsid w:val="00A45E76"/>
    <w:rsid w:val="00A46958"/>
    <w:rsid w:val="00A47680"/>
    <w:rsid w:val="00A50022"/>
    <w:rsid w:val="00A51276"/>
    <w:rsid w:val="00A532B6"/>
    <w:rsid w:val="00A5367D"/>
    <w:rsid w:val="00A53DE5"/>
    <w:rsid w:val="00A546EC"/>
    <w:rsid w:val="00A54A26"/>
    <w:rsid w:val="00A54C34"/>
    <w:rsid w:val="00A55878"/>
    <w:rsid w:val="00A55DF0"/>
    <w:rsid w:val="00A57513"/>
    <w:rsid w:val="00A60A02"/>
    <w:rsid w:val="00A60DBF"/>
    <w:rsid w:val="00A6254D"/>
    <w:rsid w:val="00A62D6B"/>
    <w:rsid w:val="00A63843"/>
    <w:rsid w:val="00A65800"/>
    <w:rsid w:val="00A65E8C"/>
    <w:rsid w:val="00A6703D"/>
    <w:rsid w:val="00A6783B"/>
    <w:rsid w:val="00A67BCA"/>
    <w:rsid w:val="00A712EA"/>
    <w:rsid w:val="00A713BD"/>
    <w:rsid w:val="00A71E0F"/>
    <w:rsid w:val="00A71F38"/>
    <w:rsid w:val="00A72E78"/>
    <w:rsid w:val="00A74759"/>
    <w:rsid w:val="00A7499A"/>
    <w:rsid w:val="00A74E9D"/>
    <w:rsid w:val="00A75F82"/>
    <w:rsid w:val="00A7773F"/>
    <w:rsid w:val="00A80468"/>
    <w:rsid w:val="00A81013"/>
    <w:rsid w:val="00A81D01"/>
    <w:rsid w:val="00A8275D"/>
    <w:rsid w:val="00A846B1"/>
    <w:rsid w:val="00A849F9"/>
    <w:rsid w:val="00A84D16"/>
    <w:rsid w:val="00A86E37"/>
    <w:rsid w:val="00A9004D"/>
    <w:rsid w:val="00A90649"/>
    <w:rsid w:val="00A910DA"/>
    <w:rsid w:val="00A92A42"/>
    <w:rsid w:val="00A92AB0"/>
    <w:rsid w:val="00A955FE"/>
    <w:rsid w:val="00A9595A"/>
    <w:rsid w:val="00A95C52"/>
    <w:rsid w:val="00A962E1"/>
    <w:rsid w:val="00AA1634"/>
    <w:rsid w:val="00AA373E"/>
    <w:rsid w:val="00AA4AD4"/>
    <w:rsid w:val="00AA6733"/>
    <w:rsid w:val="00AB0867"/>
    <w:rsid w:val="00AB2B4C"/>
    <w:rsid w:val="00AB421C"/>
    <w:rsid w:val="00AB4F69"/>
    <w:rsid w:val="00AB52BC"/>
    <w:rsid w:val="00AB5A27"/>
    <w:rsid w:val="00AB606F"/>
    <w:rsid w:val="00AB654D"/>
    <w:rsid w:val="00AB7669"/>
    <w:rsid w:val="00AC0127"/>
    <w:rsid w:val="00AC2202"/>
    <w:rsid w:val="00AC23F8"/>
    <w:rsid w:val="00AC48CD"/>
    <w:rsid w:val="00AC5F48"/>
    <w:rsid w:val="00AC61F9"/>
    <w:rsid w:val="00AD025C"/>
    <w:rsid w:val="00AD0BAA"/>
    <w:rsid w:val="00AD38A1"/>
    <w:rsid w:val="00AD3BC7"/>
    <w:rsid w:val="00AD3DA6"/>
    <w:rsid w:val="00AD3F22"/>
    <w:rsid w:val="00AD4BED"/>
    <w:rsid w:val="00AD77C7"/>
    <w:rsid w:val="00AE1B7D"/>
    <w:rsid w:val="00AE2765"/>
    <w:rsid w:val="00AE43A9"/>
    <w:rsid w:val="00AE5DEC"/>
    <w:rsid w:val="00AE71A3"/>
    <w:rsid w:val="00AF0025"/>
    <w:rsid w:val="00AF0291"/>
    <w:rsid w:val="00AF0AB3"/>
    <w:rsid w:val="00AF10AA"/>
    <w:rsid w:val="00AF2DEA"/>
    <w:rsid w:val="00AF5187"/>
    <w:rsid w:val="00AF52DE"/>
    <w:rsid w:val="00AF540B"/>
    <w:rsid w:val="00AF6BBB"/>
    <w:rsid w:val="00B01939"/>
    <w:rsid w:val="00B04BDE"/>
    <w:rsid w:val="00B10241"/>
    <w:rsid w:val="00B1048A"/>
    <w:rsid w:val="00B11294"/>
    <w:rsid w:val="00B11456"/>
    <w:rsid w:val="00B123E3"/>
    <w:rsid w:val="00B125AF"/>
    <w:rsid w:val="00B14F6F"/>
    <w:rsid w:val="00B163C2"/>
    <w:rsid w:val="00B16F9F"/>
    <w:rsid w:val="00B20D16"/>
    <w:rsid w:val="00B210D0"/>
    <w:rsid w:val="00B21D81"/>
    <w:rsid w:val="00B2331D"/>
    <w:rsid w:val="00B24296"/>
    <w:rsid w:val="00B24C2E"/>
    <w:rsid w:val="00B2594A"/>
    <w:rsid w:val="00B26781"/>
    <w:rsid w:val="00B27898"/>
    <w:rsid w:val="00B303E2"/>
    <w:rsid w:val="00B3198A"/>
    <w:rsid w:val="00B34F72"/>
    <w:rsid w:val="00B35168"/>
    <w:rsid w:val="00B354EF"/>
    <w:rsid w:val="00B35830"/>
    <w:rsid w:val="00B36210"/>
    <w:rsid w:val="00B36B35"/>
    <w:rsid w:val="00B3702A"/>
    <w:rsid w:val="00B37D15"/>
    <w:rsid w:val="00B41C38"/>
    <w:rsid w:val="00B45CC2"/>
    <w:rsid w:val="00B46BDA"/>
    <w:rsid w:val="00B47A84"/>
    <w:rsid w:val="00B51BD2"/>
    <w:rsid w:val="00B52281"/>
    <w:rsid w:val="00B53866"/>
    <w:rsid w:val="00B539C2"/>
    <w:rsid w:val="00B54359"/>
    <w:rsid w:val="00B5465A"/>
    <w:rsid w:val="00B546B1"/>
    <w:rsid w:val="00B54B4E"/>
    <w:rsid w:val="00B560B7"/>
    <w:rsid w:val="00B57CB8"/>
    <w:rsid w:val="00B62F4F"/>
    <w:rsid w:val="00B62F57"/>
    <w:rsid w:val="00B63823"/>
    <w:rsid w:val="00B669BA"/>
    <w:rsid w:val="00B672BF"/>
    <w:rsid w:val="00B678EE"/>
    <w:rsid w:val="00B70586"/>
    <w:rsid w:val="00B72914"/>
    <w:rsid w:val="00B72CE1"/>
    <w:rsid w:val="00B73D3E"/>
    <w:rsid w:val="00B73DBF"/>
    <w:rsid w:val="00B75FE2"/>
    <w:rsid w:val="00B77FFC"/>
    <w:rsid w:val="00B8070F"/>
    <w:rsid w:val="00B807DF"/>
    <w:rsid w:val="00B80ED6"/>
    <w:rsid w:val="00B83575"/>
    <w:rsid w:val="00B8403E"/>
    <w:rsid w:val="00B842C1"/>
    <w:rsid w:val="00B843A9"/>
    <w:rsid w:val="00B846B7"/>
    <w:rsid w:val="00B871D2"/>
    <w:rsid w:val="00B903CE"/>
    <w:rsid w:val="00B973D1"/>
    <w:rsid w:val="00BA0872"/>
    <w:rsid w:val="00BA1940"/>
    <w:rsid w:val="00BA1BC2"/>
    <w:rsid w:val="00BA3300"/>
    <w:rsid w:val="00BA33BD"/>
    <w:rsid w:val="00BA45C3"/>
    <w:rsid w:val="00BA636A"/>
    <w:rsid w:val="00BA6F20"/>
    <w:rsid w:val="00BA71D2"/>
    <w:rsid w:val="00BB0645"/>
    <w:rsid w:val="00BB1875"/>
    <w:rsid w:val="00BB27D4"/>
    <w:rsid w:val="00BB38B1"/>
    <w:rsid w:val="00BB655D"/>
    <w:rsid w:val="00BB6C33"/>
    <w:rsid w:val="00BC0CF6"/>
    <w:rsid w:val="00BC16C7"/>
    <w:rsid w:val="00BC2249"/>
    <w:rsid w:val="00BC319F"/>
    <w:rsid w:val="00BC3A32"/>
    <w:rsid w:val="00BC3C32"/>
    <w:rsid w:val="00BC40F2"/>
    <w:rsid w:val="00BC49CE"/>
    <w:rsid w:val="00BD1681"/>
    <w:rsid w:val="00BD1B4F"/>
    <w:rsid w:val="00BD1FD9"/>
    <w:rsid w:val="00BD2A68"/>
    <w:rsid w:val="00BD2F9A"/>
    <w:rsid w:val="00BD35E3"/>
    <w:rsid w:val="00BD3D88"/>
    <w:rsid w:val="00BD6EEA"/>
    <w:rsid w:val="00BD73AE"/>
    <w:rsid w:val="00BD7D59"/>
    <w:rsid w:val="00BE07A2"/>
    <w:rsid w:val="00BE2282"/>
    <w:rsid w:val="00BE2595"/>
    <w:rsid w:val="00BE3508"/>
    <w:rsid w:val="00BE3D6B"/>
    <w:rsid w:val="00BE509D"/>
    <w:rsid w:val="00BE5F82"/>
    <w:rsid w:val="00BE706C"/>
    <w:rsid w:val="00BE722C"/>
    <w:rsid w:val="00BE7371"/>
    <w:rsid w:val="00BF03C9"/>
    <w:rsid w:val="00BF0909"/>
    <w:rsid w:val="00BF0DA2"/>
    <w:rsid w:val="00BF0E85"/>
    <w:rsid w:val="00BF0EA6"/>
    <w:rsid w:val="00BF16B1"/>
    <w:rsid w:val="00BF1941"/>
    <w:rsid w:val="00BF1A61"/>
    <w:rsid w:val="00BF2A21"/>
    <w:rsid w:val="00BF3FE9"/>
    <w:rsid w:val="00BF4661"/>
    <w:rsid w:val="00C00617"/>
    <w:rsid w:val="00C00783"/>
    <w:rsid w:val="00C02361"/>
    <w:rsid w:val="00C02BF3"/>
    <w:rsid w:val="00C03C41"/>
    <w:rsid w:val="00C061C1"/>
    <w:rsid w:val="00C073F9"/>
    <w:rsid w:val="00C16262"/>
    <w:rsid w:val="00C20E7E"/>
    <w:rsid w:val="00C21309"/>
    <w:rsid w:val="00C21784"/>
    <w:rsid w:val="00C21D48"/>
    <w:rsid w:val="00C24487"/>
    <w:rsid w:val="00C253D8"/>
    <w:rsid w:val="00C256B7"/>
    <w:rsid w:val="00C2689F"/>
    <w:rsid w:val="00C26ED0"/>
    <w:rsid w:val="00C27512"/>
    <w:rsid w:val="00C278B7"/>
    <w:rsid w:val="00C279BE"/>
    <w:rsid w:val="00C32616"/>
    <w:rsid w:val="00C32FF7"/>
    <w:rsid w:val="00C33EB7"/>
    <w:rsid w:val="00C33F7C"/>
    <w:rsid w:val="00C342C5"/>
    <w:rsid w:val="00C34A59"/>
    <w:rsid w:val="00C36B18"/>
    <w:rsid w:val="00C372A2"/>
    <w:rsid w:val="00C428B9"/>
    <w:rsid w:val="00C430B4"/>
    <w:rsid w:val="00C43AE1"/>
    <w:rsid w:val="00C44656"/>
    <w:rsid w:val="00C44C57"/>
    <w:rsid w:val="00C4500C"/>
    <w:rsid w:val="00C457AB"/>
    <w:rsid w:val="00C471D0"/>
    <w:rsid w:val="00C47FFB"/>
    <w:rsid w:val="00C50038"/>
    <w:rsid w:val="00C500DD"/>
    <w:rsid w:val="00C50238"/>
    <w:rsid w:val="00C54D2C"/>
    <w:rsid w:val="00C56C24"/>
    <w:rsid w:val="00C56FC7"/>
    <w:rsid w:val="00C573B0"/>
    <w:rsid w:val="00C57726"/>
    <w:rsid w:val="00C61562"/>
    <w:rsid w:val="00C61CAC"/>
    <w:rsid w:val="00C62382"/>
    <w:rsid w:val="00C640EA"/>
    <w:rsid w:val="00C64F09"/>
    <w:rsid w:val="00C658E5"/>
    <w:rsid w:val="00C6591A"/>
    <w:rsid w:val="00C67BA5"/>
    <w:rsid w:val="00C705FB"/>
    <w:rsid w:val="00C70FDF"/>
    <w:rsid w:val="00C71D7C"/>
    <w:rsid w:val="00C72E90"/>
    <w:rsid w:val="00C735E1"/>
    <w:rsid w:val="00C75725"/>
    <w:rsid w:val="00C758FC"/>
    <w:rsid w:val="00C76B45"/>
    <w:rsid w:val="00C82F39"/>
    <w:rsid w:val="00C84876"/>
    <w:rsid w:val="00C867EC"/>
    <w:rsid w:val="00C86A77"/>
    <w:rsid w:val="00C9056C"/>
    <w:rsid w:val="00C91A29"/>
    <w:rsid w:val="00C95767"/>
    <w:rsid w:val="00C9645A"/>
    <w:rsid w:val="00C9681A"/>
    <w:rsid w:val="00C96D82"/>
    <w:rsid w:val="00C97B1C"/>
    <w:rsid w:val="00C97D0E"/>
    <w:rsid w:val="00CA081F"/>
    <w:rsid w:val="00CA0E19"/>
    <w:rsid w:val="00CA123B"/>
    <w:rsid w:val="00CA2DBA"/>
    <w:rsid w:val="00CA3E34"/>
    <w:rsid w:val="00CA4A89"/>
    <w:rsid w:val="00CA5152"/>
    <w:rsid w:val="00CB06DE"/>
    <w:rsid w:val="00CB0789"/>
    <w:rsid w:val="00CB281C"/>
    <w:rsid w:val="00CB3CFF"/>
    <w:rsid w:val="00CB4970"/>
    <w:rsid w:val="00CB49FE"/>
    <w:rsid w:val="00CB4BB6"/>
    <w:rsid w:val="00CB55CF"/>
    <w:rsid w:val="00CB5D21"/>
    <w:rsid w:val="00CB6785"/>
    <w:rsid w:val="00CB7CD2"/>
    <w:rsid w:val="00CC11CB"/>
    <w:rsid w:val="00CC15F5"/>
    <w:rsid w:val="00CC1B36"/>
    <w:rsid w:val="00CC4EFA"/>
    <w:rsid w:val="00CC5003"/>
    <w:rsid w:val="00CC6620"/>
    <w:rsid w:val="00CD0F09"/>
    <w:rsid w:val="00CD1171"/>
    <w:rsid w:val="00CD19E6"/>
    <w:rsid w:val="00CD25BB"/>
    <w:rsid w:val="00CD26A2"/>
    <w:rsid w:val="00CD276C"/>
    <w:rsid w:val="00CD361B"/>
    <w:rsid w:val="00CD3C06"/>
    <w:rsid w:val="00CD4F2D"/>
    <w:rsid w:val="00CD543B"/>
    <w:rsid w:val="00CD6666"/>
    <w:rsid w:val="00CD666A"/>
    <w:rsid w:val="00CD68BB"/>
    <w:rsid w:val="00CD7073"/>
    <w:rsid w:val="00CD7789"/>
    <w:rsid w:val="00CE2BB1"/>
    <w:rsid w:val="00CE2F45"/>
    <w:rsid w:val="00CE3CBF"/>
    <w:rsid w:val="00CE45D6"/>
    <w:rsid w:val="00CE4E5F"/>
    <w:rsid w:val="00CE619A"/>
    <w:rsid w:val="00CE6231"/>
    <w:rsid w:val="00CE6CA4"/>
    <w:rsid w:val="00CE6E36"/>
    <w:rsid w:val="00CE7824"/>
    <w:rsid w:val="00CF01AB"/>
    <w:rsid w:val="00CF29A1"/>
    <w:rsid w:val="00CF3425"/>
    <w:rsid w:val="00CF34A8"/>
    <w:rsid w:val="00CF42EE"/>
    <w:rsid w:val="00CF4FF3"/>
    <w:rsid w:val="00CF5175"/>
    <w:rsid w:val="00CF7C59"/>
    <w:rsid w:val="00D001DB"/>
    <w:rsid w:val="00D01727"/>
    <w:rsid w:val="00D01E18"/>
    <w:rsid w:val="00D0386F"/>
    <w:rsid w:val="00D03CB5"/>
    <w:rsid w:val="00D04E42"/>
    <w:rsid w:val="00D057E0"/>
    <w:rsid w:val="00D07826"/>
    <w:rsid w:val="00D07E2A"/>
    <w:rsid w:val="00D12687"/>
    <w:rsid w:val="00D127BE"/>
    <w:rsid w:val="00D13F88"/>
    <w:rsid w:val="00D15007"/>
    <w:rsid w:val="00D1542B"/>
    <w:rsid w:val="00D15907"/>
    <w:rsid w:val="00D16B5C"/>
    <w:rsid w:val="00D177F4"/>
    <w:rsid w:val="00D17D5F"/>
    <w:rsid w:val="00D20AC7"/>
    <w:rsid w:val="00D21310"/>
    <w:rsid w:val="00D21674"/>
    <w:rsid w:val="00D231B6"/>
    <w:rsid w:val="00D26EFA"/>
    <w:rsid w:val="00D271EB"/>
    <w:rsid w:val="00D2749E"/>
    <w:rsid w:val="00D3291A"/>
    <w:rsid w:val="00D3348B"/>
    <w:rsid w:val="00D335C7"/>
    <w:rsid w:val="00D3559A"/>
    <w:rsid w:val="00D36561"/>
    <w:rsid w:val="00D37757"/>
    <w:rsid w:val="00D40482"/>
    <w:rsid w:val="00D411C5"/>
    <w:rsid w:val="00D4256A"/>
    <w:rsid w:val="00D44281"/>
    <w:rsid w:val="00D446E1"/>
    <w:rsid w:val="00D45B61"/>
    <w:rsid w:val="00D4613F"/>
    <w:rsid w:val="00D46F8B"/>
    <w:rsid w:val="00D4720F"/>
    <w:rsid w:val="00D47B57"/>
    <w:rsid w:val="00D510B9"/>
    <w:rsid w:val="00D52477"/>
    <w:rsid w:val="00D524FE"/>
    <w:rsid w:val="00D5400F"/>
    <w:rsid w:val="00D55C96"/>
    <w:rsid w:val="00D56349"/>
    <w:rsid w:val="00D565EF"/>
    <w:rsid w:val="00D567B4"/>
    <w:rsid w:val="00D570D0"/>
    <w:rsid w:val="00D57CF0"/>
    <w:rsid w:val="00D606D3"/>
    <w:rsid w:val="00D6086B"/>
    <w:rsid w:val="00D610C0"/>
    <w:rsid w:val="00D62C65"/>
    <w:rsid w:val="00D638B9"/>
    <w:rsid w:val="00D64659"/>
    <w:rsid w:val="00D6471C"/>
    <w:rsid w:val="00D6640D"/>
    <w:rsid w:val="00D67A0A"/>
    <w:rsid w:val="00D67A98"/>
    <w:rsid w:val="00D70766"/>
    <w:rsid w:val="00D75A4D"/>
    <w:rsid w:val="00D76BDA"/>
    <w:rsid w:val="00D773C0"/>
    <w:rsid w:val="00D8088F"/>
    <w:rsid w:val="00D8147F"/>
    <w:rsid w:val="00D821DB"/>
    <w:rsid w:val="00D82468"/>
    <w:rsid w:val="00D82994"/>
    <w:rsid w:val="00D83748"/>
    <w:rsid w:val="00D840F6"/>
    <w:rsid w:val="00D847CC"/>
    <w:rsid w:val="00D84F7A"/>
    <w:rsid w:val="00D85F34"/>
    <w:rsid w:val="00D86494"/>
    <w:rsid w:val="00D86F9D"/>
    <w:rsid w:val="00D87ACD"/>
    <w:rsid w:val="00D90DAD"/>
    <w:rsid w:val="00D9139D"/>
    <w:rsid w:val="00D92019"/>
    <w:rsid w:val="00D9297C"/>
    <w:rsid w:val="00D92D0E"/>
    <w:rsid w:val="00D9553F"/>
    <w:rsid w:val="00DA0DCF"/>
    <w:rsid w:val="00DA1D90"/>
    <w:rsid w:val="00DA34D1"/>
    <w:rsid w:val="00DA4E9D"/>
    <w:rsid w:val="00DA5E6E"/>
    <w:rsid w:val="00DA7CCC"/>
    <w:rsid w:val="00DA7E7F"/>
    <w:rsid w:val="00DB070B"/>
    <w:rsid w:val="00DB0ADB"/>
    <w:rsid w:val="00DB2630"/>
    <w:rsid w:val="00DB2944"/>
    <w:rsid w:val="00DB3363"/>
    <w:rsid w:val="00DB3E78"/>
    <w:rsid w:val="00DB481C"/>
    <w:rsid w:val="00DB5CFF"/>
    <w:rsid w:val="00DC072C"/>
    <w:rsid w:val="00DC108F"/>
    <w:rsid w:val="00DC223A"/>
    <w:rsid w:val="00DC3FF7"/>
    <w:rsid w:val="00DC5B16"/>
    <w:rsid w:val="00DC7A70"/>
    <w:rsid w:val="00DD0F61"/>
    <w:rsid w:val="00DD16DE"/>
    <w:rsid w:val="00DD1809"/>
    <w:rsid w:val="00DD19CD"/>
    <w:rsid w:val="00DD2114"/>
    <w:rsid w:val="00DD2635"/>
    <w:rsid w:val="00DD29AA"/>
    <w:rsid w:val="00DD323B"/>
    <w:rsid w:val="00DD35D6"/>
    <w:rsid w:val="00DD4B04"/>
    <w:rsid w:val="00DD635D"/>
    <w:rsid w:val="00DD6A55"/>
    <w:rsid w:val="00DE0043"/>
    <w:rsid w:val="00DE122A"/>
    <w:rsid w:val="00DE14DC"/>
    <w:rsid w:val="00DE17C2"/>
    <w:rsid w:val="00DE248D"/>
    <w:rsid w:val="00DE4247"/>
    <w:rsid w:val="00DE596A"/>
    <w:rsid w:val="00DE5D28"/>
    <w:rsid w:val="00DE666A"/>
    <w:rsid w:val="00DE67FD"/>
    <w:rsid w:val="00DE6889"/>
    <w:rsid w:val="00DE6C3F"/>
    <w:rsid w:val="00DE74BD"/>
    <w:rsid w:val="00DE79B9"/>
    <w:rsid w:val="00DE79CC"/>
    <w:rsid w:val="00DE7BF5"/>
    <w:rsid w:val="00DF250D"/>
    <w:rsid w:val="00DF2FE5"/>
    <w:rsid w:val="00DF4B7E"/>
    <w:rsid w:val="00DF51C1"/>
    <w:rsid w:val="00DF5655"/>
    <w:rsid w:val="00DF6706"/>
    <w:rsid w:val="00DF670F"/>
    <w:rsid w:val="00DF73CE"/>
    <w:rsid w:val="00DF75CA"/>
    <w:rsid w:val="00DF78CC"/>
    <w:rsid w:val="00E003D8"/>
    <w:rsid w:val="00E00764"/>
    <w:rsid w:val="00E008B8"/>
    <w:rsid w:val="00E01B82"/>
    <w:rsid w:val="00E03895"/>
    <w:rsid w:val="00E044F1"/>
    <w:rsid w:val="00E04DFA"/>
    <w:rsid w:val="00E07FEE"/>
    <w:rsid w:val="00E11F94"/>
    <w:rsid w:val="00E1396E"/>
    <w:rsid w:val="00E13B20"/>
    <w:rsid w:val="00E14CE6"/>
    <w:rsid w:val="00E15E0D"/>
    <w:rsid w:val="00E162B5"/>
    <w:rsid w:val="00E1686A"/>
    <w:rsid w:val="00E17DD7"/>
    <w:rsid w:val="00E201D4"/>
    <w:rsid w:val="00E2033B"/>
    <w:rsid w:val="00E21DD0"/>
    <w:rsid w:val="00E22731"/>
    <w:rsid w:val="00E22EE0"/>
    <w:rsid w:val="00E24296"/>
    <w:rsid w:val="00E24C6B"/>
    <w:rsid w:val="00E25D1C"/>
    <w:rsid w:val="00E264E8"/>
    <w:rsid w:val="00E27A23"/>
    <w:rsid w:val="00E35DBB"/>
    <w:rsid w:val="00E365D7"/>
    <w:rsid w:val="00E3771C"/>
    <w:rsid w:val="00E417E9"/>
    <w:rsid w:val="00E4324A"/>
    <w:rsid w:val="00E446BE"/>
    <w:rsid w:val="00E44D9B"/>
    <w:rsid w:val="00E44FD6"/>
    <w:rsid w:val="00E455EB"/>
    <w:rsid w:val="00E522B0"/>
    <w:rsid w:val="00E52777"/>
    <w:rsid w:val="00E52F94"/>
    <w:rsid w:val="00E53E5E"/>
    <w:rsid w:val="00E55461"/>
    <w:rsid w:val="00E560E9"/>
    <w:rsid w:val="00E562A8"/>
    <w:rsid w:val="00E56B90"/>
    <w:rsid w:val="00E61F85"/>
    <w:rsid w:val="00E62273"/>
    <w:rsid w:val="00E63EDC"/>
    <w:rsid w:val="00E64093"/>
    <w:rsid w:val="00E641F0"/>
    <w:rsid w:val="00E65B73"/>
    <w:rsid w:val="00E7015D"/>
    <w:rsid w:val="00E70674"/>
    <w:rsid w:val="00E72C4F"/>
    <w:rsid w:val="00E75EF0"/>
    <w:rsid w:val="00E75F3B"/>
    <w:rsid w:val="00E76126"/>
    <w:rsid w:val="00E763DB"/>
    <w:rsid w:val="00E76446"/>
    <w:rsid w:val="00E80F55"/>
    <w:rsid w:val="00E81977"/>
    <w:rsid w:val="00E8282D"/>
    <w:rsid w:val="00E83F99"/>
    <w:rsid w:val="00E86BBC"/>
    <w:rsid w:val="00E92040"/>
    <w:rsid w:val="00E94457"/>
    <w:rsid w:val="00E94EFB"/>
    <w:rsid w:val="00E9638C"/>
    <w:rsid w:val="00E972F7"/>
    <w:rsid w:val="00EA0511"/>
    <w:rsid w:val="00EA221D"/>
    <w:rsid w:val="00EA24D2"/>
    <w:rsid w:val="00EA2CD5"/>
    <w:rsid w:val="00EA56CE"/>
    <w:rsid w:val="00EA5796"/>
    <w:rsid w:val="00EA5923"/>
    <w:rsid w:val="00EA5E59"/>
    <w:rsid w:val="00EA60E9"/>
    <w:rsid w:val="00EA6302"/>
    <w:rsid w:val="00EA678C"/>
    <w:rsid w:val="00EA6C3F"/>
    <w:rsid w:val="00EA75A7"/>
    <w:rsid w:val="00EA7D62"/>
    <w:rsid w:val="00EB297B"/>
    <w:rsid w:val="00EB2E64"/>
    <w:rsid w:val="00EB48E5"/>
    <w:rsid w:val="00EB4D94"/>
    <w:rsid w:val="00EB4FB1"/>
    <w:rsid w:val="00EC0522"/>
    <w:rsid w:val="00EC2D42"/>
    <w:rsid w:val="00EC5838"/>
    <w:rsid w:val="00EC5E65"/>
    <w:rsid w:val="00ED24B7"/>
    <w:rsid w:val="00ED2E96"/>
    <w:rsid w:val="00ED309D"/>
    <w:rsid w:val="00ED5D13"/>
    <w:rsid w:val="00ED68AC"/>
    <w:rsid w:val="00ED6B34"/>
    <w:rsid w:val="00ED7824"/>
    <w:rsid w:val="00EE0354"/>
    <w:rsid w:val="00EE2E45"/>
    <w:rsid w:val="00EE4FFA"/>
    <w:rsid w:val="00EE5396"/>
    <w:rsid w:val="00EE60BA"/>
    <w:rsid w:val="00EE6431"/>
    <w:rsid w:val="00EE6A3C"/>
    <w:rsid w:val="00EF10B9"/>
    <w:rsid w:val="00EF182C"/>
    <w:rsid w:val="00EF2D7B"/>
    <w:rsid w:val="00EF4912"/>
    <w:rsid w:val="00EF4D76"/>
    <w:rsid w:val="00EF52EA"/>
    <w:rsid w:val="00EF5828"/>
    <w:rsid w:val="00EF5E22"/>
    <w:rsid w:val="00F00285"/>
    <w:rsid w:val="00F0117B"/>
    <w:rsid w:val="00F019B7"/>
    <w:rsid w:val="00F01FB8"/>
    <w:rsid w:val="00F022D3"/>
    <w:rsid w:val="00F04724"/>
    <w:rsid w:val="00F0756A"/>
    <w:rsid w:val="00F076C9"/>
    <w:rsid w:val="00F106EE"/>
    <w:rsid w:val="00F10778"/>
    <w:rsid w:val="00F11472"/>
    <w:rsid w:val="00F11F89"/>
    <w:rsid w:val="00F13020"/>
    <w:rsid w:val="00F14873"/>
    <w:rsid w:val="00F20C56"/>
    <w:rsid w:val="00F2230C"/>
    <w:rsid w:val="00F229BA"/>
    <w:rsid w:val="00F24A97"/>
    <w:rsid w:val="00F25F55"/>
    <w:rsid w:val="00F2635F"/>
    <w:rsid w:val="00F3010E"/>
    <w:rsid w:val="00F348DE"/>
    <w:rsid w:val="00F357A6"/>
    <w:rsid w:val="00F35F0F"/>
    <w:rsid w:val="00F370D4"/>
    <w:rsid w:val="00F40210"/>
    <w:rsid w:val="00F40C52"/>
    <w:rsid w:val="00F41597"/>
    <w:rsid w:val="00F432DB"/>
    <w:rsid w:val="00F44BBF"/>
    <w:rsid w:val="00F455E8"/>
    <w:rsid w:val="00F45720"/>
    <w:rsid w:val="00F463A5"/>
    <w:rsid w:val="00F473EB"/>
    <w:rsid w:val="00F503BE"/>
    <w:rsid w:val="00F504B1"/>
    <w:rsid w:val="00F512F0"/>
    <w:rsid w:val="00F51D55"/>
    <w:rsid w:val="00F51E5D"/>
    <w:rsid w:val="00F5235C"/>
    <w:rsid w:val="00F53367"/>
    <w:rsid w:val="00F551A6"/>
    <w:rsid w:val="00F551BB"/>
    <w:rsid w:val="00F555A9"/>
    <w:rsid w:val="00F55A01"/>
    <w:rsid w:val="00F55F44"/>
    <w:rsid w:val="00F56149"/>
    <w:rsid w:val="00F56347"/>
    <w:rsid w:val="00F564E3"/>
    <w:rsid w:val="00F56709"/>
    <w:rsid w:val="00F57D3E"/>
    <w:rsid w:val="00F57E87"/>
    <w:rsid w:val="00F60094"/>
    <w:rsid w:val="00F603B2"/>
    <w:rsid w:val="00F60608"/>
    <w:rsid w:val="00F6203D"/>
    <w:rsid w:val="00F62700"/>
    <w:rsid w:val="00F6288D"/>
    <w:rsid w:val="00F641D8"/>
    <w:rsid w:val="00F6467B"/>
    <w:rsid w:val="00F64D6B"/>
    <w:rsid w:val="00F65A35"/>
    <w:rsid w:val="00F6741C"/>
    <w:rsid w:val="00F6780B"/>
    <w:rsid w:val="00F71F7A"/>
    <w:rsid w:val="00F72413"/>
    <w:rsid w:val="00F7356A"/>
    <w:rsid w:val="00F74FCD"/>
    <w:rsid w:val="00F8021C"/>
    <w:rsid w:val="00F803B6"/>
    <w:rsid w:val="00F849AE"/>
    <w:rsid w:val="00F87A87"/>
    <w:rsid w:val="00F91614"/>
    <w:rsid w:val="00F93A6C"/>
    <w:rsid w:val="00F9411A"/>
    <w:rsid w:val="00F94267"/>
    <w:rsid w:val="00F95CD4"/>
    <w:rsid w:val="00F97E3B"/>
    <w:rsid w:val="00FA066E"/>
    <w:rsid w:val="00FA08D2"/>
    <w:rsid w:val="00FA0FB2"/>
    <w:rsid w:val="00FA2339"/>
    <w:rsid w:val="00FA39EB"/>
    <w:rsid w:val="00FA3ECF"/>
    <w:rsid w:val="00FA3EEC"/>
    <w:rsid w:val="00FA5081"/>
    <w:rsid w:val="00FA5A0B"/>
    <w:rsid w:val="00FA62BD"/>
    <w:rsid w:val="00FA68E4"/>
    <w:rsid w:val="00FA6FE3"/>
    <w:rsid w:val="00FA7F8C"/>
    <w:rsid w:val="00FB13B5"/>
    <w:rsid w:val="00FB1855"/>
    <w:rsid w:val="00FB2257"/>
    <w:rsid w:val="00FB32EA"/>
    <w:rsid w:val="00FB431D"/>
    <w:rsid w:val="00FB4E6B"/>
    <w:rsid w:val="00FB4FB3"/>
    <w:rsid w:val="00FB5B8F"/>
    <w:rsid w:val="00FB7D62"/>
    <w:rsid w:val="00FB7DCE"/>
    <w:rsid w:val="00FC04CF"/>
    <w:rsid w:val="00FC21D5"/>
    <w:rsid w:val="00FC5A6D"/>
    <w:rsid w:val="00FC627F"/>
    <w:rsid w:val="00FC7EF4"/>
    <w:rsid w:val="00FD2D46"/>
    <w:rsid w:val="00FD35D7"/>
    <w:rsid w:val="00FD42AD"/>
    <w:rsid w:val="00FD5D62"/>
    <w:rsid w:val="00FD6560"/>
    <w:rsid w:val="00FD66BB"/>
    <w:rsid w:val="00FD7103"/>
    <w:rsid w:val="00FD7AEA"/>
    <w:rsid w:val="00FD7D6B"/>
    <w:rsid w:val="00FD7DE4"/>
    <w:rsid w:val="00FE10A7"/>
    <w:rsid w:val="00FE1686"/>
    <w:rsid w:val="00FE1F40"/>
    <w:rsid w:val="00FE3979"/>
    <w:rsid w:val="00FE4699"/>
    <w:rsid w:val="00FE59EC"/>
    <w:rsid w:val="00FE64E6"/>
    <w:rsid w:val="00FE6BD0"/>
    <w:rsid w:val="00FE7164"/>
    <w:rsid w:val="00FE7F0B"/>
    <w:rsid w:val="00FF1F4F"/>
    <w:rsid w:val="00FF2C6A"/>
    <w:rsid w:val="00FF364A"/>
    <w:rsid w:val="00FF3860"/>
    <w:rsid w:val="00FF5A17"/>
    <w:rsid w:val="00FF61F5"/>
    <w:rsid w:val="00FF6848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c,#06f,#0064c8"/>
    </o:shapedefaults>
    <o:shapelayout v:ext="edit">
      <o:idmap v:ext="edit" data="1"/>
    </o:shapelayout>
  </w:shapeDefaults>
  <w:decimalSymbol w:val="."/>
  <w:listSeparator w:val=","/>
  <w14:docId w14:val="2E56A923"/>
  <w15:docId w15:val="{7ED976AC-5CF2-4702-A6FD-C08860E2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61F5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Times" w:hAnsi="Times"/>
      <w:sz w:val="22"/>
    </w:rPr>
  </w:style>
  <w:style w:type="paragraph" w:styleId="Heading1">
    <w:name w:val="heading 1"/>
    <w:next w:val="ParaBody"/>
    <w:autoRedefine/>
    <w:qFormat/>
    <w:rsid w:val="00BF1A61"/>
    <w:pPr>
      <w:keepNext/>
      <w:numPr>
        <w:numId w:val="14"/>
      </w:numPr>
      <w:suppressAutoHyphens/>
      <w:spacing w:before="720" w:after="120" w:line="360" w:lineRule="exact"/>
      <w:outlineLvl w:val="0"/>
    </w:pPr>
    <w:rPr>
      <w:rFonts w:ascii="Helvetica" w:hAnsi="Helvetica"/>
      <w:b/>
      <w:sz w:val="36"/>
      <w:szCs w:val="36"/>
    </w:rPr>
  </w:style>
  <w:style w:type="paragraph" w:styleId="Heading2">
    <w:name w:val="heading 2"/>
    <w:next w:val="ParaBody"/>
    <w:autoRedefine/>
    <w:qFormat/>
    <w:rsid w:val="0086380D"/>
    <w:pPr>
      <w:keepNext/>
      <w:numPr>
        <w:ilvl w:val="1"/>
        <w:numId w:val="14"/>
      </w:numPr>
      <w:tabs>
        <w:tab w:val="left" w:pos="900"/>
      </w:tabs>
      <w:spacing w:before="400" w:after="80" w:line="300" w:lineRule="exact"/>
      <w:outlineLvl w:val="1"/>
    </w:pPr>
    <w:rPr>
      <w:rFonts w:ascii="Helvetica" w:hAnsi="Helvetica" w:cs="Helvetica"/>
      <w:b/>
      <w:color w:val="000000"/>
      <w:sz w:val="22"/>
      <w:szCs w:val="22"/>
      <w:lang w:eastAsia="zh-CN"/>
    </w:rPr>
  </w:style>
  <w:style w:type="paragraph" w:styleId="Heading3">
    <w:name w:val="heading 3"/>
    <w:next w:val="ParaBody"/>
    <w:autoRedefine/>
    <w:qFormat/>
    <w:rsid w:val="006F3870"/>
    <w:pPr>
      <w:keepNext/>
      <w:numPr>
        <w:ilvl w:val="2"/>
        <w:numId w:val="14"/>
      </w:numPr>
      <w:tabs>
        <w:tab w:val="left" w:pos="1152"/>
      </w:tabs>
      <w:spacing w:before="400" w:after="120" w:line="280" w:lineRule="exact"/>
      <w:outlineLvl w:val="2"/>
    </w:pPr>
    <w:rPr>
      <w:rFonts w:ascii="Helvetica" w:hAnsi="Helvetica"/>
      <w:b/>
      <w:sz w:val="28"/>
      <w:szCs w:val="28"/>
    </w:rPr>
  </w:style>
  <w:style w:type="paragraph" w:styleId="Heading4">
    <w:name w:val="heading 4"/>
    <w:next w:val="ParaBody"/>
    <w:qFormat/>
    <w:rsid w:val="00FF61F5"/>
    <w:pPr>
      <w:keepNext/>
      <w:numPr>
        <w:ilvl w:val="3"/>
        <w:numId w:val="14"/>
      </w:numPr>
      <w:tabs>
        <w:tab w:val="left" w:pos="1296"/>
      </w:tabs>
      <w:spacing w:before="360" w:after="120" w:line="300" w:lineRule="exact"/>
      <w:outlineLvl w:val="3"/>
    </w:pPr>
    <w:rPr>
      <w:rFonts w:ascii="Helvetica" w:hAnsi="Helvetica"/>
      <w:b/>
      <w:sz w:val="26"/>
      <w:szCs w:val="26"/>
    </w:rPr>
  </w:style>
  <w:style w:type="paragraph" w:styleId="Heading5">
    <w:name w:val="heading 5"/>
    <w:next w:val="ParaBody"/>
    <w:qFormat/>
    <w:rsid w:val="00FF61F5"/>
    <w:pPr>
      <w:keepNext/>
      <w:numPr>
        <w:ilvl w:val="4"/>
        <w:numId w:val="14"/>
      </w:numPr>
      <w:spacing w:before="320" w:after="120" w:line="280" w:lineRule="exact"/>
      <w:outlineLvl w:val="4"/>
    </w:pPr>
    <w:rPr>
      <w:rFonts w:ascii="Helvetica" w:hAnsi="Helvetica"/>
      <w:b/>
      <w:sz w:val="24"/>
      <w:szCs w:val="24"/>
    </w:rPr>
  </w:style>
  <w:style w:type="paragraph" w:styleId="Heading6">
    <w:name w:val="heading 6"/>
    <w:next w:val="ParaBody"/>
    <w:qFormat/>
    <w:rsid w:val="00FF61F5"/>
    <w:pPr>
      <w:numPr>
        <w:ilvl w:val="5"/>
        <w:numId w:val="14"/>
      </w:numPr>
      <w:tabs>
        <w:tab w:val="left" w:pos="1656"/>
      </w:tabs>
      <w:spacing w:before="280" w:after="120" w:line="240" w:lineRule="exact"/>
      <w:outlineLvl w:val="5"/>
    </w:pPr>
    <w:rPr>
      <w:rFonts w:ascii="Helvetica" w:hAnsi="Helvetica"/>
      <w:b/>
      <w:i/>
      <w:sz w:val="22"/>
      <w:szCs w:val="22"/>
    </w:rPr>
  </w:style>
  <w:style w:type="paragraph" w:styleId="Heading7">
    <w:name w:val="heading 7"/>
    <w:next w:val="ParaBody"/>
    <w:qFormat/>
    <w:rsid w:val="00FF61F5"/>
    <w:pPr>
      <w:numPr>
        <w:ilvl w:val="6"/>
        <w:numId w:val="14"/>
      </w:numPr>
      <w:tabs>
        <w:tab w:val="left" w:pos="1872"/>
      </w:tabs>
      <w:spacing w:before="240" w:after="80"/>
      <w:outlineLvl w:val="6"/>
    </w:pPr>
    <w:rPr>
      <w:rFonts w:ascii="Helvetica" w:hAnsi="Helvetica"/>
      <w:b/>
    </w:rPr>
  </w:style>
  <w:style w:type="paragraph" w:styleId="Heading8">
    <w:name w:val="heading 8"/>
    <w:next w:val="ParaBody"/>
    <w:qFormat/>
    <w:rsid w:val="00FF61F5"/>
    <w:pPr>
      <w:numPr>
        <w:ilvl w:val="7"/>
        <w:numId w:val="14"/>
      </w:numPr>
      <w:tabs>
        <w:tab w:val="left" w:pos="2088"/>
      </w:tabs>
      <w:spacing w:before="240" w:after="60"/>
      <w:outlineLvl w:val="7"/>
    </w:pPr>
    <w:rPr>
      <w:rFonts w:ascii="Helvetica" w:hAnsi="Helvetica"/>
      <w:i/>
    </w:rPr>
  </w:style>
  <w:style w:type="paragraph" w:styleId="Heading9">
    <w:name w:val="heading 9"/>
    <w:next w:val="ParaBody"/>
    <w:qFormat/>
    <w:rsid w:val="00FF61F5"/>
    <w:pPr>
      <w:numPr>
        <w:ilvl w:val="8"/>
        <w:numId w:val="14"/>
      </w:numPr>
      <w:spacing w:before="240" w:after="60"/>
      <w:outlineLvl w:val="8"/>
    </w:pPr>
    <w:rPr>
      <w:rFonts w:ascii="Helvetica" w:hAnsi="Helvetica"/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Body">
    <w:name w:val="Para_Body"/>
    <w:link w:val="ParaBodyChar"/>
    <w:autoRedefine/>
    <w:rsid w:val="00C86A77"/>
    <w:pPr>
      <w:suppressAutoHyphens/>
      <w:overflowPunct w:val="0"/>
      <w:autoSpaceDE w:val="0"/>
      <w:autoSpaceDN w:val="0"/>
      <w:adjustRightInd w:val="0"/>
      <w:spacing w:before="100" w:after="40" w:line="240" w:lineRule="exact"/>
      <w:textAlignment w:val="baseline"/>
    </w:pPr>
    <w:rPr>
      <w:rFonts w:ascii="Helvetica" w:hAnsi="Helvetica" w:cs="Arial"/>
      <w:color w:val="FF0000"/>
      <w:sz w:val="24"/>
      <w:szCs w:val="24"/>
      <w:lang w:eastAsia="zh-CN"/>
    </w:rPr>
  </w:style>
  <w:style w:type="character" w:customStyle="1" w:styleId="ParaBodyChar">
    <w:name w:val="Para_Body Char"/>
    <w:basedOn w:val="DefaultParagraphFont"/>
    <w:link w:val="ParaBody"/>
    <w:rsid w:val="00C86A77"/>
    <w:rPr>
      <w:rFonts w:ascii="Helvetica" w:hAnsi="Helvetica" w:cs="Arial"/>
      <w:color w:val="FF0000"/>
      <w:sz w:val="24"/>
      <w:szCs w:val="24"/>
      <w:lang w:eastAsia="zh-CN"/>
    </w:rPr>
  </w:style>
  <w:style w:type="paragraph" w:styleId="TOC1">
    <w:name w:val="toc 1"/>
    <w:autoRedefine/>
    <w:semiHidden/>
    <w:rsid w:val="00FF61F5"/>
    <w:pPr>
      <w:tabs>
        <w:tab w:val="left" w:pos="720"/>
        <w:tab w:val="right" w:leader="dot" w:pos="9360"/>
      </w:tabs>
      <w:spacing w:before="320" w:after="40" w:line="320" w:lineRule="exact"/>
    </w:pPr>
    <w:rPr>
      <w:rFonts w:ascii="Arial" w:hAnsi="Arial"/>
      <w:b/>
      <w:szCs w:val="26"/>
    </w:rPr>
  </w:style>
  <w:style w:type="paragraph" w:customStyle="1" w:styleId="Equation">
    <w:name w:val="Equation"/>
    <w:basedOn w:val="ParaBody"/>
    <w:rsid w:val="00FF61F5"/>
    <w:pPr>
      <w:tabs>
        <w:tab w:val="left" w:pos="720"/>
      </w:tabs>
      <w:spacing w:before="240" w:after="160"/>
      <w:jc w:val="center"/>
    </w:pPr>
  </w:style>
  <w:style w:type="paragraph" w:styleId="NoteHeading">
    <w:name w:val="Note Heading"/>
    <w:basedOn w:val="NoteText"/>
    <w:next w:val="NoteText"/>
    <w:autoRedefine/>
    <w:rsid w:val="00FF61F5"/>
    <w:pPr>
      <w:spacing w:before="180" w:after="0"/>
      <w:ind w:left="0" w:right="504"/>
      <w:jc w:val="center"/>
    </w:pPr>
    <w:rPr>
      <w:b/>
    </w:rPr>
  </w:style>
  <w:style w:type="paragraph" w:customStyle="1" w:styleId="NoteText">
    <w:name w:val="NoteText"/>
    <w:basedOn w:val="ParaBody"/>
    <w:rsid w:val="00FF61F5"/>
    <w:pPr>
      <w:spacing w:before="80"/>
      <w:ind w:left="1440" w:right="1944"/>
    </w:pPr>
  </w:style>
  <w:style w:type="paragraph" w:customStyle="1" w:styleId="TBHeadC">
    <w:name w:val="TBHead_C"/>
    <w:basedOn w:val="TBItemC"/>
    <w:autoRedefine/>
    <w:rsid w:val="006C61EF"/>
    <w:pPr>
      <w:keepNext/>
      <w:ind w:left="72" w:right="43"/>
    </w:pPr>
    <w:rPr>
      <w:b/>
      <w:color w:val="auto"/>
    </w:rPr>
  </w:style>
  <w:style w:type="paragraph" w:customStyle="1" w:styleId="TBItemC">
    <w:name w:val="TBItem_C"/>
    <w:basedOn w:val="TBItemL"/>
    <w:autoRedefine/>
    <w:rsid w:val="00FF61F5"/>
    <w:pPr>
      <w:jc w:val="center"/>
    </w:pPr>
  </w:style>
  <w:style w:type="paragraph" w:customStyle="1" w:styleId="TBItemL">
    <w:name w:val="TBItem_L"/>
    <w:link w:val="TBItemLChar"/>
    <w:autoRedefine/>
    <w:rsid w:val="009172D3"/>
    <w:pPr>
      <w:tabs>
        <w:tab w:val="left" w:pos="-389"/>
        <w:tab w:val="left" w:pos="518"/>
        <w:tab w:val="left" w:pos="1022"/>
        <w:tab w:val="left" w:pos="1929"/>
      </w:tabs>
      <w:overflowPunct w:val="0"/>
      <w:autoSpaceDE w:val="0"/>
      <w:autoSpaceDN w:val="0"/>
      <w:adjustRightInd w:val="0"/>
      <w:spacing w:before="80" w:after="40" w:line="180" w:lineRule="exact"/>
      <w:textAlignment w:val="baseline"/>
    </w:pPr>
    <w:rPr>
      <w:rFonts w:ascii="Helvetica" w:eastAsia="SimSun" w:hAnsi="Helvetica" w:cs="Helvetica"/>
      <w:snapToGrid w:val="0"/>
      <w:color w:val="FF0000"/>
      <w:sz w:val="18"/>
      <w:szCs w:val="18"/>
    </w:rPr>
  </w:style>
  <w:style w:type="character" w:customStyle="1" w:styleId="TBItemLChar">
    <w:name w:val="TBItem_L Char"/>
    <w:basedOn w:val="DefaultParagraphFont"/>
    <w:link w:val="TBItemL"/>
    <w:rsid w:val="009172D3"/>
    <w:rPr>
      <w:rFonts w:ascii="Helvetica" w:eastAsia="SimSun" w:hAnsi="Helvetica" w:cs="Helvetica"/>
      <w:snapToGrid w:val="0"/>
      <w:color w:val="FF0000"/>
      <w:sz w:val="18"/>
      <w:szCs w:val="18"/>
    </w:rPr>
  </w:style>
  <w:style w:type="paragraph" w:customStyle="1" w:styleId="TBTitle">
    <w:name w:val="TBTitle"/>
    <w:next w:val="ParaBody"/>
    <w:autoRedefine/>
    <w:rsid w:val="00FF61F5"/>
    <w:pPr>
      <w:keepNext/>
      <w:spacing w:before="240" w:after="120" w:line="200" w:lineRule="exact"/>
      <w:jc w:val="center"/>
    </w:pPr>
    <w:rPr>
      <w:rFonts w:ascii="Helvetica" w:hAnsi="Helvetica"/>
      <w:b/>
      <w:bCs/>
    </w:rPr>
  </w:style>
  <w:style w:type="paragraph" w:customStyle="1" w:styleId="Example">
    <w:name w:val="Example"/>
    <w:basedOn w:val="Equation"/>
    <w:next w:val="Code10"/>
    <w:rsid w:val="00FF61F5"/>
    <w:pPr>
      <w:pBdr>
        <w:bottom w:val="single" w:sz="4" w:space="0" w:color="auto"/>
      </w:pBdr>
      <w:tabs>
        <w:tab w:val="clear" w:pos="720"/>
        <w:tab w:val="left" w:pos="936"/>
        <w:tab w:val="left" w:pos="1872"/>
        <w:tab w:val="left" w:pos="2808"/>
        <w:tab w:val="left" w:pos="3744"/>
        <w:tab w:val="left" w:pos="4680"/>
        <w:tab w:val="left" w:pos="5616"/>
        <w:tab w:val="left" w:pos="6552"/>
        <w:tab w:val="left" w:pos="7488"/>
        <w:tab w:val="left" w:pos="8424"/>
      </w:tabs>
      <w:spacing w:before="40" w:after="120" w:line="20" w:lineRule="exact"/>
    </w:pPr>
    <w:rPr>
      <w:b/>
      <w:sz w:val="2"/>
      <w:szCs w:val="2"/>
    </w:rPr>
  </w:style>
  <w:style w:type="paragraph" w:customStyle="1" w:styleId="Code10">
    <w:name w:val="Code10"/>
    <w:basedOn w:val="ParaBody"/>
    <w:rsid w:val="00FF61F5"/>
    <w:pPr>
      <w:tabs>
        <w:tab w:val="left" w:pos="936"/>
        <w:tab w:val="left" w:pos="1872"/>
        <w:tab w:val="left" w:pos="2808"/>
        <w:tab w:val="left" w:pos="3744"/>
        <w:tab w:val="left" w:pos="4680"/>
        <w:tab w:val="left" w:pos="5616"/>
        <w:tab w:val="left" w:pos="6552"/>
        <w:tab w:val="left" w:pos="7488"/>
        <w:tab w:val="left" w:pos="8424"/>
      </w:tabs>
      <w:spacing w:before="40" w:after="0" w:line="220" w:lineRule="exact"/>
    </w:pPr>
    <w:rPr>
      <w:rFonts w:ascii="CourierPS" w:hAnsi="CourierPS"/>
      <w:noProof/>
      <w:snapToGrid w:val="0"/>
    </w:rPr>
  </w:style>
  <w:style w:type="paragraph" w:customStyle="1" w:styleId="Heading1App">
    <w:name w:val="Heading1_App"/>
    <w:basedOn w:val="Heading1"/>
    <w:rsid w:val="00FF61F5"/>
    <w:pPr>
      <w:numPr>
        <w:numId w:val="8"/>
      </w:numPr>
    </w:pPr>
  </w:style>
  <w:style w:type="paragraph" w:customStyle="1" w:styleId="Heading2App">
    <w:name w:val="Heading2_App"/>
    <w:basedOn w:val="Heading2"/>
    <w:rsid w:val="00FF61F5"/>
    <w:pPr>
      <w:numPr>
        <w:numId w:val="9"/>
      </w:numPr>
      <w:tabs>
        <w:tab w:val="clear" w:pos="900"/>
        <w:tab w:val="clear" w:pos="1080"/>
        <w:tab w:val="left" w:pos="936"/>
      </w:tabs>
      <w:spacing w:before="640" w:after="140"/>
      <w:ind w:left="936" w:hanging="936"/>
    </w:pPr>
    <w:rPr>
      <w:sz w:val="30"/>
      <w:szCs w:val="30"/>
    </w:rPr>
  </w:style>
  <w:style w:type="paragraph" w:customStyle="1" w:styleId="Heading3App">
    <w:name w:val="Heading3_App"/>
    <w:basedOn w:val="Heading3"/>
    <w:rsid w:val="00FF61F5"/>
    <w:pPr>
      <w:numPr>
        <w:numId w:val="10"/>
      </w:numPr>
      <w:ind w:left="1152" w:hanging="1152"/>
    </w:pPr>
  </w:style>
  <w:style w:type="paragraph" w:customStyle="1" w:styleId="Heading4App">
    <w:name w:val="Heading4_App"/>
    <w:basedOn w:val="Heading4"/>
    <w:rsid w:val="00FF61F5"/>
    <w:pPr>
      <w:numPr>
        <w:numId w:val="9"/>
      </w:numPr>
      <w:tabs>
        <w:tab w:val="clear" w:pos="1080"/>
      </w:tabs>
      <w:ind w:left="1296" w:hanging="1296"/>
    </w:pPr>
  </w:style>
  <w:style w:type="paragraph" w:customStyle="1" w:styleId="Footerbar">
    <w:name w:val="Footerbar"/>
    <w:basedOn w:val="Footer"/>
    <w:rsid w:val="00FF61F5"/>
    <w:pPr>
      <w:pBdr>
        <w:bottom w:val="single" w:sz="12" w:space="3" w:color="808080"/>
      </w:pBdr>
      <w:tabs>
        <w:tab w:val="clear" w:pos="4320"/>
        <w:tab w:val="clear" w:pos="8640"/>
        <w:tab w:val="left" w:pos="144"/>
        <w:tab w:val="center" w:pos="4680"/>
        <w:tab w:val="right" w:pos="9360"/>
      </w:tabs>
      <w:kinsoku w:val="0"/>
      <w:spacing w:line="220" w:lineRule="exact"/>
    </w:pPr>
    <w:rPr>
      <w:rFonts w:ascii="Helvetica" w:hAnsi="Helvetica"/>
      <w:snapToGrid w:val="0"/>
      <w:sz w:val="18"/>
      <w:szCs w:val="18"/>
    </w:rPr>
  </w:style>
  <w:style w:type="paragraph" w:styleId="Footer">
    <w:name w:val="footer"/>
    <w:rsid w:val="00FF61F5"/>
    <w:pPr>
      <w:tabs>
        <w:tab w:val="center" w:pos="4320"/>
        <w:tab w:val="right" w:pos="8640"/>
      </w:tabs>
    </w:pPr>
    <w:rPr>
      <w:rFonts w:ascii="Times" w:hAnsi="Times"/>
      <w:sz w:val="22"/>
    </w:rPr>
  </w:style>
  <w:style w:type="paragraph" w:customStyle="1" w:styleId="CodeCInd1">
    <w:name w:val="CodeC_Ind1"/>
    <w:basedOn w:val="Code10"/>
    <w:rsid w:val="00FF61F5"/>
    <w:pPr>
      <w:tabs>
        <w:tab w:val="clear" w:pos="936"/>
        <w:tab w:val="clear" w:pos="1872"/>
        <w:tab w:val="clear" w:pos="2808"/>
        <w:tab w:val="clear" w:pos="3744"/>
        <w:tab w:val="clear" w:pos="4680"/>
        <w:tab w:val="clear" w:pos="5616"/>
        <w:tab w:val="clear" w:pos="6552"/>
        <w:tab w:val="clear" w:pos="7488"/>
        <w:tab w:val="clear" w:pos="8424"/>
        <w:tab w:val="left" w:pos="1296"/>
        <w:tab w:val="left" w:pos="1944"/>
        <w:tab w:val="left" w:pos="2592"/>
        <w:tab w:val="left" w:pos="3240"/>
        <w:tab w:val="left" w:pos="3888"/>
        <w:tab w:val="left" w:pos="4536"/>
        <w:tab w:val="left" w:pos="5184"/>
        <w:tab w:val="left" w:pos="5832"/>
        <w:tab w:val="left" w:pos="6480"/>
        <w:tab w:val="left" w:pos="7128"/>
      </w:tabs>
      <w:ind w:left="2340" w:hanging="1692"/>
    </w:pPr>
  </w:style>
  <w:style w:type="paragraph" w:customStyle="1" w:styleId="NDAFooter">
    <w:name w:val="NDA_Footer"/>
    <w:basedOn w:val="Footer"/>
    <w:rsid w:val="00FF61F5"/>
    <w:pPr>
      <w:tabs>
        <w:tab w:val="clear" w:pos="4320"/>
        <w:tab w:val="clear" w:pos="8640"/>
        <w:tab w:val="center" w:pos="4680"/>
      </w:tabs>
      <w:kinsoku w:val="0"/>
      <w:spacing w:before="60" w:after="20" w:line="220" w:lineRule="exact"/>
      <w:jc w:val="center"/>
    </w:pPr>
    <w:rPr>
      <w:rFonts w:ascii="Helvetica" w:hAnsi="Helvetica"/>
      <w:color w:val="FF0000"/>
      <w:sz w:val="18"/>
      <w:szCs w:val="18"/>
    </w:rPr>
  </w:style>
  <w:style w:type="paragraph" w:styleId="BalloonText">
    <w:name w:val="Balloon Text"/>
    <w:basedOn w:val="ParaBody"/>
    <w:semiHidden/>
    <w:rsid w:val="00FF61F5"/>
    <w:rPr>
      <w:rFonts w:ascii="Tahoma" w:hAnsi="Tahoma" w:cs="Tahoma"/>
      <w:sz w:val="16"/>
      <w:szCs w:val="16"/>
    </w:rPr>
  </w:style>
  <w:style w:type="paragraph" w:styleId="ListBullet2">
    <w:name w:val="List Bullet 2"/>
    <w:basedOn w:val="ListBullet"/>
    <w:autoRedefine/>
    <w:rsid w:val="00FF61F5"/>
    <w:pPr>
      <w:numPr>
        <w:numId w:val="1"/>
      </w:numPr>
    </w:pPr>
  </w:style>
  <w:style w:type="paragraph" w:styleId="ListBullet">
    <w:name w:val="List Bullet"/>
    <w:autoRedefine/>
    <w:rsid w:val="001150EC"/>
    <w:pPr>
      <w:numPr>
        <w:numId w:val="11"/>
      </w:numPr>
      <w:suppressAutoHyphens/>
      <w:spacing w:after="40" w:line="240" w:lineRule="exact"/>
      <w:ind w:hanging="360"/>
    </w:pPr>
    <w:rPr>
      <w:rFonts w:ascii="Helvetica" w:hAnsi="Helvetica"/>
      <w:szCs w:val="24"/>
    </w:rPr>
  </w:style>
  <w:style w:type="paragraph" w:styleId="TOC2">
    <w:name w:val="toc 2"/>
    <w:basedOn w:val="TOC1"/>
    <w:autoRedefine/>
    <w:semiHidden/>
    <w:rsid w:val="00FF61F5"/>
    <w:pPr>
      <w:tabs>
        <w:tab w:val="left" w:pos="936"/>
      </w:tabs>
      <w:spacing w:before="60" w:line="280" w:lineRule="exact"/>
      <w:ind w:left="936" w:hanging="648"/>
    </w:pPr>
    <w:rPr>
      <w:b w:val="0"/>
      <w:szCs w:val="24"/>
    </w:rPr>
  </w:style>
  <w:style w:type="character" w:styleId="Hyperlink">
    <w:name w:val="Hyperlink"/>
    <w:basedOn w:val="DefaultParagraphFont"/>
    <w:rsid w:val="00FF61F5"/>
    <w:rPr>
      <w:rFonts w:ascii="Arial" w:hAnsi="Arial"/>
      <w:color w:val="0000FF"/>
      <w:sz w:val="20"/>
      <w:u w:val="single"/>
    </w:rPr>
  </w:style>
  <w:style w:type="paragraph" w:styleId="Header">
    <w:name w:val="header"/>
    <w:basedOn w:val="Footer"/>
    <w:rsid w:val="00FF61F5"/>
    <w:pPr>
      <w:tabs>
        <w:tab w:val="left" w:pos="14"/>
        <w:tab w:val="center" w:pos="4622"/>
        <w:tab w:val="right" w:pos="9360"/>
      </w:tabs>
      <w:kinsoku w:val="0"/>
      <w:spacing w:after="20" w:line="220" w:lineRule="exact"/>
      <w:jc w:val="center"/>
    </w:pPr>
    <w:rPr>
      <w:rFonts w:ascii="Helvetica" w:hAnsi="Helvetica"/>
      <w:sz w:val="20"/>
      <w:szCs w:val="18"/>
    </w:rPr>
  </w:style>
  <w:style w:type="paragraph" w:customStyle="1" w:styleId="ListAlpha">
    <w:name w:val="List_Alpha"/>
    <w:autoRedefine/>
    <w:rsid w:val="00FF61F5"/>
    <w:pPr>
      <w:numPr>
        <w:numId w:val="24"/>
      </w:numPr>
      <w:suppressAutoHyphens/>
      <w:spacing w:after="60" w:line="240" w:lineRule="exact"/>
    </w:pPr>
    <w:rPr>
      <w:rFonts w:ascii="Helvetica" w:hAnsi="Helvetica"/>
      <w:szCs w:val="24"/>
    </w:rPr>
  </w:style>
  <w:style w:type="character" w:customStyle="1" w:styleId="code">
    <w:name w:val="code"/>
    <w:basedOn w:val="DefaultParagraphFont"/>
    <w:rsid w:val="00FF61F5"/>
    <w:rPr>
      <w:rFonts w:ascii="Courier" w:hAnsi="Courier"/>
      <w:sz w:val="20"/>
    </w:rPr>
  </w:style>
  <w:style w:type="paragraph" w:customStyle="1" w:styleId="CodeCInd2">
    <w:name w:val="CodeC_Ind2"/>
    <w:basedOn w:val="CodeCInd1"/>
    <w:rsid w:val="00FF61F5"/>
    <w:pPr>
      <w:tabs>
        <w:tab w:val="clear" w:pos="1296"/>
      </w:tabs>
      <w:ind w:left="2970" w:hanging="1674"/>
    </w:pPr>
  </w:style>
  <w:style w:type="paragraph" w:customStyle="1" w:styleId="8ptRegular">
    <w:name w:val="8pt Regular"/>
    <w:rsid w:val="00FF61F5"/>
    <w:rPr>
      <w:rFonts w:ascii="Arial" w:hAnsi="Arial"/>
      <w:sz w:val="16"/>
      <w:szCs w:val="16"/>
    </w:rPr>
  </w:style>
  <w:style w:type="paragraph" w:customStyle="1" w:styleId="DocOrderInfo">
    <w:name w:val="Doc_OrderInfo"/>
    <w:basedOn w:val="DocSubtitle"/>
    <w:autoRedefine/>
    <w:rsid w:val="00FF61F5"/>
    <w:pPr>
      <w:spacing w:line="280" w:lineRule="exact"/>
    </w:pPr>
    <w:rPr>
      <w:sz w:val="24"/>
    </w:rPr>
  </w:style>
  <w:style w:type="paragraph" w:customStyle="1" w:styleId="DocSubtitle">
    <w:name w:val="Doc_Subtitle"/>
    <w:basedOn w:val="DocTitle"/>
    <w:next w:val="DocOrderInfo"/>
    <w:rsid w:val="00FF61F5"/>
    <w:pPr>
      <w:spacing w:before="0" w:line="440" w:lineRule="atLeast"/>
    </w:pPr>
    <w:rPr>
      <w:sz w:val="36"/>
      <w:szCs w:val="24"/>
    </w:rPr>
  </w:style>
  <w:style w:type="paragraph" w:customStyle="1" w:styleId="DocTitle">
    <w:name w:val="Doc_Title"/>
    <w:next w:val="DocSubtitle"/>
    <w:autoRedefine/>
    <w:rsid w:val="00FF61F5"/>
    <w:pPr>
      <w:suppressAutoHyphens/>
      <w:spacing w:before="5040" w:line="760" w:lineRule="exact"/>
      <w:jc w:val="right"/>
    </w:pPr>
    <w:rPr>
      <w:rFonts w:ascii="Helvetica" w:hAnsi="Helvetica" w:cs="Arial"/>
      <w:b/>
      <w:bCs/>
      <w:kern w:val="28"/>
      <w:sz w:val="64"/>
      <w:szCs w:val="64"/>
    </w:rPr>
  </w:style>
  <w:style w:type="paragraph" w:styleId="Caption">
    <w:name w:val="caption"/>
    <w:next w:val="ParaBody"/>
    <w:autoRedefine/>
    <w:qFormat/>
    <w:rsid w:val="00663EB3"/>
    <w:pPr>
      <w:keepNext/>
      <w:spacing w:before="240" w:after="120"/>
      <w:jc w:val="center"/>
    </w:pPr>
    <w:rPr>
      <w:rFonts w:ascii="Helvetica" w:hAnsi="Helvetica"/>
      <w:b/>
      <w:bCs/>
    </w:rPr>
  </w:style>
  <w:style w:type="paragraph" w:styleId="ListNumber">
    <w:name w:val="List Number"/>
    <w:autoRedefine/>
    <w:rsid w:val="00FF61F5"/>
    <w:pPr>
      <w:numPr>
        <w:numId w:val="25"/>
      </w:numPr>
      <w:suppressAutoHyphens/>
      <w:spacing w:before="100" w:after="40"/>
    </w:pPr>
    <w:rPr>
      <w:rFonts w:ascii="Helvetica" w:hAnsi="Helvetica"/>
      <w:szCs w:val="24"/>
    </w:rPr>
  </w:style>
  <w:style w:type="paragraph" w:customStyle="1" w:styleId="ListDef">
    <w:name w:val="List_Def"/>
    <w:basedOn w:val="ParaBody"/>
    <w:rsid w:val="00FF61F5"/>
    <w:pPr>
      <w:tabs>
        <w:tab w:val="left" w:pos="1440"/>
      </w:tabs>
      <w:spacing w:before="0"/>
      <w:ind w:left="1440" w:hanging="1440"/>
    </w:pPr>
  </w:style>
  <w:style w:type="paragraph" w:styleId="DocumentMap">
    <w:name w:val="Document Map"/>
    <w:basedOn w:val="ParaBody"/>
    <w:semiHidden/>
    <w:rsid w:val="00FF61F5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ParaBody"/>
    <w:semiHidden/>
    <w:rsid w:val="00FF61F5"/>
  </w:style>
  <w:style w:type="paragraph" w:styleId="Index1">
    <w:name w:val="index 1"/>
    <w:basedOn w:val="ParaBody"/>
    <w:semiHidden/>
    <w:rsid w:val="00FF61F5"/>
    <w:pPr>
      <w:spacing w:before="80" w:after="0"/>
      <w:ind w:left="360" w:hanging="360"/>
    </w:pPr>
  </w:style>
  <w:style w:type="paragraph" w:styleId="Index2">
    <w:name w:val="index 2"/>
    <w:basedOn w:val="Index1"/>
    <w:semiHidden/>
    <w:rsid w:val="00FF61F5"/>
    <w:pPr>
      <w:spacing w:before="60"/>
      <w:ind w:left="720"/>
    </w:pPr>
  </w:style>
  <w:style w:type="paragraph" w:styleId="Index3">
    <w:name w:val="index 3"/>
    <w:basedOn w:val="Index2"/>
    <w:semiHidden/>
    <w:rsid w:val="00FF61F5"/>
    <w:pPr>
      <w:spacing w:before="40"/>
      <w:ind w:left="1080"/>
    </w:pPr>
  </w:style>
  <w:style w:type="paragraph" w:styleId="Index4">
    <w:name w:val="index 4"/>
    <w:basedOn w:val="Index3"/>
    <w:semiHidden/>
    <w:rsid w:val="00FF61F5"/>
    <w:pPr>
      <w:spacing w:before="20"/>
      <w:ind w:left="1440"/>
    </w:pPr>
  </w:style>
  <w:style w:type="paragraph" w:styleId="Index5">
    <w:name w:val="index 5"/>
    <w:basedOn w:val="Index4"/>
    <w:semiHidden/>
    <w:rsid w:val="00FF61F5"/>
    <w:pPr>
      <w:ind w:left="1800"/>
    </w:pPr>
  </w:style>
  <w:style w:type="paragraph" w:styleId="Index6">
    <w:name w:val="index 6"/>
    <w:basedOn w:val="Index5"/>
    <w:semiHidden/>
    <w:rsid w:val="00FF61F5"/>
    <w:pPr>
      <w:ind w:left="2160"/>
    </w:pPr>
  </w:style>
  <w:style w:type="paragraph" w:styleId="Index7">
    <w:name w:val="index 7"/>
    <w:basedOn w:val="Index6"/>
    <w:semiHidden/>
    <w:rsid w:val="00FF61F5"/>
    <w:pPr>
      <w:spacing w:before="0"/>
      <w:ind w:left="2520"/>
    </w:pPr>
  </w:style>
  <w:style w:type="paragraph" w:styleId="Index8">
    <w:name w:val="index 8"/>
    <w:basedOn w:val="Index7"/>
    <w:semiHidden/>
    <w:rsid w:val="00FF61F5"/>
    <w:pPr>
      <w:ind w:left="2880"/>
    </w:pPr>
  </w:style>
  <w:style w:type="paragraph" w:styleId="Index9">
    <w:name w:val="index 9"/>
    <w:basedOn w:val="Index8"/>
    <w:semiHidden/>
    <w:rsid w:val="00FF61F5"/>
    <w:pPr>
      <w:ind w:left="3240"/>
    </w:pPr>
  </w:style>
  <w:style w:type="paragraph" w:styleId="IndexHeading">
    <w:name w:val="index heading"/>
    <w:basedOn w:val="ListHead"/>
    <w:next w:val="Index1"/>
    <w:semiHidden/>
    <w:rsid w:val="00FF61F5"/>
    <w:pPr>
      <w:spacing w:after="60"/>
    </w:pPr>
    <w:rPr>
      <w:rFonts w:cs="Arial"/>
      <w:bCs/>
      <w:szCs w:val="48"/>
    </w:rPr>
  </w:style>
  <w:style w:type="paragraph" w:styleId="ListBullet4">
    <w:name w:val="List Bullet 4"/>
    <w:basedOn w:val="ListBullet3"/>
    <w:rsid w:val="00FF61F5"/>
    <w:pPr>
      <w:numPr>
        <w:numId w:val="3"/>
      </w:numPr>
    </w:pPr>
  </w:style>
  <w:style w:type="paragraph" w:styleId="ListBullet3">
    <w:name w:val="List Bullet 3"/>
    <w:basedOn w:val="ListBullet2"/>
    <w:rsid w:val="00FF61F5"/>
    <w:pPr>
      <w:numPr>
        <w:numId w:val="2"/>
      </w:numPr>
    </w:pPr>
  </w:style>
  <w:style w:type="paragraph" w:styleId="ListBullet5">
    <w:name w:val="List Bullet 5"/>
    <w:basedOn w:val="ListBullet4"/>
    <w:rsid w:val="00FF61F5"/>
    <w:pPr>
      <w:numPr>
        <w:numId w:val="4"/>
      </w:numPr>
    </w:pPr>
  </w:style>
  <w:style w:type="character" w:customStyle="1" w:styleId="italic">
    <w:name w:val="italic"/>
    <w:basedOn w:val="DefaultParagraphFont"/>
    <w:rsid w:val="00FF61F5"/>
    <w:rPr>
      <w:i/>
    </w:rPr>
  </w:style>
  <w:style w:type="paragraph" w:styleId="ListContinue2">
    <w:name w:val="List Continue 2"/>
    <w:basedOn w:val="ListContinue"/>
    <w:autoRedefine/>
    <w:rsid w:val="00FF61F5"/>
    <w:pPr>
      <w:ind w:left="720"/>
    </w:pPr>
    <w:rPr>
      <w:sz w:val="20"/>
    </w:rPr>
  </w:style>
  <w:style w:type="paragraph" w:styleId="ListContinue">
    <w:name w:val="List Continue"/>
    <w:basedOn w:val="ParaBody"/>
    <w:rsid w:val="00FF61F5"/>
    <w:pPr>
      <w:spacing w:before="120"/>
      <w:ind w:left="360"/>
    </w:pPr>
  </w:style>
  <w:style w:type="paragraph" w:styleId="ListContinue3">
    <w:name w:val="List Continue 3"/>
    <w:basedOn w:val="ListContinue2"/>
    <w:rsid w:val="00FF61F5"/>
    <w:pPr>
      <w:ind w:left="1080"/>
    </w:pPr>
  </w:style>
  <w:style w:type="paragraph" w:styleId="Title">
    <w:name w:val="Title"/>
    <w:qFormat/>
    <w:rsid w:val="00FF61F5"/>
    <w:pPr>
      <w:spacing w:before="240" w:after="60"/>
      <w:jc w:val="center"/>
      <w:outlineLvl w:val="0"/>
    </w:pPr>
    <w:rPr>
      <w:rFonts w:ascii="Helvetica" w:hAnsi="Helvetica" w:cs="Arial"/>
      <w:b/>
      <w:bCs/>
      <w:kern w:val="28"/>
      <w:sz w:val="32"/>
      <w:szCs w:val="32"/>
    </w:rPr>
  </w:style>
  <w:style w:type="character" w:customStyle="1" w:styleId="italicbold">
    <w:name w:val="italic_bold"/>
    <w:basedOn w:val="DefaultParagraphFont"/>
    <w:rsid w:val="00FF61F5"/>
    <w:rPr>
      <w:b/>
      <w:i/>
    </w:rPr>
  </w:style>
  <w:style w:type="paragraph" w:styleId="ListNumber3">
    <w:name w:val="List Number 3"/>
    <w:rsid w:val="00FF61F5"/>
    <w:pPr>
      <w:numPr>
        <w:numId w:val="5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styleId="ListNumber4">
    <w:name w:val="List Number 4"/>
    <w:rsid w:val="00FF61F5"/>
    <w:pPr>
      <w:numPr>
        <w:numId w:val="6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styleId="ListNumber5">
    <w:name w:val="List Number 5"/>
    <w:rsid w:val="00FF61F5"/>
    <w:pPr>
      <w:numPr>
        <w:numId w:val="7"/>
      </w:numPr>
      <w:spacing w:before="140" w:after="80" w:line="280" w:lineRule="exact"/>
    </w:pPr>
    <w:rPr>
      <w:rFonts w:ascii="Times" w:hAnsi="Times"/>
      <w:sz w:val="24"/>
      <w:szCs w:val="24"/>
    </w:rPr>
  </w:style>
  <w:style w:type="paragraph" w:customStyle="1" w:styleId="ListIntro">
    <w:name w:val="List_Intro"/>
    <w:basedOn w:val="ParaBody"/>
    <w:next w:val="ListBullet"/>
    <w:rsid w:val="00FF61F5"/>
    <w:pPr>
      <w:keepNext/>
    </w:pPr>
  </w:style>
  <w:style w:type="paragraph" w:styleId="ListNumber2">
    <w:name w:val="List Number 2"/>
    <w:link w:val="ListNumber2Char"/>
    <w:autoRedefine/>
    <w:rsid w:val="00FF61F5"/>
    <w:pPr>
      <w:numPr>
        <w:numId w:val="23"/>
      </w:numPr>
      <w:suppressAutoHyphens/>
      <w:spacing w:after="60" w:line="280" w:lineRule="exact"/>
    </w:pPr>
    <w:rPr>
      <w:rFonts w:ascii="Helvetica" w:hAnsi="Helvetica"/>
      <w:szCs w:val="24"/>
    </w:rPr>
  </w:style>
  <w:style w:type="character" w:customStyle="1" w:styleId="ListNumber2Char">
    <w:name w:val="List Number 2 Char"/>
    <w:basedOn w:val="DefaultParagraphFont"/>
    <w:link w:val="ListNumber2"/>
    <w:rsid w:val="003F6EC9"/>
    <w:rPr>
      <w:rFonts w:ascii="Helvetica" w:hAnsi="Helvetica"/>
      <w:szCs w:val="24"/>
      <w:lang w:val="en-US" w:eastAsia="en-US" w:bidi="ar-SA"/>
    </w:rPr>
  </w:style>
  <w:style w:type="paragraph" w:customStyle="1" w:styleId="Disclaimer">
    <w:name w:val="Disclaimer"/>
    <w:rsid w:val="00FF61F5"/>
    <w:pPr>
      <w:suppressAutoHyphens/>
      <w:spacing w:after="40" w:line="180" w:lineRule="exact"/>
    </w:pPr>
    <w:rPr>
      <w:rFonts w:ascii="Helvetica" w:hAnsi="Helvetica"/>
      <w:sz w:val="14"/>
    </w:rPr>
  </w:style>
  <w:style w:type="paragraph" w:styleId="TOC3">
    <w:name w:val="toc 3"/>
    <w:basedOn w:val="TOC2"/>
    <w:autoRedefine/>
    <w:semiHidden/>
    <w:rsid w:val="00FF61F5"/>
    <w:pPr>
      <w:tabs>
        <w:tab w:val="clear" w:pos="936"/>
        <w:tab w:val="left" w:pos="1224"/>
        <w:tab w:val="left" w:pos="1440"/>
      </w:tabs>
      <w:spacing w:before="40"/>
      <w:ind w:left="1728" w:hanging="1224"/>
    </w:pPr>
  </w:style>
  <w:style w:type="character" w:customStyle="1" w:styleId="bold">
    <w:name w:val="bold"/>
    <w:rsid w:val="00FF61F5"/>
    <w:rPr>
      <w:b/>
    </w:rPr>
  </w:style>
  <w:style w:type="paragraph" w:styleId="PlainText">
    <w:name w:val="Plain Text"/>
    <w:basedOn w:val="ParaBody"/>
    <w:link w:val="PlainTextChar"/>
    <w:uiPriority w:val="99"/>
    <w:rsid w:val="00FF61F5"/>
    <w:rPr>
      <w:rFonts w:cs="Courier New"/>
    </w:rPr>
  </w:style>
  <w:style w:type="character" w:customStyle="1" w:styleId="CharChar1">
    <w:name w:val="Char Char1"/>
    <w:basedOn w:val="ParaBodyChar"/>
    <w:rsid w:val="001B2140"/>
    <w:rPr>
      <w:rFonts w:ascii="Helvetica" w:hAnsi="Helvetica" w:cs="Courier New"/>
      <w:color w:val="FF0000"/>
      <w:sz w:val="24"/>
      <w:szCs w:val="24"/>
      <w:lang w:eastAsia="zh-CN"/>
    </w:rPr>
  </w:style>
  <w:style w:type="paragraph" w:styleId="E-mailSignature">
    <w:name w:val="E-mail Signature"/>
    <w:basedOn w:val="ParaBody"/>
    <w:rsid w:val="00FF61F5"/>
  </w:style>
  <w:style w:type="paragraph" w:styleId="EnvelopeAddress">
    <w:name w:val="envelope address"/>
    <w:basedOn w:val="ParaBody"/>
    <w:rsid w:val="00FF61F5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ParaBody"/>
    <w:rsid w:val="00FF61F5"/>
    <w:rPr>
      <w:rFonts w:ascii="Arial" w:hAnsi="Arial"/>
    </w:rPr>
  </w:style>
  <w:style w:type="paragraph" w:customStyle="1" w:styleId="ExampleEnd">
    <w:name w:val="ExampleEnd"/>
    <w:basedOn w:val="Example"/>
    <w:next w:val="ParaBody"/>
    <w:rsid w:val="00FF61F5"/>
    <w:pPr>
      <w:pBdr>
        <w:top w:val="single" w:sz="4" w:space="1" w:color="auto"/>
        <w:bottom w:val="none" w:sz="0" w:space="0" w:color="auto"/>
      </w:pBdr>
      <w:spacing w:before="120" w:after="360"/>
    </w:pPr>
  </w:style>
  <w:style w:type="paragraph" w:customStyle="1" w:styleId="FieldName">
    <w:name w:val="FieldName"/>
    <w:basedOn w:val="Normal"/>
    <w:rsid w:val="00FF61F5"/>
    <w:pPr>
      <w:tabs>
        <w:tab w:val="left" w:pos="-389"/>
        <w:tab w:val="left" w:pos="518"/>
        <w:tab w:val="left" w:pos="1022"/>
        <w:tab w:val="left" w:pos="1929"/>
      </w:tabs>
      <w:spacing w:before="0" w:after="0" w:line="220" w:lineRule="exact"/>
      <w:ind w:left="72" w:right="43"/>
      <w:jc w:val="center"/>
    </w:pPr>
    <w:rPr>
      <w:rFonts w:ascii="Helvetica" w:hAnsi="Helvetica"/>
      <w:color w:val="000000"/>
      <w:sz w:val="18"/>
      <w:szCs w:val="18"/>
    </w:rPr>
  </w:style>
  <w:style w:type="character" w:customStyle="1" w:styleId="crossrefs">
    <w:name w:val="cross_refs"/>
    <w:rsid w:val="00FF61F5"/>
    <w:rPr>
      <w:color w:val="000080"/>
    </w:rPr>
  </w:style>
  <w:style w:type="paragraph" w:customStyle="1" w:styleId="FigTBholder">
    <w:name w:val="Fig/TB_holder"/>
    <w:basedOn w:val="ParaBody"/>
    <w:next w:val="Figure"/>
    <w:rsid w:val="00FF61F5"/>
    <w:pPr>
      <w:spacing w:before="0" w:after="0" w:line="20" w:lineRule="exact"/>
      <w:ind w:left="180" w:firstLine="180"/>
    </w:pPr>
    <w:rPr>
      <w:sz w:val="4"/>
      <w:szCs w:val="4"/>
    </w:rPr>
  </w:style>
  <w:style w:type="paragraph" w:customStyle="1" w:styleId="Figure">
    <w:name w:val="Figure"/>
    <w:next w:val="ParaBody"/>
    <w:autoRedefine/>
    <w:rsid w:val="00FF61F5"/>
    <w:pPr>
      <w:spacing w:after="300"/>
      <w:jc w:val="center"/>
    </w:pPr>
    <w:rPr>
      <w:rFonts w:ascii="Helvetica" w:hAnsi="Helvetica"/>
    </w:rPr>
  </w:style>
  <w:style w:type="character" w:customStyle="1" w:styleId="figureText7pt">
    <w:name w:val="figureText_7pt"/>
    <w:rsid w:val="00FF61F5"/>
    <w:rPr>
      <w:rFonts w:ascii="Helvetica" w:hAnsi="Helvetica"/>
      <w:sz w:val="14"/>
      <w:szCs w:val="14"/>
    </w:rPr>
  </w:style>
  <w:style w:type="character" w:customStyle="1" w:styleId="figureText8pt">
    <w:name w:val="figureText_8pt"/>
    <w:basedOn w:val="figureText7pt"/>
    <w:rsid w:val="00FF61F5"/>
    <w:rPr>
      <w:rFonts w:ascii="Helvetica" w:hAnsi="Helvetica"/>
      <w:sz w:val="16"/>
      <w:szCs w:val="16"/>
    </w:rPr>
  </w:style>
  <w:style w:type="character" w:customStyle="1" w:styleId="figureText9pt">
    <w:name w:val="figureText_9pt"/>
    <w:basedOn w:val="DefaultParagraphFont"/>
    <w:rsid w:val="00FF61F5"/>
    <w:rPr>
      <w:rFonts w:ascii="Helvetica" w:hAnsi="Helvetica"/>
      <w:sz w:val="18"/>
      <w:szCs w:val="18"/>
    </w:rPr>
  </w:style>
  <w:style w:type="paragraph" w:customStyle="1" w:styleId="Footnote">
    <w:name w:val="Footnote"/>
    <w:basedOn w:val="ParaBody"/>
    <w:rsid w:val="00FF61F5"/>
    <w:pPr>
      <w:numPr>
        <w:numId w:val="10"/>
      </w:numPr>
      <w:pBdr>
        <w:top w:val="single" w:sz="4" w:space="6" w:color="auto"/>
      </w:pBdr>
      <w:suppressAutoHyphens w:val="0"/>
      <w:spacing w:before="0" w:after="60" w:line="220" w:lineRule="exact"/>
      <w:ind w:left="432" w:hanging="216"/>
    </w:pPr>
    <w:rPr>
      <w:sz w:val="18"/>
      <w:szCs w:val="18"/>
    </w:rPr>
  </w:style>
  <w:style w:type="paragraph" w:customStyle="1" w:styleId="Footnote0">
    <w:name w:val="Footnote+"/>
    <w:basedOn w:val="Footnote"/>
    <w:rsid w:val="00FF61F5"/>
    <w:pPr>
      <w:pBdr>
        <w:top w:val="none" w:sz="0" w:space="0" w:color="auto"/>
      </w:pBdr>
      <w:spacing w:before="90"/>
    </w:pPr>
  </w:style>
  <w:style w:type="paragraph" w:styleId="List">
    <w:name w:val="List"/>
    <w:basedOn w:val="ParaBody"/>
    <w:rsid w:val="00FF61F5"/>
    <w:pPr>
      <w:ind w:left="360" w:hanging="360"/>
    </w:pPr>
  </w:style>
  <w:style w:type="paragraph" w:styleId="List2">
    <w:name w:val="List 2"/>
    <w:basedOn w:val="ParaBody"/>
    <w:rsid w:val="00FF61F5"/>
    <w:pPr>
      <w:ind w:left="720" w:hanging="360"/>
    </w:pPr>
  </w:style>
  <w:style w:type="paragraph" w:styleId="List3">
    <w:name w:val="List 3"/>
    <w:basedOn w:val="List2"/>
    <w:rsid w:val="00FF61F5"/>
    <w:pPr>
      <w:ind w:left="1080"/>
    </w:pPr>
  </w:style>
  <w:style w:type="paragraph" w:styleId="List4">
    <w:name w:val="List 4"/>
    <w:basedOn w:val="List3"/>
    <w:next w:val="ParaBody"/>
    <w:rsid w:val="00FF61F5"/>
    <w:pPr>
      <w:ind w:left="1440"/>
    </w:pPr>
  </w:style>
  <w:style w:type="paragraph" w:styleId="List5">
    <w:name w:val="List 5"/>
    <w:basedOn w:val="List4"/>
    <w:rsid w:val="00FF61F5"/>
    <w:pPr>
      <w:ind w:left="1800"/>
    </w:pPr>
  </w:style>
  <w:style w:type="paragraph" w:styleId="ListContinue4">
    <w:name w:val="List Continue 4"/>
    <w:basedOn w:val="ListContinue3"/>
    <w:rsid w:val="00FF61F5"/>
    <w:pPr>
      <w:ind w:left="1440"/>
    </w:pPr>
  </w:style>
  <w:style w:type="paragraph" w:styleId="ListContinue5">
    <w:name w:val="List Continue 5"/>
    <w:basedOn w:val="ListContinue4"/>
    <w:rsid w:val="00FF61F5"/>
    <w:pPr>
      <w:ind w:left="1800"/>
    </w:pPr>
  </w:style>
  <w:style w:type="paragraph" w:customStyle="1" w:styleId="NoteBul">
    <w:name w:val="Note_Bul"/>
    <w:basedOn w:val="NoteText"/>
    <w:rsid w:val="00FF61F5"/>
    <w:pPr>
      <w:numPr>
        <w:numId w:val="12"/>
      </w:numPr>
      <w:tabs>
        <w:tab w:val="clear" w:pos="3240"/>
        <w:tab w:val="num" w:pos="1800"/>
      </w:tabs>
      <w:spacing w:before="60" w:after="60"/>
      <w:ind w:left="1800" w:right="720"/>
    </w:pPr>
  </w:style>
  <w:style w:type="paragraph" w:styleId="Salutation">
    <w:name w:val="Salutation"/>
    <w:basedOn w:val="ParaBody"/>
    <w:next w:val="Normal"/>
    <w:rsid w:val="00FF61F5"/>
  </w:style>
  <w:style w:type="paragraph" w:styleId="Signature">
    <w:name w:val="Signature"/>
    <w:basedOn w:val="ParaBody"/>
    <w:rsid w:val="00FF61F5"/>
    <w:pPr>
      <w:ind w:left="4320"/>
    </w:pPr>
  </w:style>
  <w:style w:type="paragraph" w:styleId="TableofAuthorities">
    <w:name w:val="table of authorities"/>
    <w:basedOn w:val="ParaBody"/>
    <w:next w:val="ParaBody"/>
    <w:semiHidden/>
    <w:rsid w:val="00FF61F5"/>
    <w:pPr>
      <w:ind w:left="220" w:hanging="220"/>
    </w:pPr>
  </w:style>
  <w:style w:type="paragraph" w:styleId="TableofFigures">
    <w:name w:val="table of figures"/>
    <w:basedOn w:val="ParaBody"/>
    <w:next w:val="ParaBody"/>
    <w:semiHidden/>
    <w:rsid w:val="00FF61F5"/>
  </w:style>
  <w:style w:type="paragraph" w:customStyle="1" w:styleId="TBitemR">
    <w:name w:val="TBitem_R"/>
    <w:basedOn w:val="TBItemL"/>
    <w:link w:val="TBitemRChar"/>
    <w:rsid w:val="00FF61F5"/>
    <w:pPr>
      <w:jc w:val="right"/>
    </w:pPr>
  </w:style>
  <w:style w:type="character" w:customStyle="1" w:styleId="TBitemRChar">
    <w:name w:val="TBitem_R Char"/>
    <w:basedOn w:val="TBItemLChar"/>
    <w:link w:val="TBitemR"/>
    <w:rsid w:val="00384C3C"/>
    <w:rPr>
      <w:rFonts w:ascii="Helvetica" w:eastAsia="SimSun" w:hAnsi="Helvetica" w:cs="Helvetica"/>
      <w:snapToGrid w:val="0"/>
      <w:color w:val="000000"/>
      <w:sz w:val="18"/>
      <w:szCs w:val="18"/>
      <w:lang w:val="en-US" w:eastAsia="en-US" w:bidi="ar-SA"/>
    </w:rPr>
  </w:style>
  <w:style w:type="paragraph" w:styleId="CommentText">
    <w:name w:val="annotation text"/>
    <w:basedOn w:val="ParaBody"/>
    <w:semiHidden/>
    <w:rsid w:val="00FF61F5"/>
  </w:style>
  <w:style w:type="paragraph" w:styleId="TOAHeading">
    <w:name w:val="toa heading"/>
    <w:basedOn w:val="ParaBody"/>
    <w:next w:val="ParaBody"/>
    <w:semiHidden/>
    <w:rsid w:val="00FF61F5"/>
    <w:rPr>
      <w:rFonts w:ascii="Arial" w:hAnsi="Arial"/>
      <w:b/>
      <w:bCs/>
    </w:rPr>
  </w:style>
  <w:style w:type="paragraph" w:styleId="EndnoteText">
    <w:name w:val="endnote text"/>
    <w:basedOn w:val="ParaBody"/>
    <w:semiHidden/>
    <w:rsid w:val="00FF61F5"/>
  </w:style>
  <w:style w:type="paragraph" w:styleId="TOC4">
    <w:name w:val="toc 4"/>
    <w:basedOn w:val="TOC3"/>
    <w:autoRedefine/>
    <w:semiHidden/>
    <w:rsid w:val="00FF61F5"/>
    <w:pPr>
      <w:tabs>
        <w:tab w:val="clear" w:pos="1440"/>
        <w:tab w:val="left" w:pos="1584"/>
      </w:tabs>
      <w:spacing w:after="20"/>
      <w:ind w:left="2232" w:hanging="1584"/>
    </w:pPr>
  </w:style>
  <w:style w:type="paragraph" w:styleId="TOC5">
    <w:name w:val="toc 5"/>
    <w:basedOn w:val="TOC4"/>
    <w:semiHidden/>
    <w:rsid w:val="00FF61F5"/>
    <w:pPr>
      <w:tabs>
        <w:tab w:val="left" w:pos="2160"/>
      </w:tabs>
      <w:spacing w:before="20"/>
      <w:ind w:left="3240" w:hanging="2160"/>
    </w:pPr>
  </w:style>
  <w:style w:type="paragraph" w:styleId="TOC6">
    <w:name w:val="toc 6"/>
    <w:basedOn w:val="TOC5"/>
    <w:semiHidden/>
    <w:rsid w:val="00FF61F5"/>
    <w:pPr>
      <w:tabs>
        <w:tab w:val="left" w:pos="2520"/>
      </w:tabs>
      <w:spacing w:after="0"/>
      <w:ind w:left="3960" w:hanging="2520"/>
    </w:pPr>
  </w:style>
  <w:style w:type="paragraph" w:styleId="TOC7">
    <w:name w:val="toc 7"/>
    <w:basedOn w:val="TOC6"/>
    <w:semiHidden/>
    <w:rsid w:val="00FF61F5"/>
    <w:pPr>
      <w:tabs>
        <w:tab w:val="clear" w:pos="2160"/>
        <w:tab w:val="left" w:pos="2880"/>
      </w:tabs>
      <w:spacing w:before="0"/>
      <w:ind w:left="4680" w:hanging="2880"/>
    </w:pPr>
  </w:style>
  <w:style w:type="paragraph" w:styleId="TOC8">
    <w:name w:val="toc 8"/>
    <w:basedOn w:val="TOC7"/>
    <w:semiHidden/>
    <w:rsid w:val="00FF61F5"/>
    <w:pPr>
      <w:tabs>
        <w:tab w:val="clear" w:pos="2520"/>
        <w:tab w:val="left" w:pos="3240"/>
      </w:tabs>
      <w:ind w:left="5400" w:hanging="3240"/>
    </w:pPr>
  </w:style>
  <w:style w:type="paragraph" w:styleId="TOC9">
    <w:name w:val="toc 9"/>
    <w:basedOn w:val="TOC8"/>
    <w:semiHidden/>
    <w:rsid w:val="00FF61F5"/>
    <w:pPr>
      <w:tabs>
        <w:tab w:val="clear" w:pos="2880"/>
        <w:tab w:val="left" w:pos="3600"/>
      </w:tabs>
      <w:ind w:left="5760" w:hanging="3600"/>
    </w:pPr>
  </w:style>
  <w:style w:type="paragraph" w:customStyle="1" w:styleId="FigureText">
    <w:name w:val="FigureText"/>
    <w:basedOn w:val="TBItemL"/>
    <w:rsid w:val="00FF61F5"/>
    <w:pPr>
      <w:spacing w:after="50" w:line="200" w:lineRule="exact"/>
    </w:pPr>
    <w:rPr>
      <w:sz w:val="16"/>
      <w:szCs w:val="16"/>
    </w:rPr>
  </w:style>
  <w:style w:type="paragraph" w:customStyle="1" w:styleId="CodeCInd3">
    <w:name w:val="CodeC_Ind3"/>
    <w:basedOn w:val="CodeCInd2"/>
    <w:rsid w:val="00FF61F5"/>
    <w:pPr>
      <w:tabs>
        <w:tab w:val="clear" w:pos="1944"/>
      </w:tabs>
      <w:ind w:left="3600" w:hanging="1656"/>
    </w:pPr>
  </w:style>
  <w:style w:type="character" w:styleId="FootnoteReference">
    <w:name w:val="footnote reference"/>
    <w:basedOn w:val="DefaultParagraphFont"/>
    <w:semiHidden/>
    <w:rsid w:val="00FF61F5"/>
    <w:rPr>
      <w:vertAlign w:val="superscript"/>
    </w:rPr>
  </w:style>
  <w:style w:type="character" w:customStyle="1" w:styleId="red">
    <w:name w:val="red"/>
    <w:basedOn w:val="DefaultParagraphFont"/>
    <w:rsid w:val="00FF61F5"/>
    <w:rPr>
      <w:color w:val="FF0000"/>
    </w:rPr>
  </w:style>
  <w:style w:type="character" w:customStyle="1" w:styleId="subscript">
    <w:name w:val="subscript"/>
    <w:basedOn w:val="DefaultParagraphFont"/>
    <w:rsid w:val="00FF61F5"/>
    <w:rPr>
      <w:vertAlign w:val="subscript"/>
    </w:rPr>
  </w:style>
  <w:style w:type="character" w:customStyle="1" w:styleId="superscript">
    <w:name w:val="superscript"/>
    <w:basedOn w:val="DefaultParagraphFont"/>
    <w:rsid w:val="00FF61F5"/>
    <w:rPr>
      <w:vertAlign w:val="superscript"/>
    </w:rPr>
  </w:style>
  <w:style w:type="character" w:customStyle="1" w:styleId="symbol">
    <w:name w:val="symbol"/>
    <w:basedOn w:val="DefaultParagraphFont"/>
    <w:rsid w:val="00FF61F5"/>
    <w:rPr>
      <w:rFonts w:ascii="Symbol" w:hAnsi="Symbol"/>
    </w:rPr>
  </w:style>
  <w:style w:type="paragraph" w:customStyle="1" w:styleId="TBItemBul">
    <w:name w:val="TBItem_Bul"/>
    <w:basedOn w:val="TBItemL"/>
    <w:autoRedefine/>
    <w:rsid w:val="00FF61F5"/>
    <w:pPr>
      <w:numPr>
        <w:numId w:val="13"/>
      </w:numPr>
      <w:tabs>
        <w:tab w:val="clear" w:pos="-389"/>
        <w:tab w:val="clear" w:pos="518"/>
        <w:tab w:val="clear" w:pos="1022"/>
        <w:tab w:val="clear" w:pos="1929"/>
        <w:tab w:val="left" w:pos="432"/>
        <w:tab w:val="left" w:pos="648"/>
        <w:tab w:val="left" w:pos="864"/>
        <w:tab w:val="left" w:pos="1080"/>
      </w:tabs>
    </w:pPr>
  </w:style>
  <w:style w:type="paragraph" w:customStyle="1" w:styleId="CaptionFigure">
    <w:name w:val="Caption Figure"/>
    <w:basedOn w:val="TBTitle"/>
    <w:rsid w:val="00FF61F5"/>
    <w:rPr>
      <w:lang w:eastAsia="ja-JP"/>
    </w:rPr>
  </w:style>
  <w:style w:type="paragraph" w:customStyle="1" w:styleId="FigTitle">
    <w:name w:val="FigTitle"/>
    <w:next w:val="Figure"/>
    <w:autoRedefine/>
    <w:rsid w:val="00FF61F5"/>
    <w:pPr>
      <w:keepNext/>
      <w:spacing w:before="240" w:after="120"/>
      <w:jc w:val="center"/>
    </w:pPr>
    <w:rPr>
      <w:rFonts w:ascii="Helvetica" w:hAnsi="Helvetica" w:cs="Arial"/>
      <w:b/>
      <w:bCs/>
    </w:rPr>
  </w:style>
  <w:style w:type="paragraph" w:customStyle="1" w:styleId="ListDef2">
    <w:name w:val="List_Def2"/>
    <w:basedOn w:val="ListDef"/>
    <w:rsid w:val="00FF61F5"/>
    <w:pPr>
      <w:tabs>
        <w:tab w:val="clear" w:pos="1440"/>
        <w:tab w:val="left" w:pos="2160"/>
        <w:tab w:val="left" w:pos="2520"/>
        <w:tab w:val="left" w:pos="2880"/>
        <w:tab w:val="left" w:pos="3240"/>
        <w:tab w:val="left" w:pos="3600"/>
        <w:tab w:val="left" w:pos="3960"/>
      </w:tabs>
      <w:ind w:left="2160" w:hanging="2160"/>
    </w:pPr>
  </w:style>
  <w:style w:type="character" w:styleId="FollowedHyperlink">
    <w:name w:val="FollowedHyperlink"/>
    <w:basedOn w:val="DefaultParagraphFont"/>
    <w:rsid w:val="00FF61F5"/>
    <w:rPr>
      <w:color w:val="606420"/>
      <w:u w:val="single"/>
    </w:rPr>
  </w:style>
  <w:style w:type="character" w:styleId="PageNumber">
    <w:name w:val="page number"/>
    <w:basedOn w:val="DefaultParagraphFont"/>
    <w:rsid w:val="00FF61F5"/>
    <w:rPr>
      <w:rFonts w:ascii="Helvetica" w:hAnsi="Helvetica"/>
      <w:b/>
      <w:sz w:val="20"/>
      <w:szCs w:val="20"/>
    </w:rPr>
  </w:style>
  <w:style w:type="table" w:styleId="TableGrid">
    <w:name w:val="Table Grid"/>
    <w:basedOn w:val="TableNormal"/>
    <w:rsid w:val="00FF61F5"/>
    <w:pPr>
      <w:overflowPunct w:val="0"/>
      <w:autoSpaceDE w:val="0"/>
      <w:autoSpaceDN w:val="0"/>
      <w:adjustRightInd w:val="0"/>
      <w:spacing w:before="120" w:after="30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llHeading">
    <w:name w:val="CellHeading"/>
    <w:rsid w:val="002B6AE2"/>
    <w:pPr>
      <w:spacing w:line="240" w:lineRule="atLeast"/>
    </w:pPr>
    <w:rPr>
      <w:rFonts w:ascii="Times" w:eastAsia="SimSun" w:hAnsi="Times"/>
      <w:sz w:val="24"/>
    </w:rPr>
  </w:style>
  <w:style w:type="paragraph" w:customStyle="1" w:styleId="L1num">
    <w:name w:val="L1.num"/>
    <w:next w:val="L1para"/>
    <w:rsid w:val="008A414E"/>
    <w:pPr>
      <w:keepNext/>
      <w:numPr>
        <w:ilvl w:val="1"/>
        <w:numId w:val="15"/>
      </w:numPr>
      <w:spacing w:before="160" w:after="60" w:line="280" w:lineRule="exact"/>
    </w:pPr>
    <w:rPr>
      <w:rFonts w:eastAsia="SimSun"/>
      <w:b/>
      <w:sz w:val="24"/>
    </w:rPr>
  </w:style>
  <w:style w:type="paragraph" w:customStyle="1" w:styleId="L1para">
    <w:name w:val="L1.para"/>
    <w:rsid w:val="008A414E"/>
    <w:pPr>
      <w:spacing w:after="100" w:line="240" w:lineRule="exact"/>
      <w:jc w:val="both"/>
    </w:pPr>
    <w:rPr>
      <w:rFonts w:eastAsia="SimSun"/>
      <w:sz w:val="24"/>
    </w:rPr>
  </w:style>
  <w:style w:type="paragraph" w:customStyle="1" w:styleId="L2num">
    <w:name w:val="L2.num"/>
    <w:next w:val="Normal"/>
    <w:rsid w:val="008A414E"/>
    <w:pPr>
      <w:keepNext/>
      <w:numPr>
        <w:ilvl w:val="2"/>
        <w:numId w:val="15"/>
      </w:numPr>
      <w:tabs>
        <w:tab w:val="left" w:pos="800"/>
      </w:tabs>
      <w:spacing w:before="100" w:after="60" w:line="240" w:lineRule="exact"/>
    </w:pPr>
    <w:rPr>
      <w:rFonts w:eastAsia="SimSun"/>
      <w:b/>
    </w:rPr>
  </w:style>
  <w:style w:type="paragraph" w:customStyle="1" w:styleId="TableTitle">
    <w:name w:val="TableTitle"/>
    <w:rsid w:val="008A414E"/>
    <w:pPr>
      <w:spacing w:line="240" w:lineRule="atLeast"/>
      <w:jc w:val="center"/>
    </w:pPr>
    <w:rPr>
      <w:rFonts w:eastAsia="SimSun"/>
      <w:b/>
      <w:sz w:val="24"/>
    </w:rPr>
  </w:style>
  <w:style w:type="paragraph" w:customStyle="1" w:styleId="chapter">
    <w:name w:val="chapter"/>
    <w:rsid w:val="00AF5187"/>
    <w:pPr>
      <w:keepNext/>
      <w:spacing w:before="360" w:after="200" w:line="320" w:lineRule="exact"/>
      <w:jc w:val="both"/>
    </w:pPr>
    <w:rPr>
      <w:rFonts w:eastAsia="SimSun"/>
      <w:b/>
      <w:sz w:val="28"/>
    </w:rPr>
  </w:style>
  <w:style w:type="paragraph" w:customStyle="1" w:styleId="L2para">
    <w:name w:val="L2.para"/>
    <w:rsid w:val="005B467B"/>
    <w:pPr>
      <w:spacing w:before="120" w:after="100" w:line="240" w:lineRule="exact"/>
      <w:ind w:left="806"/>
    </w:pPr>
    <w:rPr>
      <w:rFonts w:eastAsia="SimSun"/>
    </w:rPr>
  </w:style>
  <w:style w:type="paragraph" w:customStyle="1" w:styleId="section0para">
    <w:name w:val="section0.para"/>
    <w:rsid w:val="005B467B"/>
    <w:pPr>
      <w:spacing w:after="100" w:line="240" w:lineRule="exact"/>
      <w:jc w:val="both"/>
    </w:pPr>
    <w:rPr>
      <w:rFonts w:eastAsia="SimSun"/>
    </w:rPr>
  </w:style>
  <w:style w:type="paragraph" w:styleId="BodyTextIndent2">
    <w:name w:val="Body Text Indent 2"/>
    <w:basedOn w:val="BodyText"/>
    <w:rsid w:val="00FF61F5"/>
    <w:pPr>
      <w:spacing w:line="480" w:lineRule="auto"/>
      <w:ind w:left="360"/>
    </w:pPr>
  </w:style>
  <w:style w:type="paragraph" w:styleId="BodyTextIndent3">
    <w:name w:val="Body Text Indent 3"/>
    <w:basedOn w:val="BodyText"/>
    <w:rsid w:val="00FF61F5"/>
    <w:pPr>
      <w:ind w:left="360"/>
    </w:pPr>
    <w:rPr>
      <w:sz w:val="16"/>
      <w:szCs w:val="16"/>
    </w:rPr>
  </w:style>
  <w:style w:type="table" w:styleId="TableList4">
    <w:name w:val="Table List 4"/>
    <w:basedOn w:val="TableNormal"/>
    <w:rsid w:val="005B467B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Emphasis">
    <w:name w:val="Emphasis"/>
    <w:basedOn w:val="DefaultParagraphFont"/>
    <w:uiPriority w:val="20"/>
    <w:qFormat/>
    <w:rsid w:val="00D55C96"/>
    <w:rPr>
      <w:i/>
      <w:iCs/>
    </w:rPr>
  </w:style>
  <w:style w:type="numbering" w:customStyle="1" w:styleId="CurrentList1">
    <w:name w:val="Current List1"/>
    <w:rsid w:val="00BF0EA6"/>
    <w:pPr>
      <w:numPr>
        <w:numId w:val="19"/>
      </w:numPr>
    </w:pPr>
  </w:style>
  <w:style w:type="paragraph" w:styleId="ListParagraph">
    <w:name w:val="List Paragraph"/>
    <w:basedOn w:val="Normal"/>
    <w:uiPriority w:val="34"/>
    <w:qFormat/>
    <w:rsid w:val="00BF0EA6"/>
    <w:pPr>
      <w:ind w:left="720"/>
      <w:contextualSpacing/>
    </w:pPr>
  </w:style>
  <w:style w:type="paragraph" w:styleId="BodyText">
    <w:name w:val="Body Text"/>
    <w:basedOn w:val="ParaBody"/>
    <w:link w:val="BodyTextChar"/>
    <w:rsid w:val="00FF61F5"/>
  </w:style>
  <w:style w:type="character" w:customStyle="1" w:styleId="BodyTextChar">
    <w:name w:val="Body Text Char"/>
    <w:basedOn w:val="DefaultParagraphFont"/>
    <w:link w:val="BodyText"/>
    <w:rsid w:val="00420FF6"/>
    <w:rPr>
      <w:rFonts w:ascii="Helvetica" w:hAnsi="Helvetica" w:cs="Arial"/>
      <w:lang w:val="en-US" w:eastAsia="en-US" w:bidi="ar-SA"/>
    </w:rPr>
  </w:style>
  <w:style w:type="paragraph" w:customStyle="1" w:styleId="BodyCharChar">
    <w:name w:val="Body Char Char"/>
    <w:rsid w:val="00E7015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120" w:after="120"/>
      <w:jc w:val="both"/>
    </w:pPr>
    <w:rPr>
      <w:rFonts w:ascii="Arial" w:hAnsi="Arial"/>
      <w:position w:val="-4"/>
    </w:rPr>
  </w:style>
  <w:style w:type="paragraph" w:styleId="BlockText">
    <w:name w:val="Block Text"/>
    <w:basedOn w:val="ParaBody"/>
    <w:rsid w:val="00FF61F5"/>
    <w:pPr>
      <w:ind w:left="1440" w:right="1440"/>
    </w:pPr>
  </w:style>
  <w:style w:type="paragraph" w:styleId="MessageHeader">
    <w:name w:val="Message Header"/>
    <w:rsid w:val="00FF61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customStyle="1" w:styleId="10ptBoldItalic">
    <w:name w:val="10pt BoldItalic"/>
    <w:rsid w:val="00FF61F5"/>
    <w:rPr>
      <w:rFonts w:ascii="Arial" w:eastAsia="Times" w:hAnsi="Arial"/>
      <w:b/>
      <w:i/>
    </w:rPr>
  </w:style>
  <w:style w:type="paragraph" w:customStyle="1" w:styleId="MasterAgreement">
    <w:name w:val="Master_Agreement"/>
    <w:next w:val="ParaBody"/>
    <w:rsid w:val="00FF61F5"/>
    <w:pPr>
      <w:suppressAutoHyphens/>
      <w:spacing w:after="80" w:line="240" w:lineRule="exact"/>
      <w:ind w:left="1440" w:right="1440"/>
      <w:jc w:val="center"/>
    </w:pPr>
    <w:rPr>
      <w:rFonts w:ascii="Helvetica" w:hAnsi="Helvetica"/>
      <w:b/>
      <w:color w:val="FF0000"/>
      <w:sz w:val="24"/>
    </w:rPr>
  </w:style>
  <w:style w:type="paragraph" w:customStyle="1" w:styleId="PrefHead">
    <w:name w:val="PrefHead"/>
    <w:next w:val="ParaBody"/>
    <w:rsid w:val="00FF61F5"/>
    <w:pPr>
      <w:keepNext/>
      <w:spacing w:before="540" w:after="100" w:line="300" w:lineRule="exact"/>
      <w:outlineLvl w:val="0"/>
    </w:pPr>
    <w:rPr>
      <w:rFonts w:ascii="Helvetica" w:hAnsi="Helvetica"/>
      <w:sz w:val="30"/>
    </w:rPr>
  </w:style>
  <w:style w:type="paragraph" w:customStyle="1" w:styleId="PrefSubHead">
    <w:name w:val="PrefSubHead"/>
    <w:basedOn w:val="PrefHead"/>
    <w:next w:val="ParaBody"/>
    <w:rsid w:val="00FF61F5"/>
    <w:pPr>
      <w:spacing w:before="360" w:after="60" w:line="240" w:lineRule="exact"/>
      <w:outlineLvl w:val="1"/>
    </w:pPr>
  </w:style>
  <w:style w:type="paragraph" w:styleId="Subtitle">
    <w:name w:val="Subtitle"/>
    <w:basedOn w:val="Title"/>
    <w:qFormat/>
    <w:rsid w:val="00FF61F5"/>
    <w:pPr>
      <w:outlineLvl w:val="1"/>
    </w:pPr>
    <w:rPr>
      <w:b w:val="0"/>
      <w:sz w:val="24"/>
      <w:szCs w:val="24"/>
    </w:rPr>
  </w:style>
  <w:style w:type="paragraph" w:customStyle="1" w:styleId="ListHead">
    <w:name w:val="ListHead"/>
    <w:rsid w:val="00FF61F5"/>
    <w:pPr>
      <w:tabs>
        <w:tab w:val="left" w:pos="144"/>
        <w:tab w:val="right" w:pos="9360"/>
      </w:tabs>
      <w:suppressAutoHyphens/>
      <w:kinsoku w:val="0"/>
      <w:spacing w:line="500" w:lineRule="exact"/>
    </w:pPr>
    <w:rPr>
      <w:rFonts w:ascii="Helvetica" w:hAnsi="Helvetica"/>
      <w:b/>
      <w:sz w:val="48"/>
      <w:szCs w:val="18"/>
    </w:rPr>
  </w:style>
  <w:style w:type="paragraph" w:styleId="BodyText2">
    <w:name w:val="Body Text 2"/>
    <w:basedOn w:val="BodyText"/>
    <w:rsid w:val="00FF61F5"/>
    <w:pPr>
      <w:spacing w:line="480" w:lineRule="auto"/>
    </w:pPr>
  </w:style>
  <w:style w:type="paragraph" w:styleId="BodyText3">
    <w:name w:val="Body Text 3"/>
    <w:basedOn w:val="BodyText"/>
    <w:rsid w:val="00FF61F5"/>
    <w:rPr>
      <w:sz w:val="16"/>
      <w:szCs w:val="16"/>
    </w:rPr>
  </w:style>
  <w:style w:type="paragraph" w:styleId="BodyTextFirstIndent">
    <w:name w:val="Body Text First Indent"/>
    <w:basedOn w:val="BodyText"/>
    <w:rsid w:val="00FF61F5"/>
    <w:pPr>
      <w:suppressAutoHyphens w:val="0"/>
      <w:spacing w:before="120" w:after="120" w:line="240" w:lineRule="auto"/>
      <w:ind w:firstLine="210"/>
    </w:pPr>
    <w:rPr>
      <w:sz w:val="22"/>
    </w:rPr>
  </w:style>
  <w:style w:type="paragraph" w:styleId="BodyTextIndent">
    <w:name w:val="Body Text Indent"/>
    <w:basedOn w:val="BodyText"/>
    <w:rsid w:val="00FF61F5"/>
    <w:pPr>
      <w:ind w:left="360"/>
    </w:pPr>
  </w:style>
  <w:style w:type="paragraph" w:styleId="Date">
    <w:name w:val="Date"/>
    <w:basedOn w:val="ParaBody"/>
    <w:next w:val="ParaBody"/>
    <w:rsid w:val="00FF61F5"/>
  </w:style>
  <w:style w:type="paragraph" w:styleId="HTMLAddress">
    <w:name w:val="HTML Address"/>
    <w:basedOn w:val="ParaBody"/>
    <w:rsid w:val="00FF61F5"/>
    <w:rPr>
      <w:i/>
      <w:iCs/>
    </w:rPr>
  </w:style>
  <w:style w:type="paragraph" w:styleId="HTMLPreformatted">
    <w:name w:val="HTML Preformatted"/>
    <w:basedOn w:val="Code10"/>
    <w:rsid w:val="00FF61F5"/>
    <w:rPr>
      <w:rFonts w:ascii="Courier New" w:hAnsi="Courier New" w:cs="Courier New"/>
    </w:rPr>
  </w:style>
  <w:style w:type="paragraph" w:styleId="Closing">
    <w:name w:val="Closing"/>
    <w:basedOn w:val="ParaBody"/>
    <w:rsid w:val="00FF61F5"/>
    <w:pPr>
      <w:ind w:left="4320"/>
    </w:pPr>
  </w:style>
  <w:style w:type="table" w:styleId="Table3Deffects3">
    <w:name w:val="Table 3D effects 3"/>
    <w:basedOn w:val="TableNormal"/>
    <w:rsid w:val="00FF61F5"/>
    <w:pPr>
      <w:overflowPunct w:val="0"/>
      <w:autoSpaceDE w:val="0"/>
      <w:autoSpaceDN w:val="0"/>
      <w:adjustRightInd w:val="0"/>
      <w:spacing w:before="120" w:after="12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lainTextChar">
    <w:name w:val="Plain Text Char"/>
    <w:basedOn w:val="ParaBodyChar"/>
    <w:link w:val="PlainText"/>
    <w:uiPriority w:val="99"/>
    <w:rsid w:val="00FF61F5"/>
    <w:rPr>
      <w:rFonts w:ascii="Helvetica" w:hAnsi="Helvetica" w:cs="Courier New"/>
      <w:color w:val="FF0000"/>
      <w:sz w:val="24"/>
      <w:szCs w:val="24"/>
      <w:lang w:eastAsia="zh-CN"/>
    </w:rPr>
  </w:style>
  <w:style w:type="paragraph" w:styleId="BodyTextFirstIndent2">
    <w:name w:val="Body Text First Indent 2"/>
    <w:basedOn w:val="BodyTextIndent"/>
    <w:rsid w:val="00FF61F5"/>
    <w:pPr>
      <w:suppressAutoHyphens w:val="0"/>
      <w:spacing w:before="120" w:after="120" w:line="240" w:lineRule="auto"/>
      <w:ind w:firstLine="210"/>
    </w:pPr>
    <w:rPr>
      <w:rFonts w:ascii="Times" w:hAnsi="Times" w:cs="Times New Roman"/>
      <w:sz w:val="22"/>
    </w:rPr>
  </w:style>
  <w:style w:type="paragraph" w:styleId="CommentSubject">
    <w:name w:val="annotation subject"/>
    <w:basedOn w:val="CommentText"/>
    <w:next w:val="CommentText"/>
    <w:semiHidden/>
    <w:rsid w:val="00FF61F5"/>
    <w:pPr>
      <w:suppressAutoHyphens w:val="0"/>
      <w:spacing w:before="120" w:after="120" w:line="240" w:lineRule="auto"/>
    </w:pPr>
    <w:rPr>
      <w:rFonts w:ascii="Times" w:hAnsi="Times" w:cs="Times New Roman"/>
      <w:b/>
      <w:bCs/>
    </w:rPr>
  </w:style>
  <w:style w:type="paragraph" w:styleId="MacroText">
    <w:name w:val="macro"/>
    <w:semiHidden/>
    <w:rsid w:val="00FF61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ourier New" w:hAnsi="Courier New" w:cs="Courier New"/>
    </w:rPr>
  </w:style>
  <w:style w:type="paragraph" w:styleId="NormalWeb">
    <w:name w:val="Normal (Web)"/>
    <w:basedOn w:val="Normal"/>
    <w:rsid w:val="00FF61F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FF61F5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98070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semiHidden/>
    <w:unhideWhenUsed/>
    <w:rsid w:val="001150EC"/>
    <w:rPr>
      <w:sz w:val="21"/>
      <w:szCs w:val="21"/>
    </w:rPr>
  </w:style>
  <w:style w:type="paragraph" w:styleId="Revision">
    <w:name w:val="Revision"/>
    <w:hidden/>
    <w:uiPriority w:val="99"/>
    <w:semiHidden/>
    <w:rsid w:val="001150EC"/>
    <w:rPr>
      <w:rFonts w:ascii="Times" w:hAnsi="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vanya\Application%20Data\Microsoft\Templates\DOC-30001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D5FB4-1C0B-4F7C-8497-5B09066E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DOC-30001_Template.dot</Template>
  <TotalTime>0</TotalTime>
  <Pages>3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Freescale</Company>
  <LinksUpToDate>false</LinksUpToDate>
  <CharactersWithSpaces>1562</CharactersWithSpaces>
  <SharedDoc>false</SharedDoc>
  <HLinks>
    <vt:vector size="18" baseType="variant">
      <vt:variant>
        <vt:i4>3670031</vt:i4>
      </vt:variant>
      <vt:variant>
        <vt:i4>12</vt:i4>
      </vt:variant>
      <vt:variant>
        <vt:i4>0</vt:i4>
      </vt:variant>
      <vt:variant>
        <vt:i4>5</vt:i4>
      </vt:variant>
      <vt:variant>
        <vt:lpwstr>http://compass.freescale.net/doc/166699047/ECO_FORM.doc</vt:lpwstr>
      </vt:variant>
      <vt:variant>
        <vt:lpwstr/>
      </vt:variant>
      <vt:variant>
        <vt:i4>3473479</vt:i4>
      </vt:variant>
      <vt:variant>
        <vt:i4>9</vt:i4>
      </vt:variant>
      <vt:variant>
        <vt:i4>0</vt:i4>
      </vt:variant>
      <vt:variant>
        <vt:i4>5</vt:i4>
      </vt:variant>
      <vt:variant>
        <vt:lpwstr>mailto:Donald.Simon@freescale.com</vt:lpwstr>
      </vt:variant>
      <vt:variant>
        <vt:lpwstr/>
      </vt:variant>
      <vt:variant>
        <vt:i4>4784166</vt:i4>
      </vt:variant>
      <vt:variant>
        <vt:i4>6</vt:i4>
      </vt:variant>
      <vt:variant>
        <vt:i4>0</vt:i4>
      </vt:variant>
      <vt:variant>
        <vt:i4>5</vt:i4>
      </vt:variant>
      <vt:variant>
        <vt:lpwstr>mailto:Monica.Dettling@freescale.com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Kruczek</dc:creator>
  <cp:lastModifiedBy>Ravi Kanth</cp:lastModifiedBy>
  <cp:revision>10</cp:revision>
  <cp:lastPrinted>2016-04-21T09:12:00Z</cp:lastPrinted>
  <dcterms:created xsi:type="dcterms:W3CDTF">2020-03-10T10:08:00Z</dcterms:created>
  <dcterms:modified xsi:type="dcterms:W3CDTF">2020-10-30T11:29:00Z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1315032298</vt:i4>
  </property>
  <property fmtid="{D5CDD505-2E9C-101B-9397-08002B2CF9AE}" pid="3" name="_NewReviewCycle">
    <vt:lpwstr/>
  </property>
  <property fmtid="{D5CDD505-2E9C-101B-9397-08002B2CF9AE}" pid="4" name="_EmailSubject">
    <vt:lpwstr>DOC-30015 Rev 7</vt:lpwstr>
  </property>
  <property fmtid="{D5CDD505-2E9C-101B-9397-08002B2CF9AE}" pid="5" name="_AuthorEmail">
    <vt:lpwstr>R12759@freescale.com</vt:lpwstr>
  </property>
  <property fmtid="{D5CDD505-2E9C-101B-9397-08002B2CF9AE}" pid="6" name="_AuthorEmailDisplayName">
    <vt:lpwstr>Simon Donald-R12759</vt:lpwstr>
  </property>
  <property fmtid="{D5CDD505-2E9C-101B-9397-08002B2CF9AE}" pid="7" name="_ReviewingToolsShownOnce">
    <vt:lpwstr/>
  </property>
</Properties>
</file>